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0C1" w:rsidRPr="00107EB4" w:rsidRDefault="00474F87" w:rsidP="00D94CD7">
      <w:pPr>
        <w:shd w:val="clear" w:color="auto" w:fill="FFFFFF"/>
        <w:spacing w:after="0" w:line="240" w:lineRule="auto"/>
        <w:rPr>
          <w:rFonts w:eastAsia="Times New Roman" w:cs="Arial"/>
          <w:lang w:val="fi-FI" w:eastAsia="en-NZ"/>
        </w:rPr>
      </w:pPr>
      <w:r w:rsidRPr="00107EB4">
        <w:rPr>
          <w:rFonts w:eastAsia="Times New Roman" w:cs="Arial"/>
          <w:lang w:val="fi-FI" w:eastAsia="en-NZ"/>
        </w:rPr>
        <w:t>Tasman District Council</w:t>
      </w:r>
      <w:r w:rsidR="00FB0486" w:rsidRPr="00107EB4">
        <w:rPr>
          <w:rFonts w:eastAsia="Times New Roman" w:cs="Arial"/>
          <w:lang w:val="fi-FI" w:eastAsia="en-NZ"/>
        </w:rPr>
        <w:t xml:space="preserve"> </w:t>
      </w:r>
      <w:r w:rsidRPr="00107EB4">
        <w:rPr>
          <w:rFonts w:eastAsia="Times New Roman" w:cs="Arial"/>
          <w:lang w:val="fi-FI" w:eastAsia="en-NZ"/>
        </w:rPr>
        <w:t>Freshwater Improvement Fund Application 2017</w:t>
      </w:r>
      <w:r w:rsidR="00C6794D">
        <w:rPr>
          <w:rFonts w:eastAsia="Times New Roman" w:cs="Arial"/>
          <w:lang w:val="fi-FI" w:eastAsia="en-NZ"/>
        </w:rPr>
        <w:t xml:space="preserve"> </w:t>
      </w:r>
      <w:r w:rsidRPr="00107EB4">
        <w:rPr>
          <w:rFonts w:eastAsia="Times New Roman" w:cs="Arial"/>
          <w:lang w:val="fi-FI" w:eastAsia="en-NZ"/>
        </w:rPr>
        <w:t>Additional Information</w:t>
      </w:r>
    </w:p>
    <w:p w:rsidR="00474F87" w:rsidRPr="00107EB4" w:rsidRDefault="00474F87" w:rsidP="00D94CD7">
      <w:pPr>
        <w:shd w:val="clear" w:color="auto" w:fill="FFFFFF"/>
        <w:spacing w:after="0" w:line="240" w:lineRule="auto"/>
        <w:jc w:val="center"/>
        <w:rPr>
          <w:rFonts w:eastAsia="Times New Roman" w:cs="Arial"/>
          <w:lang w:val="fi-FI" w:eastAsia="en-NZ"/>
        </w:rPr>
      </w:pPr>
    </w:p>
    <w:p w:rsidR="0090655C" w:rsidRPr="00107EB4" w:rsidRDefault="00081689" w:rsidP="00D94CD7">
      <w:pPr>
        <w:shd w:val="clear" w:color="auto" w:fill="FFFFFF"/>
        <w:spacing w:after="0" w:line="240" w:lineRule="auto"/>
        <w:jc w:val="center"/>
        <w:rPr>
          <w:rFonts w:eastAsia="Times New Roman" w:cs="Arial"/>
          <w:b/>
          <w:bCs/>
          <w:lang w:eastAsia="en-NZ"/>
        </w:rPr>
      </w:pPr>
      <w:r w:rsidRPr="00107EB4">
        <w:rPr>
          <w:rFonts w:eastAsia="Times New Roman" w:cs="Arial"/>
          <w:b/>
          <w:lang w:val="fi-FI" w:eastAsia="en-NZ"/>
        </w:rPr>
        <w:t>Ko te wai te ora ngā mea katoa</w:t>
      </w:r>
      <w:r w:rsidR="00FB0486" w:rsidRPr="00107EB4">
        <w:rPr>
          <w:rFonts w:eastAsia="Times New Roman" w:cs="Arial"/>
          <w:b/>
          <w:lang w:val="fi-FI" w:eastAsia="en-NZ"/>
        </w:rPr>
        <w:t xml:space="preserve">  -  </w:t>
      </w:r>
      <w:r w:rsidR="0090655C" w:rsidRPr="00107EB4">
        <w:rPr>
          <w:rFonts w:eastAsia="Times New Roman" w:cs="Arial"/>
          <w:b/>
          <w:bCs/>
          <w:lang w:eastAsia="en-NZ"/>
        </w:rPr>
        <w:t>Water is the life giver of all things</w:t>
      </w:r>
    </w:p>
    <w:p w:rsidR="00D94CD7" w:rsidRPr="00107EB4" w:rsidRDefault="00D94CD7" w:rsidP="00D94CD7">
      <w:pPr>
        <w:shd w:val="clear" w:color="auto" w:fill="FFFFFF"/>
        <w:spacing w:after="0" w:line="240" w:lineRule="auto"/>
        <w:jc w:val="center"/>
        <w:rPr>
          <w:rFonts w:eastAsia="Times New Roman" w:cs="Arial"/>
          <w:lang w:eastAsia="en-NZ"/>
        </w:rPr>
      </w:pPr>
    </w:p>
    <w:p w:rsidR="00D62EBC" w:rsidRPr="00107EB4" w:rsidRDefault="00D62EBC" w:rsidP="00D94CD7">
      <w:pPr>
        <w:pStyle w:val="Answer"/>
        <w:spacing w:before="0" w:after="0"/>
        <w:rPr>
          <w:rFonts w:asciiTheme="minorHAnsi" w:hAnsiTheme="minorHAnsi"/>
          <w:sz w:val="22"/>
          <w:szCs w:val="22"/>
        </w:rPr>
      </w:pPr>
      <w:r w:rsidRPr="00107EB4">
        <w:rPr>
          <w:sz w:val="22"/>
          <w:szCs w:val="22"/>
        </w:rPr>
        <w:t>The Waimea Community Dam will deliver significant environmental benefits to the Waimea Plains and beyond</w:t>
      </w:r>
      <w:r w:rsidR="002D7CDC" w:rsidRPr="00107EB4">
        <w:rPr>
          <w:sz w:val="22"/>
          <w:szCs w:val="22"/>
        </w:rPr>
        <w:t xml:space="preserve"> by augmenting river flows and groundwater recharge to eliminate over-allocation of water resources and to enhance water flows.</w:t>
      </w:r>
      <w:r w:rsidR="00DF6D1C" w:rsidRPr="00107EB4">
        <w:rPr>
          <w:sz w:val="22"/>
          <w:szCs w:val="22"/>
        </w:rPr>
        <w:t xml:space="preserve">  </w:t>
      </w:r>
      <w:r w:rsidR="007F6356">
        <w:rPr>
          <w:sz w:val="22"/>
          <w:szCs w:val="22"/>
        </w:rPr>
        <w:t xml:space="preserve">This will be done by catching water in winter when there is plenty and making it available in summer when it is needed. </w:t>
      </w:r>
      <w:r w:rsidR="00DF6D1C" w:rsidRPr="00107EB4">
        <w:rPr>
          <w:sz w:val="22"/>
          <w:szCs w:val="22"/>
        </w:rPr>
        <w:t xml:space="preserve">Thirty percent of the dam capacity is directly attributable to </w:t>
      </w:r>
      <w:r w:rsidR="0007687A" w:rsidRPr="00107EB4">
        <w:rPr>
          <w:sz w:val="22"/>
          <w:szCs w:val="22"/>
        </w:rPr>
        <w:t xml:space="preserve">the production of both </w:t>
      </w:r>
      <w:r w:rsidR="0007687A" w:rsidRPr="00107EB4">
        <w:rPr>
          <w:rFonts w:asciiTheme="minorHAnsi" w:hAnsiTheme="minorHAnsi"/>
          <w:sz w:val="22"/>
          <w:szCs w:val="22"/>
        </w:rPr>
        <w:t xml:space="preserve">quantity and quality improvements that </w:t>
      </w:r>
      <w:r w:rsidR="002D7CDC" w:rsidRPr="00107EB4">
        <w:rPr>
          <w:rFonts w:asciiTheme="minorHAnsi" w:hAnsiTheme="minorHAnsi"/>
          <w:sz w:val="22"/>
          <w:szCs w:val="22"/>
        </w:rPr>
        <w:t>increased efficiencies, more conservation measures and new technologies would be insufficient to match.</w:t>
      </w:r>
    </w:p>
    <w:p w:rsidR="00D94CD7" w:rsidRPr="00107EB4" w:rsidRDefault="00D94CD7" w:rsidP="00D94CD7">
      <w:pPr>
        <w:pStyle w:val="Answer"/>
        <w:spacing w:before="0" w:after="0"/>
        <w:rPr>
          <w:sz w:val="22"/>
          <w:szCs w:val="22"/>
        </w:rPr>
      </w:pPr>
    </w:p>
    <w:p w:rsidR="00C63166" w:rsidRPr="00107EB4" w:rsidRDefault="00C63166" w:rsidP="00D94CD7">
      <w:pPr>
        <w:pStyle w:val="ContentsHeadingLevel1"/>
        <w:rPr>
          <w:rFonts w:asciiTheme="minorHAnsi" w:hAnsiTheme="minorHAnsi"/>
          <w:b w:val="0"/>
          <w:sz w:val="22"/>
          <w:szCs w:val="22"/>
        </w:rPr>
      </w:pPr>
      <w:r w:rsidRPr="00107EB4">
        <w:rPr>
          <w:rFonts w:asciiTheme="minorHAnsi" w:hAnsiTheme="minorHAnsi"/>
          <w:sz w:val="22"/>
          <w:szCs w:val="22"/>
        </w:rPr>
        <w:t>Enhanced Flows</w:t>
      </w:r>
    </w:p>
    <w:p w:rsidR="007D57AB" w:rsidRPr="00107EB4" w:rsidRDefault="007D57AB" w:rsidP="00D94CD7">
      <w:pPr>
        <w:pStyle w:val="ListParagraph"/>
        <w:numPr>
          <w:ilvl w:val="0"/>
          <w:numId w:val="6"/>
        </w:numPr>
        <w:spacing w:before="0" w:after="0"/>
        <w:ind w:left="714" w:hanging="357"/>
        <w:contextualSpacing w:val="0"/>
        <w:rPr>
          <w:rFonts w:asciiTheme="minorHAnsi" w:hAnsiTheme="minorHAnsi"/>
          <w:sz w:val="22"/>
          <w:szCs w:val="22"/>
        </w:rPr>
      </w:pPr>
      <w:r w:rsidRPr="00107EB4">
        <w:rPr>
          <w:sz w:val="22"/>
          <w:szCs w:val="22"/>
        </w:rPr>
        <w:t>The dam provides for all current abstractive uses as well as providing for growth while maintaining a 1,100 l/sec flow, sufficient to protect and enhance in-stream ecological values.</w:t>
      </w:r>
    </w:p>
    <w:p w:rsidR="003243EB" w:rsidRPr="00107EB4" w:rsidRDefault="006455F8" w:rsidP="00D94CD7">
      <w:pPr>
        <w:pStyle w:val="ListParagraph"/>
        <w:numPr>
          <w:ilvl w:val="0"/>
          <w:numId w:val="6"/>
        </w:numPr>
        <w:spacing w:before="0" w:after="0"/>
        <w:ind w:left="714" w:hanging="357"/>
        <w:contextualSpacing w:val="0"/>
        <w:rPr>
          <w:rFonts w:asciiTheme="minorHAnsi" w:hAnsiTheme="minorHAnsi"/>
          <w:sz w:val="22"/>
          <w:szCs w:val="22"/>
        </w:rPr>
      </w:pPr>
      <w:r w:rsidRPr="00107EB4">
        <w:rPr>
          <w:sz w:val="22"/>
          <w:szCs w:val="22"/>
        </w:rPr>
        <w:t xml:space="preserve">Regulation of water flows (particularly drought prevention) is </w:t>
      </w:r>
      <w:r w:rsidR="003243EB" w:rsidRPr="00107EB4">
        <w:rPr>
          <w:sz w:val="22"/>
          <w:szCs w:val="22"/>
        </w:rPr>
        <w:t>a critical driver for the dam.</w:t>
      </w:r>
    </w:p>
    <w:p w:rsidR="007D57AB" w:rsidRPr="00107EB4" w:rsidRDefault="007D57AB" w:rsidP="00D94CD7">
      <w:pPr>
        <w:pStyle w:val="ContentsHeadingLevel1"/>
        <w:numPr>
          <w:ilvl w:val="0"/>
          <w:numId w:val="6"/>
        </w:numPr>
        <w:ind w:left="714" w:hanging="357"/>
        <w:rPr>
          <w:rFonts w:asciiTheme="minorHAnsi" w:hAnsiTheme="minorHAnsi"/>
          <w:b w:val="0"/>
          <w:sz w:val="22"/>
          <w:szCs w:val="22"/>
        </w:rPr>
      </w:pPr>
      <w:r w:rsidRPr="00107EB4">
        <w:rPr>
          <w:rFonts w:asciiTheme="minorHAnsi" w:hAnsiTheme="minorHAnsi"/>
          <w:b w:val="0"/>
          <w:sz w:val="22"/>
          <w:szCs w:val="22"/>
        </w:rPr>
        <w:t>The environmental portion of the dam capacity provides for the preservation of a minimum flow of 1,100 l/s</w:t>
      </w:r>
      <w:r w:rsidR="00321933" w:rsidRPr="00107EB4">
        <w:rPr>
          <w:rFonts w:asciiTheme="minorHAnsi" w:hAnsiTheme="minorHAnsi"/>
          <w:b w:val="0"/>
          <w:sz w:val="22"/>
          <w:szCs w:val="22"/>
        </w:rPr>
        <w:t>ec</w:t>
      </w:r>
      <w:r w:rsidRPr="00107EB4">
        <w:rPr>
          <w:rFonts w:asciiTheme="minorHAnsi" w:hAnsiTheme="minorHAnsi"/>
          <w:b w:val="0"/>
          <w:sz w:val="22"/>
          <w:szCs w:val="22"/>
        </w:rPr>
        <w:t xml:space="preserve"> which is the one day mean annual low flow in the lower Waimea River compared to an 800 l/s</w:t>
      </w:r>
      <w:r w:rsidR="00321933" w:rsidRPr="00107EB4">
        <w:rPr>
          <w:rFonts w:asciiTheme="minorHAnsi" w:hAnsiTheme="minorHAnsi"/>
          <w:b w:val="0"/>
          <w:sz w:val="22"/>
          <w:szCs w:val="22"/>
        </w:rPr>
        <w:t xml:space="preserve">ec target flow, </w:t>
      </w:r>
      <w:r w:rsidRPr="00107EB4">
        <w:rPr>
          <w:rFonts w:asciiTheme="minorHAnsi" w:hAnsiTheme="minorHAnsi"/>
          <w:b w:val="0"/>
          <w:sz w:val="22"/>
          <w:szCs w:val="22"/>
        </w:rPr>
        <w:t xml:space="preserve">which does not </w:t>
      </w:r>
      <w:r w:rsidR="00321933" w:rsidRPr="00107EB4">
        <w:rPr>
          <w:rFonts w:asciiTheme="minorHAnsi" w:hAnsiTheme="minorHAnsi"/>
          <w:b w:val="0"/>
          <w:sz w:val="22"/>
          <w:szCs w:val="22"/>
        </w:rPr>
        <w:t xml:space="preserve">trigger </w:t>
      </w:r>
      <w:r w:rsidRPr="00107EB4">
        <w:rPr>
          <w:rFonts w:asciiTheme="minorHAnsi" w:hAnsiTheme="minorHAnsi"/>
          <w:b w:val="0"/>
          <w:sz w:val="22"/>
          <w:szCs w:val="22"/>
        </w:rPr>
        <w:t>a cease take</w:t>
      </w:r>
      <w:r w:rsidR="00321933" w:rsidRPr="00107EB4">
        <w:rPr>
          <w:rFonts w:asciiTheme="minorHAnsi" w:hAnsiTheme="minorHAnsi"/>
          <w:b w:val="0"/>
          <w:sz w:val="22"/>
          <w:szCs w:val="22"/>
        </w:rPr>
        <w:t>,</w:t>
      </w:r>
      <w:r w:rsidRPr="00107EB4">
        <w:rPr>
          <w:rFonts w:asciiTheme="minorHAnsi" w:hAnsiTheme="minorHAnsi"/>
          <w:b w:val="0"/>
          <w:sz w:val="22"/>
          <w:szCs w:val="22"/>
        </w:rPr>
        <w:t xml:space="preserve"> in the absence of a dam.  Importantly, it also improves flows in the coastal springs highly valued by iwi and reduces the increasing risk of </w:t>
      </w:r>
      <w:r w:rsidRPr="00107EB4">
        <w:rPr>
          <w:rFonts w:asciiTheme="minorHAnsi" w:hAnsiTheme="minorHAnsi"/>
          <w:b w:val="0"/>
          <w:bCs/>
          <w:sz w:val="22"/>
          <w:szCs w:val="22"/>
        </w:rPr>
        <w:t>saltwater intrusion</w:t>
      </w:r>
      <w:r w:rsidRPr="00107EB4">
        <w:rPr>
          <w:rFonts w:asciiTheme="minorHAnsi" w:hAnsiTheme="minorHAnsi"/>
          <w:b w:val="0"/>
          <w:sz w:val="22"/>
          <w:szCs w:val="22"/>
        </w:rPr>
        <w:t xml:space="preserve"> in the aquifers due to sea level rise.</w:t>
      </w:r>
    </w:p>
    <w:p w:rsidR="007D57AB" w:rsidRPr="00107EB4" w:rsidRDefault="007D57AB" w:rsidP="00D94CD7">
      <w:pPr>
        <w:pStyle w:val="ContentsHeadingLevel1"/>
        <w:numPr>
          <w:ilvl w:val="0"/>
          <w:numId w:val="6"/>
        </w:numPr>
        <w:ind w:left="714" w:hanging="357"/>
        <w:rPr>
          <w:rFonts w:asciiTheme="minorHAnsi" w:hAnsiTheme="minorHAnsi"/>
          <w:b w:val="0"/>
          <w:sz w:val="22"/>
          <w:szCs w:val="22"/>
        </w:rPr>
      </w:pPr>
      <w:r w:rsidRPr="00107EB4">
        <w:rPr>
          <w:rFonts w:asciiTheme="minorHAnsi" w:hAnsiTheme="minorHAnsi"/>
          <w:b w:val="0"/>
          <w:sz w:val="22"/>
          <w:szCs w:val="22"/>
        </w:rPr>
        <w:t>Improved river flow also benefits recreational interest</w:t>
      </w:r>
      <w:r w:rsidR="00087753" w:rsidRPr="00107EB4">
        <w:rPr>
          <w:rFonts w:asciiTheme="minorHAnsi" w:hAnsiTheme="minorHAnsi"/>
          <w:b w:val="0"/>
          <w:sz w:val="22"/>
          <w:szCs w:val="22"/>
        </w:rPr>
        <w:t>s</w:t>
      </w:r>
      <w:r w:rsidRPr="00107EB4">
        <w:rPr>
          <w:rFonts w:asciiTheme="minorHAnsi" w:hAnsiTheme="minorHAnsi"/>
          <w:b w:val="0"/>
          <w:sz w:val="22"/>
          <w:szCs w:val="22"/>
        </w:rPr>
        <w:t xml:space="preserve"> in the Waimea River catchment, valued for its swimming, trout fishing, kayaking</w:t>
      </w:r>
      <w:r w:rsidR="00D64063" w:rsidRPr="00107EB4">
        <w:rPr>
          <w:rFonts w:asciiTheme="minorHAnsi" w:hAnsiTheme="minorHAnsi"/>
          <w:b w:val="0"/>
          <w:sz w:val="22"/>
          <w:szCs w:val="22"/>
        </w:rPr>
        <w:t xml:space="preserve">, </w:t>
      </w:r>
      <w:r w:rsidR="00A673C5" w:rsidRPr="00107EB4">
        <w:rPr>
          <w:rFonts w:asciiTheme="minorHAnsi" w:hAnsiTheme="minorHAnsi"/>
          <w:b w:val="0"/>
          <w:sz w:val="22"/>
          <w:szCs w:val="22"/>
        </w:rPr>
        <w:t>walking</w:t>
      </w:r>
      <w:r w:rsidRPr="00107EB4">
        <w:rPr>
          <w:rFonts w:asciiTheme="minorHAnsi" w:hAnsiTheme="minorHAnsi"/>
          <w:b w:val="0"/>
          <w:sz w:val="22"/>
          <w:szCs w:val="22"/>
        </w:rPr>
        <w:t xml:space="preserve"> and picnicking.  It is also valued by local iwi for its ecological and cultural values.</w:t>
      </w:r>
    </w:p>
    <w:p w:rsidR="00D94CD7" w:rsidRPr="00107EB4" w:rsidRDefault="00D94CD7" w:rsidP="00D94CD7">
      <w:pPr>
        <w:pStyle w:val="ContentsHeadingLevel1"/>
        <w:rPr>
          <w:rFonts w:asciiTheme="minorHAnsi" w:hAnsiTheme="minorHAnsi"/>
          <w:sz w:val="22"/>
          <w:szCs w:val="22"/>
        </w:rPr>
      </w:pPr>
    </w:p>
    <w:p w:rsidR="004D2AB8" w:rsidRPr="00107EB4" w:rsidRDefault="004D2AB8" w:rsidP="00D94CD7">
      <w:pPr>
        <w:pStyle w:val="ContentsHeadingLevel1"/>
        <w:rPr>
          <w:rFonts w:asciiTheme="minorHAnsi" w:hAnsiTheme="minorHAnsi"/>
          <w:b w:val="0"/>
          <w:sz w:val="22"/>
          <w:szCs w:val="22"/>
        </w:rPr>
      </w:pPr>
      <w:r w:rsidRPr="00107EB4">
        <w:rPr>
          <w:rFonts w:asciiTheme="minorHAnsi" w:hAnsiTheme="minorHAnsi"/>
          <w:sz w:val="22"/>
          <w:szCs w:val="22"/>
        </w:rPr>
        <w:t>Biodiversity Enhancement Programme</w:t>
      </w:r>
    </w:p>
    <w:p w:rsidR="00F757DD" w:rsidRPr="00107EB4" w:rsidRDefault="004D2AB8" w:rsidP="00D94CD7">
      <w:pPr>
        <w:pStyle w:val="ListParagraph"/>
        <w:numPr>
          <w:ilvl w:val="0"/>
          <w:numId w:val="6"/>
        </w:numPr>
        <w:spacing w:before="0" w:after="0"/>
        <w:contextualSpacing w:val="0"/>
        <w:rPr>
          <w:rFonts w:asciiTheme="minorHAnsi" w:hAnsiTheme="minorHAnsi"/>
          <w:sz w:val="22"/>
          <w:szCs w:val="22"/>
        </w:rPr>
      </w:pPr>
      <w:r w:rsidRPr="00107EB4">
        <w:rPr>
          <w:rFonts w:asciiTheme="minorHAnsi" w:hAnsiTheme="minorHAnsi"/>
          <w:sz w:val="22"/>
          <w:szCs w:val="22"/>
        </w:rPr>
        <w:t xml:space="preserve">Collectively, the programmes funded as a result of the Waimea Dam will provide a significant investment </w:t>
      </w:r>
      <w:r w:rsidR="000F7454" w:rsidRPr="00107EB4">
        <w:rPr>
          <w:rFonts w:asciiTheme="minorHAnsi" w:hAnsiTheme="minorHAnsi"/>
          <w:sz w:val="22"/>
          <w:szCs w:val="22"/>
        </w:rPr>
        <w:t xml:space="preserve">in </w:t>
      </w:r>
      <w:r w:rsidRPr="00107EB4">
        <w:rPr>
          <w:rFonts w:asciiTheme="minorHAnsi" w:hAnsiTheme="minorHAnsi"/>
          <w:sz w:val="22"/>
          <w:szCs w:val="22"/>
        </w:rPr>
        <w:t xml:space="preserve">biodiversity </w:t>
      </w:r>
      <w:r w:rsidR="000F7454" w:rsidRPr="00107EB4">
        <w:rPr>
          <w:rFonts w:asciiTheme="minorHAnsi" w:hAnsiTheme="minorHAnsi"/>
          <w:sz w:val="22"/>
          <w:szCs w:val="22"/>
        </w:rPr>
        <w:t xml:space="preserve">enhancement on public </w:t>
      </w:r>
      <w:r w:rsidRPr="00107EB4">
        <w:rPr>
          <w:rFonts w:asciiTheme="minorHAnsi" w:hAnsiTheme="minorHAnsi"/>
          <w:sz w:val="22"/>
          <w:szCs w:val="22"/>
        </w:rPr>
        <w:t>and privately owned land, and produce lasting benefits not otherwise achievable through existing agency, local government or private investor resourcing.  If the dam does not proceed, these benefits will not eventuate.</w:t>
      </w:r>
    </w:p>
    <w:p w:rsidR="00F757DD" w:rsidRPr="00107EB4" w:rsidRDefault="00F757DD" w:rsidP="00D94CD7">
      <w:pPr>
        <w:pStyle w:val="ListParagraph"/>
        <w:numPr>
          <w:ilvl w:val="0"/>
          <w:numId w:val="6"/>
        </w:numPr>
        <w:spacing w:before="0" w:after="0"/>
        <w:contextualSpacing w:val="0"/>
        <w:rPr>
          <w:rFonts w:asciiTheme="minorHAnsi" w:hAnsiTheme="minorHAnsi"/>
          <w:sz w:val="22"/>
          <w:szCs w:val="22"/>
        </w:rPr>
      </w:pPr>
      <w:r w:rsidRPr="00107EB4">
        <w:rPr>
          <w:rFonts w:asciiTheme="minorHAnsi" w:hAnsiTheme="minorHAnsi"/>
          <w:sz w:val="22"/>
          <w:szCs w:val="22"/>
        </w:rPr>
        <w:t xml:space="preserve">Development of a </w:t>
      </w:r>
      <w:r w:rsidR="00F932A9" w:rsidRPr="00107EB4">
        <w:rPr>
          <w:sz w:val="22"/>
          <w:szCs w:val="22"/>
        </w:rPr>
        <w:t>Biodiversity Management Plan</w:t>
      </w:r>
      <w:r w:rsidRPr="00107EB4">
        <w:rPr>
          <w:sz w:val="22"/>
          <w:szCs w:val="22"/>
        </w:rPr>
        <w:t>, Species Management Plan, Revegetation and Enrichment Planting Plan and Vegeta</w:t>
      </w:r>
      <w:r w:rsidR="007F6356">
        <w:rPr>
          <w:sz w:val="22"/>
          <w:szCs w:val="22"/>
        </w:rPr>
        <w:t>tion Clearance Plan as well as</w:t>
      </w:r>
      <w:r w:rsidRPr="00107EB4">
        <w:rPr>
          <w:sz w:val="22"/>
          <w:szCs w:val="22"/>
        </w:rPr>
        <w:t xml:space="preserve"> </w:t>
      </w:r>
      <w:r w:rsidR="00703A01" w:rsidRPr="00107EB4">
        <w:rPr>
          <w:sz w:val="22"/>
          <w:szCs w:val="22"/>
        </w:rPr>
        <w:t xml:space="preserve">implementation of a </w:t>
      </w:r>
      <w:r w:rsidRPr="00107EB4">
        <w:rPr>
          <w:rFonts w:cs="Arial"/>
          <w:color w:val="222222"/>
          <w:sz w:val="22"/>
          <w:szCs w:val="22"/>
          <w:shd w:val="clear" w:color="auto" w:fill="FFFFFF"/>
        </w:rPr>
        <w:t>Reservoir Water Quality Monitoring Programme and River Water Quality Management Plan</w:t>
      </w:r>
      <w:r w:rsidR="000F7454" w:rsidRPr="00107EB4">
        <w:rPr>
          <w:rFonts w:cs="Arial"/>
          <w:color w:val="222222"/>
          <w:sz w:val="22"/>
          <w:szCs w:val="22"/>
          <w:shd w:val="clear" w:color="auto" w:fill="FFFFFF"/>
        </w:rPr>
        <w:t xml:space="preserve"> will be undertaken</w:t>
      </w:r>
      <w:r w:rsidRPr="00107EB4">
        <w:rPr>
          <w:rFonts w:cs="Arial"/>
          <w:color w:val="222222"/>
          <w:sz w:val="22"/>
          <w:szCs w:val="22"/>
          <w:shd w:val="clear" w:color="auto" w:fill="FFFFFF"/>
        </w:rPr>
        <w:t>.</w:t>
      </w:r>
    </w:p>
    <w:p w:rsidR="000F7454" w:rsidRPr="00107EB4" w:rsidRDefault="000F7454" w:rsidP="00D94CD7">
      <w:pPr>
        <w:pStyle w:val="ListParagraph"/>
        <w:numPr>
          <w:ilvl w:val="0"/>
          <w:numId w:val="6"/>
        </w:numPr>
        <w:spacing w:before="0" w:after="0"/>
        <w:contextualSpacing w:val="0"/>
        <w:rPr>
          <w:rFonts w:asciiTheme="minorHAnsi" w:hAnsiTheme="minorHAnsi" w:cs="Arial"/>
          <w:sz w:val="22"/>
          <w:szCs w:val="22"/>
        </w:rPr>
      </w:pPr>
      <w:r w:rsidRPr="00107EB4">
        <w:rPr>
          <w:sz w:val="22"/>
          <w:szCs w:val="22"/>
        </w:rPr>
        <w:t>Establishment of a Biodiversity Compensation F</w:t>
      </w:r>
      <w:r w:rsidRPr="00107EB4">
        <w:rPr>
          <w:rFonts w:asciiTheme="minorHAnsi" w:hAnsiTheme="minorHAnsi"/>
          <w:sz w:val="22"/>
          <w:szCs w:val="22"/>
        </w:rPr>
        <w:t xml:space="preserve">und </w:t>
      </w:r>
      <w:r w:rsidR="00675ACA" w:rsidRPr="00107EB4">
        <w:rPr>
          <w:rFonts w:asciiTheme="minorHAnsi" w:hAnsiTheme="minorHAnsi"/>
          <w:sz w:val="22"/>
          <w:szCs w:val="22"/>
        </w:rPr>
        <w:t xml:space="preserve">(BCF) </w:t>
      </w:r>
      <w:r w:rsidRPr="00107EB4">
        <w:rPr>
          <w:rFonts w:asciiTheme="minorHAnsi" w:hAnsiTheme="minorHAnsi"/>
          <w:sz w:val="22"/>
          <w:szCs w:val="22"/>
        </w:rPr>
        <w:t xml:space="preserve">that will contribute towards the </w:t>
      </w:r>
      <w:r w:rsidRPr="00107EB4">
        <w:rPr>
          <w:sz w:val="22"/>
          <w:szCs w:val="22"/>
        </w:rPr>
        <w:t xml:space="preserve">restoration of </w:t>
      </w:r>
      <w:proofErr w:type="spellStart"/>
      <w:r w:rsidRPr="00107EB4">
        <w:rPr>
          <w:sz w:val="22"/>
          <w:szCs w:val="22"/>
        </w:rPr>
        <w:t>Neimans</w:t>
      </w:r>
      <w:proofErr w:type="spellEnd"/>
      <w:r w:rsidRPr="00107EB4">
        <w:rPr>
          <w:sz w:val="22"/>
          <w:szCs w:val="22"/>
        </w:rPr>
        <w:t xml:space="preserve"> and O’Connor Creeks (both classified as vulnerable) and Pearl Creek, and in extending </w:t>
      </w:r>
      <w:r w:rsidR="00675ACA" w:rsidRPr="00107EB4">
        <w:rPr>
          <w:rFonts w:asciiTheme="minorHAnsi" w:hAnsiTheme="minorHAnsi" w:cs="Arial"/>
          <w:sz w:val="22"/>
          <w:szCs w:val="22"/>
        </w:rPr>
        <w:t>knowledge-</w:t>
      </w:r>
      <w:r w:rsidRPr="00107EB4">
        <w:rPr>
          <w:rFonts w:asciiTheme="minorHAnsi" w:hAnsiTheme="minorHAnsi" w:cs="Arial"/>
          <w:sz w:val="22"/>
          <w:szCs w:val="22"/>
        </w:rPr>
        <w:t>sharing and community-based enhancement programmes.</w:t>
      </w:r>
    </w:p>
    <w:p w:rsidR="000F7454" w:rsidRPr="00107EB4" w:rsidRDefault="000F7454" w:rsidP="00D94CD7">
      <w:pPr>
        <w:pStyle w:val="ListParagraph"/>
        <w:numPr>
          <w:ilvl w:val="0"/>
          <w:numId w:val="6"/>
        </w:numPr>
        <w:spacing w:before="0" w:after="0"/>
        <w:ind w:left="714" w:hanging="357"/>
        <w:contextualSpacing w:val="0"/>
        <w:rPr>
          <w:rFonts w:asciiTheme="minorHAnsi" w:hAnsiTheme="minorHAnsi" w:cs="Arial"/>
          <w:sz w:val="22"/>
          <w:szCs w:val="22"/>
        </w:rPr>
      </w:pPr>
      <w:r w:rsidRPr="00107EB4">
        <w:rPr>
          <w:rFonts w:asciiTheme="minorHAnsi" w:hAnsiTheme="minorHAnsi"/>
          <w:color w:val="222222"/>
          <w:sz w:val="22"/>
          <w:szCs w:val="22"/>
          <w:shd w:val="clear" w:color="auto" w:fill="FFFFFF"/>
        </w:rPr>
        <w:t xml:space="preserve">At least three unique environmental protection and enhancement projects involving streams, rivers and wetlands on public or private land are funded by monies disbursed through the </w:t>
      </w:r>
      <w:r w:rsidR="00675ACA" w:rsidRPr="00107EB4">
        <w:rPr>
          <w:rFonts w:asciiTheme="minorHAnsi" w:hAnsiTheme="minorHAnsi"/>
          <w:color w:val="222222"/>
          <w:sz w:val="22"/>
          <w:szCs w:val="22"/>
          <w:shd w:val="clear" w:color="auto" w:fill="FFFFFF"/>
        </w:rPr>
        <w:t>BCF each year</w:t>
      </w:r>
      <w:r w:rsidRPr="00107EB4">
        <w:rPr>
          <w:rFonts w:asciiTheme="minorHAnsi" w:hAnsiTheme="minorHAnsi"/>
          <w:color w:val="222222"/>
          <w:sz w:val="22"/>
          <w:szCs w:val="22"/>
          <w:shd w:val="clear" w:color="auto" w:fill="FFFFFF"/>
        </w:rPr>
        <w:t>.</w:t>
      </w:r>
    </w:p>
    <w:p w:rsidR="00D94CD7" w:rsidRPr="00107EB4" w:rsidRDefault="00D94CD7" w:rsidP="00D94CD7">
      <w:pPr>
        <w:pStyle w:val="ContentsHeadingLevel1"/>
        <w:rPr>
          <w:rFonts w:asciiTheme="minorHAnsi" w:hAnsiTheme="minorHAnsi"/>
          <w:sz w:val="22"/>
          <w:szCs w:val="22"/>
        </w:rPr>
      </w:pPr>
    </w:p>
    <w:p w:rsidR="00E154AC" w:rsidRPr="00107EB4" w:rsidRDefault="00E154AC" w:rsidP="00D94CD7">
      <w:pPr>
        <w:pStyle w:val="ContentsHeadingLevel1"/>
        <w:rPr>
          <w:rFonts w:asciiTheme="minorHAnsi" w:hAnsiTheme="minorHAnsi"/>
          <w:b w:val="0"/>
          <w:sz w:val="22"/>
          <w:szCs w:val="22"/>
        </w:rPr>
      </w:pPr>
      <w:r w:rsidRPr="00107EB4">
        <w:rPr>
          <w:rFonts w:asciiTheme="minorHAnsi" w:hAnsiTheme="minorHAnsi"/>
          <w:sz w:val="22"/>
          <w:szCs w:val="22"/>
        </w:rPr>
        <w:t>Planting/Habitat Improvement</w:t>
      </w:r>
    </w:p>
    <w:p w:rsidR="004956DC" w:rsidRPr="00107EB4" w:rsidRDefault="004956DC" w:rsidP="00D94CD7">
      <w:pPr>
        <w:pStyle w:val="ContentsHeadingLevel1"/>
        <w:numPr>
          <w:ilvl w:val="0"/>
          <w:numId w:val="6"/>
        </w:numPr>
        <w:rPr>
          <w:rFonts w:asciiTheme="minorHAnsi" w:hAnsiTheme="minorHAnsi"/>
          <w:b w:val="0"/>
          <w:sz w:val="22"/>
          <w:szCs w:val="22"/>
        </w:rPr>
      </w:pPr>
      <w:r w:rsidRPr="00107EB4">
        <w:rPr>
          <w:rFonts w:asciiTheme="minorHAnsi" w:hAnsiTheme="minorHAnsi"/>
          <w:b w:val="0"/>
          <w:color w:val="222222"/>
          <w:sz w:val="22"/>
          <w:szCs w:val="22"/>
          <w:shd w:val="clear" w:color="auto" w:fill="FFFFFF"/>
        </w:rPr>
        <w:t xml:space="preserve">At least 20 hectares of river </w:t>
      </w:r>
      <w:proofErr w:type="spellStart"/>
      <w:r w:rsidRPr="00107EB4">
        <w:rPr>
          <w:rFonts w:asciiTheme="minorHAnsi" w:hAnsiTheme="minorHAnsi"/>
          <w:b w:val="0"/>
          <w:color w:val="222222"/>
          <w:sz w:val="22"/>
          <w:szCs w:val="22"/>
          <w:shd w:val="clear" w:color="auto" w:fill="FFFFFF"/>
        </w:rPr>
        <w:t>bermland</w:t>
      </w:r>
      <w:proofErr w:type="spellEnd"/>
      <w:r w:rsidRPr="00107EB4">
        <w:rPr>
          <w:rFonts w:asciiTheme="minorHAnsi" w:hAnsiTheme="minorHAnsi"/>
          <w:b w:val="0"/>
          <w:color w:val="222222"/>
          <w:sz w:val="22"/>
          <w:szCs w:val="22"/>
          <w:shd w:val="clear" w:color="auto" w:fill="FFFFFF"/>
        </w:rPr>
        <w:t xml:space="preserve"> and coastal margin has been set aside for </w:t>
      </w:r>
      <w:r w:rsidR="00FB5014" w:rsidRPr="00107EB4">
        <w:rPr>
          <w:rFonts w:asciiTheme="minorHAnsi" w:hAnsiTheme="minorHAnsi"/>
          <w:b w:val="0"/>
          <w:color w:val="222222"/>
          <w:sz w:val="22"/>
          <w:szCs w:val="22"/>
          <w:shd w:val="clear" w:color="auto" w:fill="FFFFFF"/>
        </w:rPr>
        <w:t>restoration.  M</w:t>
      </w:r>
      <w:r w:rsidRPr="00107EB4">
        <w:rPr>
          <w:rFonts w:asciiTheme="minorHAnsi" w:hAnsiTheme="minorHAnsi"/>
          <w:b w:val="0"/>
          <w:color w:val="222222"/>
          <w:sz w:val="22"/>
          <w:szCs w:val="22"/>
          <w:shd w:val="clear" w:color="auto" w:fill="FFFFFF"/>
        </w:rPr>
        <w:t xml:space="preserve">anagement of rare alluvial, </w:t>
      </w:r>
      <w:proofErr w:type="spellStart"/>
      <w:r w:rsidRPr="00107EB4">
        <w:rPr>
          <w:rFonts w:asciiTheme="minorHAnsi" w:hAnsiTheme="minorHAnsi"/>
          <w:b w:val="0"/>
          <w:color w:val="222222"/>
          <w:sz w:val="22"/>
          <w:szCs w:val="22"/>
          <w:shd w:val="clear" w:color="auto" w:fill="FFFFFF"/>
        </w:rPr>
        <w:t>duneland</w:t>
      </w:r>
      <w:proofErr w:type="spellEnd"/>
      <w:r w:rsidRPr="00107EB4">
        <w:rPr>
          <w:rFonts w:asciiTheme="minorHAnsi" w:hAnsiTheme="minorHAnsi"/>
          <w:b w:val="0"/>
          <w:color w:val="222222"/>
          <w:sz w:val="22"/>
          <w:szCs w:val="22"/>
          <w:shd w:val="clear" w:color="auto" w:fill="FFFFFF"/>
        </w:rPr>
        <w:t>, saline and riparian ecosystems and restoration planting has been undertaken within at least half of that area.</w:t>
      </w:r>
    </w:p>
    <w:p w:rsidR="00857E65" w:rsidRPr="00107EB4" w:rsidRDefault="00857E65" w:rsidP="00D94CD7">
      <w:pPr>
        <w:pStyle w:val="ListParagraph"/>
        <w:numPr>
          <w:ilvl w:val="0"/>
          <w:numId w:val="6"/>
        </w:numPr>
        <w:spacing w:before="0" w:after="0"/>
        <w:contextualSpacing w:val="0"/>
        <w:rPr>
          <w:sz w:val="22"/>
          <w:szCs w:val="22"/>
        </w:rPr>
      </w:pPr>
      <w:r w:rsidRPr="00107EB4">
        <w:rPr>
          <w:sz w:val="22"/>
          <w:szCs w:val="22"/>
        </w:rPr>
        <w:t>Planting programmes will take place over multiple seasons but will be monitored on a continual basis to ensure on-going benefits that will improve as plants continue to develop over time.</w:t>
      </w:r>
    </w:p>
    <w:p w:rsidR="004956DC" w:rsidRPr="00107EB4" w:rsidRDefault="00857E65" w:rsidP="00D94CD7">
      <w:pPr>
        <w:pStyle w:val="ListParagraph"/>
        <w:numPr>
          <w:ilvl w:val="0"/>
          <w:numId w:val="11"/>
        </w:numPr>
        <w:spacing w:before="0" w:after="0"/>
        <w:contextualSpacing w:val="0"/>
        <w:rPr>
          <w:sz w:val="22"/>
          <w:szCs w:val="22"/>
        </w:rPr>
      </w:pPr>
      <w:r w:rsidRPr="00107EB4">
        <w:rPr>
          <w:sz w:val="22"/>
          <w:szCs w:val="22"/>
        </w:rPr>
        <w:t>Salvage, propagation and establishment of at least three new populations of the nation</w:t>
      </w:r>
      <w:r w:rsidR="004956DC" w:rsidRPr="00107EB4">
        <w:rPr>
          <w:sz w:val="22"/>
          <w:szCs w:val="22"/>
        </w:rPr>
        <w:t>ally rare plant NZ shovel mint.</w:t>
      </w:r>
    </w:p>
    <w:p w:rsidR="00857E65" w:rsidRPr="00107EB4" w:rsidRDefault="00857E65" w:rsidP="00D94CD7">
      <w:pPr>
        <w:pStyle w:val="ListParagraph"/>
        <w:numPr>
          <w:ilvl w:val="0"/>
          <w:numId w:val="11"/>
        </w:numPr>
        <w:spacing w:before="0" w:after="0"/>
        <w:ind w:left="1077" w:hanging="357"/>
        <w:contextualSpacing w:val="0"/>
        <w:rPr>
          <w:sz w:val="22"/>
          <w:szCs w:val="22"/>
        </w:rPr>
      </w:pPr>
      <w:r w:rsidRPr="00107EB4">
        <w:rPr>
          <w:sz w:val="22"/>
          <w:szCs w:val="22"/>
        </w:rPr>
        <w:t>Three other rare plant species will be transplanted into new sites in the Wairoa Gorge conservation area, strengthening regional populations, as well as ensuring that the species persists in the Lee River catchment near the dam and reservoir site.</w:t>
      </w:r>
    </w:p>
    <w:p w:rsidR="00857E65" w:rsidRPr="00107EB4" w:rsidRDefault="00857E65" w:rsidP="00D94CD7">
      <w:pPr>
        <w:pStyle w:val="ListParagraph"/>
        <w:numPr>
          <w:ilvl w:val="0"/>
          <w:numId w:val="11"/>
        </w:numPr>
        <w:spacing w:before="0" w:after="0"/>
        <w:ind w:left="1077" w:hanging="357"/>
        <w:contextualSpacing w:val="0"/>
        <w:rPr>
          <w:sz w:val="22"/>
          <w:szCs w:val="22"/>
        </w:rPr>
      </w:pPr>
      <w:r w:rsidRPr="00107EB4">
        <w:rPr>
          <w:sz w:val="22"/>
          <w:szCs w:val="22"/>
        </w:rPr>
        <w:t>Restoration through native tree planting programmes to re-create extensive tracts of rare lowland alluvial native forest within the Waimea (</w:t>
      </w:r>
      <w:proofErr w:type="spellStart"/>
      <w:r w:rsidRPr="00107EB4">
        <w:rPr>
          <w:sz w:val="22"/>
          <w:szCs w:val="22"/>
        </w:rPr>
        <w:t>bermlands</w:t>
      </w:r>
      <w:proofErr w:type="spellEnd"/>
      <w:r w:rsidRPr="00107EB4">
        <w:rPr>
          <w:sz w:val="22"/>
          <w:szCs w:val="22"/>
        </w:rPr>
        <w:t>) Park.</w:t>
      </w:r>
    </w:p>
    <w:p w:rsidR="004956DC" w:rsidRPr="00107EB4" w:rsidRDefault="00857E65" w:rsidP="00D94CD7">
      <w:pPr>
        <w:pStyle w:val="ListParagraph"/>
        <w:numPr>
          <w:ilvl w:val="0"/>
          <w:numId w:val="11"/>
        </w:numPr>
        <w:spacing w:before="0" w:after="0"/>
        <w:ind w:left="1077" w:hanging="357"/>
        <w:contextualSpacing w:val="0"/>
        <w:rPr>
          <w:sz w:val="22"/>
          <w:szCs w:val="22"/>
        </w:rPr>
      </w:pPr>
      <w:r w:rsidRPr="00107EB4">
        <w:rPr>
          <w:sz w:val="22"/>
          <w:szCs w:val="22"/>
        </w:rPr>
        <w:t>Restoration of a nationally-rare freshwater coastal wetland on Rough Island, including improving protection o</w:t>
      </w:r>
      <w:r w:rsidR="00E70E9E" w:rsidRPr="00107EB4">
        <w:rPr>
          <w:sz w:val="22"/>
          <w:szCs w:val="22"/>
        </w:rPr>
        <w:t>f</w:t>
      </w:r>
      <w:r w:rsidRPr="00107EB4">
        <w:rPr>
          <w:sz w:val="22"/>
          <w:szCs w:val="22"/>
        </w:rPr>
        <w:t xml:space="preserve"> rare or uncommon plant species.</w:t>
      </w:r>
    </w:p>
    <w:p w:rsidR="004956DC" w:rsidRPr="00107EB4" w:rsidRDefault="004956DC" w:rsidP="00D94CD7">
      <w:pPr>
        <w:pStyle w:val="ListParagraph"/>
        <w:numPr>
          <w:ilvl w:val="0"/>
          <w:numId w:val="11"/>
        </w:numPr>
        <w:spacing w:before="0" w:after="0"/>
        <w:ind w:left="1077" w:hanging="357"/>
        <w:contextualSpacing w:val="0"/>
        <w:rPr>
          <w:sz w:val="22"/>
          <w:szCs w:val="22"/>
        </w:rPr>
      </w:pPr>
      <w:r w:rsidRPr="00107EB4">
        <w:rPr>
          <w:rFonts w:asciiTheme="minorHAnsi" w:hAnsiTheme="minorHAnsi"/>
          <w:color w:val="222222"/>
          <w:sz w:val="22"/>
          <w:szCs w:val="22"/>
          <w:shd w:val="clear" w:color="auto" w:fill="FFFFFF"/>
        </w:rPr>
        <w:t xml:space="preserve">Self-sustaining populations of scented broom and rock </w:t>
      </w:r>
      <w:proofErr w:type="spellStart"/>
      <w:r w:rsidRPr="00107EB4">
        <w:rPr>
          <w:rFonts w:asciiTheme="minorHAnsi" w:hAnsiTheme="minorHAnsi"/>
          <w:color w:val="222222"/>
          <w:sz w:val="22"/>
          <w:szCs w:val="22"/>
          <w:shd w:val="clear" w:color="auto" w:fill="FFFFFF"/>
        </w:rPr>
        <w:t>coprosma</w:t>
      </w:r>
      <w:proofErr w:type="spellEnd"/>
      <w:r w:rsidRPr="00107EB4">
        <w:rPr>
          <w:rFonts w:asciiTheme="minorHAnsi" w:hAnsiTheme="minorHAnsi"/>
          <w:color w:val="222222"/>
          <w:sz w:val="22"/>
          <w:szCs w:val="22"/>
          <w:shd w:val="clear" w:color="auto" w:fill="FFFFFF"/>
        </w:rPr>
        <w:t xml:space="preserve"> that will contribute to maintaining the genetic distinctiveness of regional populations.</w:t>
      </w:r>
    </w:p>
    <w:p w:rsidR="00D94CD7" w:rsidRPr="00107EB4" w:rsidRDefault="00D94CD7" w:rsidP="00D94CD7">
      <w:pPr>
        <w:pStyle w:val="ContentsHeadingLevel1"/>
        <w:rPr>
          <w:rFonts w:asciiTheme="minorHAnsi" w:hAnsiTheme="minorHAnsi"/>
          <w:sz w:val="22"/>
          <w:szCs w:val="22"/>
        </w:rPr>
      </w:pPr>
    </w:p>
    <w:p w:rsidR="00E154AC" w:rsidRPr="00107EB4" w:rsidRDefault="00E154AC" w:rsidP="00D94CD7">
      <w:pPr>
        <w:pStyle w:val="ContentsHeadingLevel1"/>
        <w:rPr>
          <w:rFonts w:asciiTheme="minorHAnsi" w:hAnsiTheme="minorHAnsi"/>
          <w:b w:val="0"/>
          <w:sz w:val="22"/>
          <w:szCs w:val="22"/>
        </w:rPr>
      </w:pPr>
      <w:r w:rsidRPr="00107EB4">
        <w:rPr>
          <w:rFonts w:asciiTheme="minorHAnsi" w:hAnsiTheme="minorHAnsi"/>
          <w:sz w:val="22"/>
          <w:szCs w:val="22"/>
        </w:rPr>
        <w:t>Pest Management</w:t>
      </w:r>
    </w:p>
    <w:p w:rsidR="003D44FB" w:rsidRPr="00107EB4" w:rsidRDefault="003D44FB" w:rsidP="00D94CD7">
      <w:pPr>
        <w:pStyle w:val="ListParagraph"/>
        <w:numPr>
          <w:ilvl w:val="0"/>
          <w:numId w:val="1"/>
        </w:numPr>
        <w:spacing w:before="0" w:after="0"/>
        <w:ind w:left="714" w:hanging="357"/>
        <w:contextualSpacing w:val="0"/>
        <w:rPr>
          <w:rFonts w:asciiTheme="minorHAnsi" w:hAnsiTheme="minorHAnsi"/>
          <w:sz w:val="22"/>
          <w:szCs w:val="22"/>
        </w:rPr>
      </w:pPr>
      <w:r w:rsidRPr="00107EB4">
        <w:rPr>
          <w:rFonts w:asciiTheme="minorHAnsi" w:hAnsiTheme="minorHAnsi"/>
          <w:sz w:val="22"/>
          <w:szCs w:val="22"/>
        </w:rPr>
        <w:t>Creation of a pest management area in the upper Wairoa Gorge in conjunction with DOC for the purpose of conserving and enhancing populations of a rare land snail (</w:t>
      </w:r>
      <w:proofErr w:type="spellStart"/>
      <w:r w:rsidRPr="00107EB4">
        <w:rPr>
          <w:rFonts w:asciiTheme="minorHAnsi" w:hAnsiTheme="minorHAnsi"/>
          <w:sz w:val="22"/>
          <w:szCs w:val="22"/>
        </w:rPr>
        <w:t>wainuia</w:t>
      </w:r>
      <w:proofErr w:type="spellEnd"/>
      <w:r w:rsidRPr="00107EB4">
        <w:rPr>
          <w:rFonts w:asciiTheme="minorHAnsi" w:hAnsiTheme="minorHAnsi"/>
          <w:sz w:val="22"/>
          <w:szCs w:val="22"/>
        </w:rPr>
        <w:t xml:space="preserve"> </w:t>
      </w:r>
      <w:proofErr w:type="spellStart"/>
      <w:r w:rsidRPr="00107EB4">
        <w:rPr>
          <w:rFonts w:asciiTheme="minorHAnsi" w:hAnsiTheme="minorHAnsi"/>
          <w:sz w:val="22"/>
          <w:szCs w:val="22"/>
        </w:rPr>
        <w:t>nasuta</w:t>
      </w:r>
      <w:proofErr w:type="spellEnd"/>
      <w:r w:rsidRPr="00107EB4">
        <w:rPr>
          <w:rFonts w:asciiTheme="minorHAnsi" w:hAnsiTheme="minorHAnsi"/>
          <w:sz w:val="22"/>
          <w:szCs w:val="22"/>
        </w:rPr>
        <w:t>).</w:t>
      </w:r>
    </w:p>
    <w:p w:rsidR="00857E65" w:rsidRPr="00107EB4" w:rsidRDefault="00857E65" w:rsidP="00D94CD7">
      <w:pPr>
        <w:pStyle w:val="ListParagraph"/>
        <w:numPr>
          <w:ilvl w:val="0"/>
          <w:numId w:val="1"/>
        </w:numPr>
        <w:spacing w:before="0" w:after="0"/>
        <w:ind w:left="714" w:hanging="357"/>
        <w:contextualSpacing w:val="0"/>
        <w:rPr>
          <w:rFonts w:asciiTheme="minorHAnsi" w:hAnsiTheme="minorHAnsi"/>
          <w:sz w:val="22"/>
          <w:szCs w:val="22"/>
        </w:rPr>
      </w:pPr>
      <w:r w:rsidRPr="00107EB4">
        <w:rPr>
          <w:rFonts w:asciiTheme="minorHAnsi" w:hAnsiTheme="minorHAnsi"/>
          <w:sz w:val="22"/>
          <w:szCs w:val="22"/>
        </w:rPr>
        <w:t>Significant investment into weed control in the upper Wairoa Gorge conservation area where efforts to halt the spread of the invasive vine Old Man’s Beard will enable native forest to regenerate and improve the long-term resilience of native ecosystems covering many hundreds of hectares.</w:t>
      </w:r>
    </w:p>
    <w:p w:rsidR="00D94CD7" w:rsidRPr="00107EB4" w:rsidRDefault="00D94CD7" w:rsidP="00D94CD7">
      <w:pPr>
        <w:spacing w:after="0" w:line="240" w:lineRule="auto"/>
        <w:rPr>
          <w:b/>
        </w:rPr>
      </w:pPr>
    </w:p>
    <w:p w:rsidR="00F932A9" w:rsidRPr="00107EB4" w:rsidRDefault="00F932A9" w:rsidP="00D94CD7">
      <w:pPr>
        <w:spacing w:after="0" w:line="240" w:lineRule="auto"/>
        <w:rPr>
          <w:b/>
        </w:rPr>
      </w:pPr>
      <w:r w:rsidRPr="00107EB4">
        <w:rPr>
          <w:b/>
        </w:rPr>
        <w:t>Ecological Benefits</w:t>
      </w:r>
    </w:p>
    <w:p w:rsidR="004956DC" w:rsidRPr="00107EB4" w:rsidRDefault="004956DC" w:rsidP="00D94CD7">
      <w:pPr>
        <w:pStyle w:val="ContentsHeadingLevel1"/>
        <w:numPr>
          <w:ilvl w:val="0"/>
          <w:numId w:val="9"/>
        </w:numPr>
        <w:rPr>
          <w:rFonts w:asciiTheme="minorHAnsi" w:hAnsiTheme="minorHAnsi"/>
          <w:b w:val="0"/>
          <w:sz w:val="22"/>
          <w:szCs w:val="22"/>
        </w:rPr>
      </w:pPr>
      <w:r w:rsidRPr="00107EB4">
        <w:rPr>
          <w:rFonts w:asciiTheme="minorHAnsi" w:hAnsiTheme="minorHAnsi"/>
          <w:b w:val="0"/>
          <w:color w:val="222222"/>
          <w:sz w:val="22"/>
          <w:szCs w:val="22"/>
          <w:shd w:val="clear" w:color="auto" w:fill="FFFFFF"/>
        </w:rPr>
        <w:t xml:space="preserve">Effective on-the-ground habitat restoration and protection of streams, river margins and wetlands that contribute towards sustaining and improving the Tasman </w:t>
      </w:r>
      <w:r w:rsidR="00E70E9E" w:rsidRPr="00107EB4">
        <w:rPr>
          <w:rFonts w:asciiTheme="minorHAnsi" w:hAnsiTheme="minorHAnsi"/>
          <w:b w:val="0"/>
          <w:color w:val="222222"/>
          <w:sz w:val="22"/>
          <w:szCs w:val="22"/>
          <w:shd w:val="clear" w:color="auto" w:fill="FFFFFF"/>
        </w:rPr>
        <w:t xml:space="preserve">district </w:t>
      </w:r>
      <w:r w:rsidRPr="00107EB4">
        <w:rPr>
          <w:rFonts w:asciiTheme="minorHAnsi" w:hAnsiTheme="minorHAnsi"/>
          <w:b w:val="0"/>
          <w:color w:val="222222"/>
          <w:sz w:val="22"/>
          <w:szCs w:val="22"/>
          <w:shd w:val="clear" w:color="auto" w:fill="FFFFFF"/>
        </w:rPr>
        <w:t>ecological distinctiveness.</w:t>
      </w:r>
    </w:p>
    <w:p w:rsidR="00F932A9" w:rsidRPr="00107EB4" w:rsidRDefault="00F932A9" w:rsidP="00D94CD7">
      <w:pPr>
        <w:pStyle w:val="ListParagraph"/>
        <w:numPr>
          <w:ilvl w:val="0"/>
          <w:numId w:val="9"/>
        </w:numPr>
        <w:spacing w:before="0" w:after="0"/>
        <w:contextualSpacing w:val="0"/>
        <w:rPr>
          <w:sz w:val="22"/>
          <w:szCs w:val="22"/>
        </w:rPr>
      </w:pPr>
      <w:r w:rsidRPr="00107EB4">
        <w:rPr>
          <w:sz w:val="22"/>
          <w:szCs w:val="22"/>
        </w:rPr>
        <w:t xml:space="preserve">An aquatic ecology report from Cawthron Institute (2009) predicted a positive net effect for adult trout, small trout, eels, </w:t>
      </w:r>
      <w:proofErr w:type="spellStart"/>
      <w:r w:rsidRPr="00107EB4">
        <w:rPr>
          <w:sz w:val="22"/>
          <w:szCs w:val="22"/>
        </w:rPr>
        <w:t>torrentfish</w:t>
      </w:r>
      <w:proofErr w:type="spellEnd"/>
      <w:r w:rsidRPr="00107EB4">
        <w:rPr>
          <w:sz w:val="22"/>
          <w:szCs w:val="22"/>
        </w:rPr>
        <w:t xml:space="preserve">, </w:t>
      </w:r>
      <w:proofErr w:type="spellStart"/>
      <w:r w:rsidRPr="00107EB4">
        <w:rPr>
          <w:sz w:val="22"/>
          <w:szCs w:val="22"/>
        </w:rPr>
        <w:t>koaro</w:t>
      </w:r>
      <w:proofErr w:type="spellEnd"/>
      <w:r w:rsidRPr="00107EB4">
        <w:rPr>
          <w:sz w:val="22"/>
          <w:szCs w:val="22"/>
        </w:rPr>
        <w:t>, upland bully and food producing habitat” primarily in response to the increased minimum flows.</w:t>
      </w:r>
    </w:p>
    <w:p w:rsidR="00F836CD" w:rsidRPr="00107EB4" w:rsidRDefault="003009EC" w:rsidP="00D94CD7">
      <w:pPr>
        <w:pStyle w:val="Answer"/>
        <w:numPr>
          <w:ilvl w:val="0"/>
          <w:numId w:val="9"/>
        </w:numPr>
        <w:spacing w:before="0" w:after="0"/>
        <w:ind w:left="714" w:hanging="357"/>
        <w:rPr>
          <w:rFonts w:asciiTheme="minorHAnsi" w:hAnsiTheme="minorHAnsi"/>
          <w:sz w:val="22"/>
          <w:szCs w:val="22"/>
        </w:rPr>
      </w:pPr>
      <w:r w:rsidRPr="00107EB4">
        <w:rPr>
          <w:rFonts w:asciiTheme="minorHAnsi" w:hAnsiTheme="minorHAnsi"/>
          <w:color w:val="222222"/>
          <w:sz w:val="22"/>
          <w:szCs w:val="22"/>
          <w:shd w:val="clear" w:color="auto" w:fill="FFFFFF"/>
        </w:rPr>
        <w:t>Protection and restoration of riverine and coastal native ecosystems that will contribute to the conservation of threatened ecosystems and species of the Tasman region.</w:t>
      </w:r>
    </w:p>
    <w:p w:rsidR="003009EC" w:rsidRPr="00107EB4" w:rsidRDefault="00F836CD" w:rsidP="00D94CD7">
      <w:pPr>
        <w:pStyle w:val="Answer"/>
        <w:numPr>
          <w:ilvl w:val="0"/>
          <w:numId w:val="9"/>
        </w:numPr>
        <w:spacing w:before="0" w:after="0"/>
        <w:ind w:left="714" w:hanging="357"/>
        <w:rPr>
          <w:rFonts w:asciiTheme="minorHAnsi" w:hAnsiTheme="minorHAnsi"/>
          <w:sz w:val="22"/>
          <w:szCs w:val="22"/>
        </w:rPr>
      </w:pPr>
      <w:r w:rsidRPr="00107EB4">
        <w:rPr>
          <w:rFonts w:asciiTheme="minorHAnsi" w:hAnsiTheme="minorHAnsi"/>
          <w:color w:val="222222"/>
          <w:sz w:val="22"/>
          <w:szCs w:val="22"/>
          <w:shd w:val="clear" w:color="auto" w:fill="FFFFFF"/>
        </w:rPr>
        <w:t>Enhanced flow mitigates the risk of s</w:t>
      </w:r>
      <w:r w:rsidRPr="00107EB4">
        <w:rPr>
          <w:sz w:val="22"/>
          <w:szCs w:val="22"/>
        </w:rPr>
        <w:t>alt inundation which can irreparably damage aquifers and coastal springs.</w:t>
      </w:r>
    </w:p>
    <w:p w:rsidR="00D94CD7" w:rsidRPr="00107EB4" w:rsidRDefault="00D94CD7" w:rsidP="00D94CD7">
      <w:pPr>
        <w:pStyle w:val="Answer"/>
        <w:spacing w:before="0" w:after="0"/>
        <w:rPr>
          <w:rFonts w:asciiTheme="minorHAnsi" w:hAnsiTheme="minorHAnsi"/>
          <w:b/>
          <w:color w:val="222222"/>
          <w:sz w:val="22"/>
          <w:szCs w:val="22"/>
          <w:shd w:val="clear" w:color="auto" w:fill="FFFFFF"/>
        </w:rPr>
      </w:pPr>
    </w:p>
    <w:p w:rsidR="00353983" w:rsidRPr="00107EB4" w:rsidRDefault="000E4F92" w:rsidP="00D94CD7">
      <w:pPr>
        <w:pStyle w:val="Answer"/>
        <w:spacing w:before="0" w:after="0"/>
        <w:rPr>
          <w:rFonts w:cs="Arial"/>
          <w:b/>
          <w:sz w:val="22"/>
          <w:szCs w:val="22"/>
        </w:rPr>
      </w:pPr>
      <w:r w:rsidRPr="00107EB4">
        <w:rPr>
          <w:rFonts w:asciiTheme="minorHAnsi" w:hAnsiTheme="minorHAnsi"/>
          <w:b/>
          <w:color w:val="222222"/>
          <w:sz w:val="22"/>
          <w:szCs w:val="22"/>
          <w:shd w:val="clear" w:color="auto" w:fill="FFFFFF"/>
        </w:rPr>
        <w:t>Env</w:t>
      </w:r>
      <w:r w:rsidRPr="00107EB4">
        <w:rPr>
          <w:rFonts w:cs="Arial"/>
          <w:b/>
          <w:sz w:val="22"/>
          <w:szCs w:val="22"/>
        </w:rPr>
        <w:t>ironmental Risks Avoided</w:t>
      </w:r>
    </w:p>
    <w:p w:rsidR="00353983" w:rsidRPr="00107EB4" w:rsidRDefault="00034231" w:rsidP="00D94CD7">
      <w:pPr>
        <w:pStyle w:val="Answer"/>
        <w:numPr>
          <w:ilvl w:val="0"/>
          <w:numId w:val="9"/>
        </w:numPr>
        <w:spacing w:before="0" w:after="0"/>
        <w:ind w:left="714" w:hanging="357"/>
        <w:rPr>
          <w:rFonts w:asciiTheme="minorHAnsi" w:hAnsiTheme="minorHAnsi"/>
          <w:color w:val="000000"/>
          <w:sz w:val="22"/>
          <w:szCs w:val="22"/>
        </w:rPr>
      </w:pPr>
      <w:r>
        <w:rPr>
          <w:rFonts w:asciiTheme="minorHAnsi" w:hAnsiTheme="minorHAnsi"/>
          <w:color w:val="000000"/>
          <w:sz w:val="22"/>
          <w:szCs w:val="22"/>
        </w:rPr>
        <w:t>N</w:t>
      </w:r>
      <w:r w:rsidR="000E4F92" w:rsidRPr="00107EB4">
        <w:rPr>
          <w:rFonts w:asciiTheme="minorHAnsi" w:hAnsiTheme="minorHAnsi"/>
          <w:color w:val="000000"/>
          <w:sz w:val="22"/>
          <w:szCs w:val="22"/>
        </w:rPr>
        <w:t xml:space="preserve">o </w:t>
      </w:r>
      <w:r w:rsidR="00353983" w:rsidRPr="00107EB4">
        <w:rPr>
          <w:rFonts w:asciiTheme="minorHAnsi" w:hAnsiTheme="minorHAnsi"/>
          <w:color w:val="000000"/>
          <w:sz w:val="22"/>
          <w:szCs w:val="22"/>
        </w:rPr>
        <w:t>conversions to dairy are anticipated due to issues with availability of adequate land parcels and the high price of land on the Plains that makes dairying uneconomic</w:t>
      </w:r>
      <w:r w:rsidR="000E4F92" w:rsidRPr="00107EB4">
        <w:rPr>
          <w:rFonts w:asciiTheme="minorHAnsi" w:hAnsiTheme="minorHAnsi"/>
          <w:color w:val="000000"/>
          <w:sz w:val="22"/>
          <w:szCs w:val="22"/>
        </w:rPr>
        <w:t xml:space="preserve"> (there are only two herds left)</w:t>
      </w:r>
      <w:r w:rsidR="00353983" w:rsidRPr="00107EB4">
        <w:rPr>
          <w:rFonts w:asciiTheme="minorHAnsi" w:hAnsiTheme="minorHAnsi"/>
          <w:color w:val="000000"/>
          <w:sz w:val="22"/>
          <w:szCs w:val="22"/>
        </w:rPr>
        <w:t>.</w:t>
      </w:r>
      <w:r w:rsidR="000E4F92" w:rsidRPr="00107EB4">
        <w:rPr>
          <w:rFonts w:asciiTheme="minorHAnsi" w:hAnsiTheme="minorHAnsi"/>
          <w:color w:val="000000"/>
          <w:sz w:val="22"/>
          <w:szCs w:val="22"/>
        </w:rPr>
        <w:t xml:space="preserve">  The soils and climate of the Waimea Plains are best suited to horticulture and market gardening.</w:t>
      </w:r>
    </w:p>
    <w:p w:rsidR="00D94CD7" w:rsidRPr="00107EB4" w:rsidRDefault="00D94CD7" w:rsidP="00D94CD7">
      <w:pPr>
        <w:spacing w:after="0" w:line="240" w:lineRule="auto"/>
        <w:rPr>
          <w:rFonts w:cs="Arial"/>
          <w:b/>
        </w:rPr>
      </w:pPr>
    </w:p>
    <w:p w:rsidR="000E4F92" w:rsidRPr="00107EB4" w:rsidRDefault="00D94CD7" w:rsidP="00D94CD7">
      <w:pPr>
        <w:pStyle w:val="Answer"/>
        <w:spacing w:before="0" w:after="0"/>
        <w:rPr>
          <w:rFonts w:asciiTheme="minorHAnsi" w:hAnsiTheme="minorHAnsi"/>
          <w:b/>
          <w:sz w:val="22"/>
          <w:szCs w:val="22"/>
        </w:rPr>
      </w:pPr>
      <w:r w:rsidRPr="00107EB4">
        <w:rPr>
          <w:rFonts w:asciiTheme="minorHAnsi" w:hAnsiTheme="minorHAnsi"/>
          <w:b/>
          <w:sz w:val="22"/>
          <w:szCs w:val="22"/>
        </w:rPr>
        <w:t>Over-allocation</w:t>
      </w:r>
    </w:p>
    <w:p w:rsidR="00D94CD7" w:rsidRPr="00107EB4" w:rsidRDefault="00B472DD" w:rsidP="00D94CD7">
      <w:pPr>
        <w:pStyle w:val="Answer"/>
        <w:numPr>
          <w:ilvl w:val="0"/>
          <w:numId w:val="14"/>
        </w:numPr>
        <w:spacing w:before="0" w:after="0"/>
        <w:rPr>
          <w:sz w:val="22"/>
          <w:szCs w:val="22"/>
        </w:rPr>
      </w:pPr>
      <w:r w:rsidRPr="00107EB4">
        <w:rPr>
          <w:sz w:val="22"/>
          <w:szCs w:val="22"/>
        </w:rPr>
        <w:t>With the benefit of extensive research and analysis to understand the groundwater system, the water resource is now known to be over-allocated</w:t>
      </w:r>
      <w:r w:rsidR="00D94CD7" w:rsidRPr="00107EB4">
        <w:rPr>
          <w:sz w:val="22"/>
          <w:szCs w:val="22"/>
        </w:rPr>
        <w:t>.</w:t>
      </w:r>
    </w:p>
    <w:p w:rsidR="001B78FF" w:rsidRPr="00107EB4" w:rsidRDefault="00F24A0E" w:rsidP="00D94CD7">
      <w:pPr>
        <w:pStyle w:val="Answer"/>
        <w:numPr>
          <w:ilvl w:val="0"/>
          <w:numId w:val="14"/>
        </w:numPr>
        <w:spacing w:before="0" w:after="0"/>
        <w:rPr>
          <w:sz w:val="22"/>
          <w:szCs w:val="22"/>
        </w:rPr>
      </w:pPr>
      <w:r w:rsidRPr="00107EB4">
        <w:rPr>
          <w:rFonts w:asciiTheme="minorHAnsi" w:hAnsiTheme="minorHAnsi"/>
          <w:sz w:val="22"/>
          <w:szCs w:val="22"/>
        </w:rPr>
        <w:t xml:space="preserve">Since 2001 when an extreme drought was experienced, crop changes </w:t>
      </w:r>
      <w:r w:rsidRPr="00107EB4">
        <w:rPr>
          <w:sz w:val="22"/>
          <w:szCs w:val="22"/>
        </w:rPr>
        <w:t>that require less water, water metering and enhanced management practices and conservation measures have been adopted along with significant seasonal water rationing and limits on urban expansion.</w:t>
      </w:r>
    </w:p>
    <w:p w:rsidR="00283467" w:rsidRDefault="00F24A0E" w:rsidP="00D94CD7">
      <w:pPr>
        <w:pStyle w:val="Answer"/>
        <w:numPr>
          <w:ilvl w:val="0"/>
          <w:numId w:val="14"/>
        </w:numPr>
        <w:spacing w:before="0" w:after="0"/>
        <w:rPr>
          <w:sz w:val="22"/>
          <w:szCs w:val="22"/>
        </w:rPr>
      </w:pPr>
      <w:r w:rsidRPr="00107EB4">
        <w:rPr>
          <w:sz w:val="22"/>
          <w:szCs w:val="22"/>
        </w:rPr>
        <w:t>All 329 water permits are currently being reviewed but the suite of changes has not been sufficient to address the full extent of over-allocation including negative impacts on in-stream values, reliability of water supply, the risk of saltwater intrusion, constraints on growth and the on-going economic viability of the primary and down-stream industries on the Waimea Plains.</w:t>
      </w:r>
    </w:p>
    <w:p w:rsidR="00914907" w:rsidRDefault="00283467" w:rsidP="00D94CD7">
      <w:pPr>
        <w:pStyle w:val="Answer"/>
        <w:numPr>
          <w:ilvl w:val="0"/>
          <w:numId w:val="14"/>
        </w:numPr>
        <w:spacing w:before="0" w:after="0"/>
        <w:rPr>
          <w:sz w:val="22"/>
          <w:szCs w:val="22"/>
        </w:rPr>
      </w:pPr>
      <w:r>
        <w:rPr>
          <w:sz w:val="22"/>
          <w:szCs w:val="22"/>
        </w:rPr>
        <w:t>The</w:t>
      </w:r>
      <w:r w:rsidR="00D94CD7" w:rsidRPr="00107EB4">
        <w:rPr>
          <w:sz w:val="22"/>
          <w:szCs w:val="22"/>
        </w:rPr>
        <w:t xml:space="preserve"> measures</w:t>
      </w:r>
      <w:r w:rsidR="00F24A0E" w:rsidRPr="00107EB4">
        <w:rPr>
          <w:sz w:val="22"/>
          <w:szCs w:val="22"/>
        </w:rPr>
        <w:t xml:space="preserve"> </w:t>
      </w:r>
      <w:r>
        <w:rPr>
          <w:sz w:val="22"/>
          <w:szCs w:val="22"/>
        </w:rPr>
        <w:t>are also in</w:t>
      </w:r>
      <w:r w:rsidR="00F24A0E" w:rsidRPr="00107EB4">
        <w:rPr>
          <w:sz w:val="22"/>
          <w:szCs w:val="22"/>
        </w:rPr>
        <w:t xml:space="preserve">sufficient to address the National Policy Statement for Freshwater Management objectives or </w:t>
      </w:r>
      <w:r w:rsidR="008671D9">
        <w:rPr>
          <w:sz w:val="22"/>
          <w:szCs w:val="22"/>
        </w:rPr>
        <w:t xml:space="preserve">the </w:t>
      </w:r>
      <w:r w:rsidR="00F24A0E" w:rsidRPr="00107EB4">
        <w:rPr>
          <w:sz w:val="22"/>
          <w:szCs w:val="22"/>
        </w:rPr>
        <w:t>rule changes within the Tasman Resource Management Plan</w:t>
      </w:r>
      <w:r w:rsidR="008671D9">
        <w:rPr>
          <w:sz w:val="22"/>
          <w:szCs w:val="22"/>
        </w:rPr>
        <w:t xml:space="preserve"> </w:t>
      </w:r>
      <w:r w:rsidR="00D94CD7" w:rsidRPr="00107EB4">
        <w:rPr>
          <w:sz w:val="22"/>
          <w:szCs w:val="22"/>
        </w:rPr>
        <w:t xml:space="preserve">implemented </w:t>
      </w:r>
      <w:r w:rsidR="00F24A0E" w:rsidRPr="00107EB4">
        <w:rPr>
          <w:sz w:val="22"/>
          <w:szCs w:val="22"/>
        </w:rPr>
        <w:t xml:space="preserve">to reduce </w:t>
      </w:r>
      <w:r w:rsidR="008671D9">
        <w:rPr>
          <w:sz w:val="22"/>
          <w:szCs w:val="22"/>
        </w:rPr>
        <w:t xml:space="preserve">the </w:t>
      </w:r>
      <w:r w:rsidR="00F24A0E" w:rsidRPr="00107EB4">
        <w:rPr>
          <w:sz w:val="22"/>
          <w:szCs w:val="22"/>
        </w:rPr>
        <w:t>historic over-allocation.</w:t>
      </w:r>
    </w:p>
    <w:p w:rsidR="001026D9" w:rsidRDefault="001026D9" w:rsidP="001026D9">
      <w:pPr>
        <w:spacing w:after="0" w:line="240" w:lineRule="auto"/>
        <w:rPr>
          <w:rFonts w:cs="Arial"/>
          <w:b/>
        </w:rPr>
      </w:pPr>
    </w:p>
    <w:p w:rsidR="001026D9" w:rsidRPr="00107EB4" w:rsidRDefault="001026D9" w:rsidP="001026D9">
      <w:pPr>
        <w:spacing w:after="0" w:line="240" w:lineRule="auto"/>
        <w:rPr>
          <w:rFonts w:cs="Arial"/>
        </w:rPr>
      </w:pPr>
      <w:r w:rsidRPr="00107EB4">
        <w:rPr>
          <w:rFonts w:cs="Arial"/>
          <w:b/>
        </w:rPr>
        <w:t>Capital Cost Apportionment</w:t>
      </w:r>
    </w:p>
    <w:p w:rsidR="007F6356" w:rsidRPr="007F6356" w:rsidRDefault="007F6356" w:rsidP="007F6356">
      <w:pPr>
        <w:pStyle w:val="ListParagraph"/>
        <w:numPr>
          <w:ilvl w:val="0"/>
          <w:numId w:val="9"/>
        </w:numPr>
        <w:rPr>
          <w:sz w:val="22"/>
          <w:szCs w:val="22"/>
        </w:rPr>
      </w:pPr>
      <w:r w:rsidRPr="007F6356">
        <w:rPr>
          <w:sz w:val="22"/>
          <w:szCs w:val="22"/>
        </w:rPr>
        <w:t>The budgeted capital cost of $75m as mentioned in the application can be explained as follows</w:t>
      </w:r>
    </w:p>
    <w:p w:rsidR="007F6356" w:rsidRPr="007F6356" w:rsidRDefault="007F6356" w:rsidP="007F6356">
      <w:pPr>
        <w:pStyle w:val="ListParagraph"/>
        <w:spacing w:after="0"/>
        <w:ind w:left="1440"/>
        <w:rPr>
          <w:sz w:val="22"/>
          <w:szCs w:val="22"/>
        </w:rPr>
      </w:pPr>
      <w:r w:rsidRPr="007F6356">
        <w:rPr>
          <w:sz w:val="22"/>
          <w:szCs w:val="22"/>
        </w:rPr>
        <w:t>Irrigation component (52%) = $39m</w:t>
      </w:r>
    </w:p>
    <w:p w:rsidR="007F6356" w:rsidRPr="007F6356" w:rsidRDefault="007F6356" w:rsidP="007F6356">
      <w:pPr>
        <w:pStyle w:val="ListParagraph"/>
        <w:spacing w:after="0"/>
        <w:ind w:left="1440"/>
        <w:rPr>
          <w:sz w:val="22"/>
          <w:szCs w:val="22"/>
        </w:rPr>
      </w:pPr>
      <w:r w:rsidRPr="007F6356">
        <w:rPr>
          <w:sz w:val="22"/>
          <w:szCs w:val="22"/>
        </w:rPr>
        <w:t>Urban supply (18%) = $13.5m</w:t>
      </w:r>
    </w:p>
    <w:p w:rsidR="007F6356" w:rsidRPr="007F6356" w:rsidRDefault="007F6356" w:rsidP="007F6356">
      <w:pPr>
        <w:pStyle w:val="ListParagraph"/>
        <w:spacing w:after="0"/>
        <w:ind w:left="1440"/>
        <w:rPr>
          <w:sz w:val="22"/>
          <w:szCs w:val="22"/>
        </w:rPr>
      </w:pPr>
      <w:r w:rsidRPr="007F6356">
        <w:rPr>
          <w:sz w:val="22"/>
          <w:szCs w:val="22"/>
        </w:rPr>
        <w:t>Environmental Flow/public good (30%) = $22.5m</w:t>
      </w:r>
    </w:p>
    <w:p w:rsidR="00BA7086" w:rsidRPr="007F6356" w:rsidRDefault="007F6356" w:rsidP="007F6356">
      <w:pPr>
        <w:pStyle w:val="Answer"/>
        <w:numPr>
          <w:ilvl w:val="0"/>
          <w:numId w:val="9"/>
        </w:numPr>
        <w:spacing w:before="0" w:after="0"/>
        <w:ind w:left="714" w:hanging="357"/>
        <w:rPr>
          <w:sz w:val="22"/>
          <w:szCs w:val="22"/>
        </w:rPr>
      </w:pPr>
      <w:r w:rsidRPr="007F6356">
        <w:rPr>
          <w:sz w:val="22"/>
          <w:szCs w:val="22"/>
        </w:rPr>
        <w:t xml:space="preserve">The $22.5 million to fund the environmental and public good benefits of the dam capacity includes capitalised costs of about $1.76m for biodiversity </w:t>
      </w:r>
      <w:r w:rsidRPr="007F6356">
        <w:rPr>
          <w:sz w:val="22"/>
          <w:szCs w:val="22"/>
        </w:rPr>
        <w:t>enhancements</w:t>
      </w:r>
      <w:r w:rsidRPr="007F6356">
        <w:rPr>
          <w:sz w:val="22"/>
          <w:szCs w:val="22"/>
        </w:rPr>
        <w:t xml:space="preserve"> encoded into the resource consent for the augmentation dam.  This includes tree planting/habitat improvement ($1,197,000), pest management ($483,000), and biodiversity enhancement planning ($80,000).  </w:t>
      </w:r>
      <w:r w:rsidR="001026D9" w:rsidRPr="007F6356">
        <w:rPr>
          <w:sz w:val="22"/>
          <w:szCs w:val="22"/>
        </w:rPr>
        <w:t xml:space="preserve"> </w:t>
      </w:r>
    </w:p>
    <w:p w:rsidR="00BA7086" w:rsidRPr="007F6356" w:rsidRDefault="001026D9" w:rsidP="001026D9">
      <w:pPr>
        <w:pStyle w:val="Answer"/>
        <w:numPr>
          <w:ilvl w:val="0"/>
          <w:numId w:val="9"/>
        </w:numPr>
        <w:spacing w:before="0" w:after="0"/>
        <w:ind w:left="714" w:hanging="357"/>
        <w:rPr>
          <w:sz w:val="22"/>
          <w:szCs w:val="22"/>
        </w:rPr>
      </w:pPr>
      <w:r w:rsidRPr="007F6356">
        <w:rPr>
          <w:sz w:val="22"/>
          <w:szCs w:val="22"/>
        </w:rPr>
        <w:t xml:space="preserve">There are also environmental benefits that will be funded through operational and maintenance costs that will not occur if there is not </w:t>
      </w:r>
      <w:r w:rsidR="00BA7086" w:rsidRPr="007F6356">
        <w:rPr>
          <w:sz w:val="22"/>
          <w:szCs w:val="22"/>
        </w:rPr>
        <w:t>a water augmentation solution.</w:t>
      </w:r>
    </w:p>
    <w:p w:rsidR="00BA7086" w:rsidRPr="007F6356" w:rsidRDefault="00BA7086" w:rsidP="001026D9">
      <w:pPr>
        <w:pStyle w:val="Answer"/>
        <w:numPr>
          <w:ilvl w:val="0"/>
          <w:numId w:val="9"/>
        </w:numPr>
        <w:spacing w:before="0" w:after="0"/>
        <w:ind w:left="714" w:hanging="357"/>
        <w:rPr>
          <w:sz w:val="22"/>
          <w:szCs w:val="22"/>
        </w:rPr>
      </w:pPr>
      <w:r w:rsidRPr="007F6356">
        <w:rPr>
          <w:sz w:val="22"/>
          <w:szCs w:val="22"/>
        </w:rPr>
        <w:t xml:space="preserve">Of the $22.5 million, Council has $14 million provided for within the 2015-2025 Long Term Plan, but one-third ($7 million) of the environmental benefits remain unfunded and is the subject of this application. </w:t>
      </w:r>
    </w:p>
    <w:p w:rsidR="001026D9" w:rsidRPr="00107EB4" w:rsidRDefault="001026D9" w:rsidP="001026D9">
      <w:pPr>
        <w:pStyle w:val="Answer"/>
        <w:spacing w:before="0" w:after="0"/>
        <w:rPr>
          <w:sz w:val="22"/>
          <w:szCs w:val="22"/>
        </w:rPr>
      </w:pPr>
    </w:p>
    <w:sectPr w:rsidR="001026D9" w:rsidRPr="00107EB4" w:rsidSect="00C6794D">
      <w:pgSz w:w="11906" w:h="16838"/>
      <w:pgMar w:top="1134" w:right="992"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D24"/>
    <w:multiLevelType w:val="hybridMultilevel"/>
    <w:tmpl w:val="877AE8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C5371A4"/>
    <w:multiLevelType w:val="hybridMultilevel"/>
    <w:tmpl w:val="E59673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FA736D4"/>
    <w:multiLevelType w:val="hybridMultilevel"/>
    <w:tmpl w:val="5E288CE4"/>
    <w:lvl w:ilvl="0" w:tplc="14090001">
      <w:start w:val="1"/>
      <w:numFmt w:val="bullet"/>
      <w:lvlText w:val=""/>
      <w:lvlJc w:val="left"/>
      <w:pPr>
        <w:ind w:left="720" w:hanging="360"/>
      </w:pPr>
      <w:rPr>
        <w:rFonts w:ascii="Symbol" w:hAnsi="Symbol" w:hint="default"/>
      </w:rPr>
    </w:lvl>
    <w:lvl w:ilvl="1" w:tplc="A914E686">
      <w:start w:val="1"/>
      <w:numFmt w:val="bullet"/>
      <w:lvlText w:val="-"/>
      <w:lvlJc w:val="left"/>
      <w:pPr>
        <w:ind w:left="1440" w:hanging="360"/>
      </w:pPr>
      <w:rPr>
        <w:rFonts w:ascii="Calibri" w:eastAsiaTheme="minorHAnsi" w:hAnsi="Calibri" w:cstheme="minorBid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5A225D"/>
    <w:multiLevelType w:val="hybridMultilevel"/>
    <w:tmpl w:val="9ABCA0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2E827205"/>
    <w:multiLevelType w:val="hybridMultilevel"/>
    <w:tmpl w:val="FF9A619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360" w:hanging="360"/>
      </w:pPr>
      <w:rPr>
        <w:rFonts w:ascii="Courier New" w:hAnsi="Courier New" w:cs="Courier New" w:hint="default"/>
      </w:rPr>
    </w:lvl>
    <w:lvl w:ilvl="2" w:tplc="14090005" w:tentative="1">
      <w:start w:val="1"/>
      <w:numFmt w:val="bullet"/>
      <w:lvlText w:val=""/>
      <w:lvlJc w:val="left"/>
      <w:pPr>
        <w:ind w:left="1080" w:hanging="360"/>
      </w:pPr>
      <w:rPr>
        <w:rFonts w:ascii="Wingdings" w:hAnsi="Wingdings" w:hint="default"/>
      </w:rPr>
    </w:lvl>
    <w:lvl w:ilvl="3" w:tplc="14090001" w:tentative="1">
      <w:start w:val="1"/>
      <w:numFmt w:val="bullet"/>
      <w:lvlText w:val=""/>
      <w:lvlJc w:val="left"/>
      <w:pPr>
        <w:ind w:left="1800" w:hanging="360"/>
      </w:pPr>
      <w:rPr>
        <w:rFonts w:ascii="Symbol" w:hAnsi="Symbol" w:hint="default"/>
      </w:rPr>
    </w:lvl>
    <w:lvl w:ilvl="4" w:tplc="14090003" w:tentative="1">
      <w:start w:val="1"/>
      <w:numFmt w:val="bullet"/>
      <w:lvlText w:val="o"/>
      <w:lvlJc w:val="left"/>
      <w:pPr>
        <w:ind w:left="2520" w:hanging="360"/>
      </w:pPr>
      <w:rPr>
        <w:rFonts w:ascii="Courier New" w:hAnsi="Courier New" w:cs="Courier New" w:hint="default"/>
      </w:rPr>
    </w:lvl>
    <w:lvl w:ilvl="5" w:tplc="14090005" w:tentative="1">
      <w:start w:val="1"/>
      <w:numFmt w:val="bullet"/>
      <w:lvlText w:val=""/>
      <w:lvlJc w:val="left"/>
      <w:pPr>
        <w:ind w:left="3240" w:hanging="360"/>
      </w:pPr>
      <w:rPr>
        <w:rFonts w:ascii="Wingdings" w:hAnsi="Wingdings" w:hint="default"/>
      </w:rPr>
    </w:lvl>
    <w:lvl w:ilvl="6" w:tplc="14090001" w:tentative="1">
      <w:start w:val="1"/>
      <w:numFmt w:val="bullet"/>
      <w:lvlText w:val=""/>
      <w:lvlJc w:val="left"/>
      <w:pPr>
        <w:ind w:left="3960" w:hanging="360"/>
      </w:pPr>
      <w:rPr>
        <w:rFonts w:ascii="Symbol" w:hAnsi="Symbol" w:hint="default"/>
      </w:rPr>
    </w:lvl>
    <w:lvl w:ilvl="7" w:tplc="14090003" w:tentative="1">
      <w:start w:val="1"/>
      <w:numFmt w:val="bullet"/>
      <w:lvlText w:val="o"/>
      <w:lvlJc w:val="left"/>
      <w:pPr>
        <w:ind w:left="4680" w:hanging="360"/>
      </w:pPr>
      <w:rPr>
        <w:rFonts w:ascii="Courier New" w:hAnsi="Courier New" w:cs="Courier New" w:hint="default"/>
      </w:rPr>
    </w:lvl>
    <w:lvl w:ilvl="8" w:tplc="14090005" w:tentative="1">
      <w:start w:val="1"/>
      <w:numFmt w:val="bullet"/>
      <w:lvlText w:val=""/>
      <w:lvlJc w:val="left"/>
      <w:pPr>
        <w:ind w:left="5400" w:hanging="360"/>
      </w:pPr>
      <w:rPr>
        <w:rFonts w:ascii="Wingdings" w:hAnsi="Wingdings" w:hint="default"/>
      </w:rPr>
    </w:lvl>
  </w:abstractNum>
  <w:abstractNum w:abstractNumId="5" w15:restartNumberingAfterBreak="0">
    <w:nsid w:val="3BAD2612"/>
    <w:multiLevelType w:val="hybridMultilevel"/>
    <w:tmpl w:val="78E0CA26"/>
    <w:lvl w:ilvl="0" w:tplc="08BEA1E6">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44274AC1"/>
    <w:multiLevelType w:val="hybridMultilevel"/>
    <w:tmpl w:val="444A53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ABA0F7B"/>
    <w:multiLevelType w:val="hybridMultilevel"/>
    <w:tmpl w:val="E8801E5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4BE95C06"/>
    <w:multiLevelType w:val="hybridMultilevel"/>
    <w:tmpl w:val="5B764432"/>
    <w:lvl w:ilvl="0" w:tplc="A914E686">
      <w:start w:val="1"/>
      <w:numFmt w:val="bullet"/>
      <w:lvlText w:val="-"/>
      <w:lvlJc w:val="left"/>
      <w:pPr>
        <w:ind w:left="1080" w:hanging="360"/>
      </w:pPr>
      <w:rPr>
        <w:rFonts w:ascii="Calibri" w:eastAsiaTheme="minorHAnsi" w:hAnsi="Calibri" w:cstheme="minorBid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4FCD3E92"/>
    <w:multiLevelType w:val="hybridMultilevel"/>
    <w:tmpl w:val="3BD82C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1B84C3D"/>
    <w:multiLevelType w:val="hybridMultilevel"/>
    <w:tmpl w:val="04C09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3D82507"/>
    <w:multiLevelType w:val="hybridMultilevel"/>
    <w:tmpl w:val="5630D1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5F07F15"/>
    <w:multiLevelType w:val="hybridMultilevel"/>
    <w:tmpl w:val="22903C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E9E670C"/>
    <w:multiLevelType w:val="hybridMultilevel"/>
    <w:tmpl w:val="243209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9"/>
  </w:num>
  <w:num w:numId="8">
    <w:abstractNumId w:val="12"/>
  </w:num>
  <w:num w:numId="9">
    <w:abstractNumId w:val="6"/>
  </w:num>
  <w:num w:numId="10">
    <w:abstractNumId w:val="11"/>
  </w:num>
  <w:num w:numId="11">
    <w:abstractNumId w:val="8"/>
  </w:num>
  <w:num w:numId="12">
    <w:abstractNumId w:val="13"/>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55C"/>
    <w:rsid w:val="00000BF6"/>
    <w:rsid w:val="00001010"/>
    <w:rsid w:val="00001657"/>
    <w:rsid w:val="0000173D"/>
    <w:rsid w:val="00001AA0"/>
    <w:rsid w:val="00001D37"/>
    <w:rsid w:val="000020F1"/>
    <w:rsid w:val="00002A51"/>
    <w:rsid w:val="00002C5B"/>
    <w:rsid w:val="00002D47"/>
    <w:rsid w:val="00003073"/>
    <w:rsid w:val="00003099"/>
    <w:rsid w:val="0000328A"/>
    <w:rsid w:val="00003540"/>
    <w:rsid w:val="000036C9"/>
    <w:rsid w:val="00003833"/>
    <w:rsid w:val="00003B32"/>
    <w:rsid w:val="00003B71"/>
    <w:rsid w:val="00003EDB"/>
    <w:rsid w:val="0000440C"/>
    <w:rsid w:val="00004E01"/>
    <w:rsid w:val="00005520"/>
    <w:rsid w:val="00005C4F"/>
    <w:rsid w:val="00005CD9"/>
    <w:rsid w:val="00006861"/>
    <w:rsid w:val="000068C9"/>
    <w:rsid w:val="0000728D"/>
    <w:rsid w:val="000072C4"/>
    <w:rsid w:val="00007616"/>
    <w:rsid w:val="000079E5"/>
    <w:rsid w:val="000079FC"/>
    <w:rsid w:val="00007D08"/>
    <w:rsid w:val="00010053"/>
    <w:rsid w:val="00010E37"/>
    <w:rsid w:val="000110F1"/>
    <w:rsid w:val="000111D3"/>
    <w:rsid w:val="000119FB"/>
    <w:rsid w:val="00012208"/>
    <w:rsid w:val="00012BD8"/>
    <w:rsid w:val="00012E86"/>
    <w:rsid w:val="0001320C"/>
    <w:rsid w:val="00013BBE"/>
    <w:rsid w:val="00013D65"/>
    <w:rsid w:val="000141BA"/>
    <w:rsid w:val="000142C5"/>
    <w:rsid w:val="00014825"/>
    <w:rsid w:val="00014C41"/>
    <w:rsid w:val="000150DE"/>
    <w:rsid w:val="00016441"/>
    <w:rsid w:val="0001658F"/>
    <w:rsid w:val="00016738"/>
    <w:rsid w:val="00016783"/>
    <w:rsid w:val="00016873"/>
    <w:rsid w:val="00016D3C"/>
    <w:rsid w:val="00016EA8"/>
    <w:rsid w:val="00016F38"/>
    <w:rsid w:val="00016FE9"/>
    <w:rsid w:val="000174EF"/>
    <w:rsid w:val="0001778B"/>
    <w:rsid w:val="000179B7"/>
    <w:rsid w:val="00017D9F"/>
    <w:rsid w:val="00017E47"/>
    <w:rsid w:val="00017E82"/>
    <w:rsid w:val="000201DD"/>
    <w:rsid w:val="00020C48"/>
    <w:rsid w:val="00020D16"/>
    <w:rsid w:val="00020EFC"/>
    <w:rsid w:val="00021495"/>
    <w:rsid w:val="00021E3F"/>
    <w:rsid w:val="000229CC"/>
    <w:rsid w:val="00022F49"/>
    <w:rsid w:val="0002397C"/>
    <w:rsid w:val="000239D7"/>
    <w:rsid w:val="00023AC6"/>
    <w:rsid w:val="00023C70"/>
    <w:rsid w:val="00023C84"/>
    <w:rsid w:val="00024673"/>
    <w:rsid w:val="000246D2"/>
    <w:rsid w:val="00024C74"/>
    <w:rsid w:val="00024FE8"/>
    <w:rsid w:val="00025139"/>
    <w:rsid w:val="00025205"/>
    <w:rsid w:val="000252EC"/>
    <w:rsid w:val="000253CB"/>
    <w:rsid w:val="00025C2B"/>
    <w:rsid w:val="00025CAE"/>
    <w:rsid w:val="00025DAB"/>
    <w:rsid w:val="00026336"/>
    <w:rsid w:val="00026360"/>
    <w:rsid w:val="00026526"/>
    <w:rsid w:val="00026C2E"/>
    <w:rsid w:val="00027332"/>
    <w:rsid w:val="00027A6E"/>
    <w:rsid w:val="00027C29"/>
    <w:rsid w:val="0003054E"/>
    <w:rsid w:val="0003097E"/>
    <w:rsid w:val="00030F30"/>
    <w:rsid w:val="000310CB"/>
    <w:rsid w:val="0003151A"/>
    <w:rsid w:val="00032298"/>
    <w:rsid w:val="00032328"/>
    <w:rsid w:val="00032E15"/>
    <w:rsid w:val="00033C74"/>
    <w:rsid w:val="00034052"/>
    <w:rsid w:val="00034231"/>
    <w:rsid w:val="000349D1"/>
    <w:rsid w:val="00034AA1"/>
    <w:rsid w:val="00034BBA"/>
    <w:rsid w:val="00034EFB"/>
    <w:rsid w:val="0003530D"/>
    <w:rsid w:val="00035AAC"/>
    <w:rsid w:val="00035C1F"/>
    <w:rsid w:val="00035D3C"/>
    <w:rsid w:val="00035D5B"/>
    <w:rsid w:val="000361C9"/>
    <w:rsid w:val="00036795"/>
    <w:rsid w:val="000367D8"/>
    <w:rsid w:val="00036A4E"/>
    <w:rsid w:val="00036BB3"/>
    <w:rsid w:val="00036D92"/>
    <w:rsid w:val="00036E9A"/>
    <w:rsid w:val="000371C0"/>
    <w:rsid w:val="000374D1"/>
    <w:rsid w:val="00037B4C"/>
    <w:rsid w:val="00037FDF"/>
    <w:rsid w:val="00040D52"/>
    <w:rsid w:val="000414FF"/>
    <w:rsid w:val="0004204D"/>
    <w:rsid w:val="0004215F"/>
    <w:rsid w:val="000421B1"/>
    <w:rsid w:val="00042397"/>
    <w:rsid w:val="00042C43"/>
    <w:rsid w:val="00042C9A"/>
    <w:rsid w:val="00042F9F"/>
    <w:rsid w:val="00043503"/>
    <w:rsid w:val="0004484C"/>
    <w:rsid w:val="00044F4F"/>
    <w:rsid w:val="000450D7"/>
    <w:rsid w:val="000462C5"/>
    <w:rsid w:val="00046B7B"/>
    <w:rsid w:val="00046E01"/>
    <w:rsid w:val="0004716D"/>
    <w:rsid w:val="00047215"/>
    <w:rsid w:val="000472E8"/>
    <w:rsid w:val="00047633"/>
    <w:rsid w:val="000476A5"/>
    <w:rsid w:val="00047988"/>
    <w:rsid w:val="00047A2B"/>
    <w:rsid w:val="00047E4A"/>
    <w:rsid w:val="0005009C"/>
    <w:rsid w:val="000500AF"/>
    <w:rsid w:val="000501F9"/>
    <w:rsid w:val="00050AA7"/>
    <w:rsid w:val="00050D3A"/>
    <w:rsid w:val="00050D9E"/>
    <w:rsid w:val="00050ECC"/>
    <w:rsid w:val="00050FBF"/>
    <w:rsid w:val="00051514"/>
    <w:rsid w:val="00051A65"/>
    <w:rsid w:val="00051B06"/>
    <w:rsid w:val="0005235D"/>
    <w:rsid w:val="00052766"/>
    <w:rsid w:val="00052795"/>
    <w:rsid w:val="00052E21"/>
    <w:rsid w:val="000530E1"/>
    <w:rsid w:val="000532CE"/>
    <w:rsid w:val="0005375B"/>
    <w:rsid w:val="00053F71"/>
    <w:rsid w:val="00054532"/>
    <w:rsid w:val="0005472C"/>
    <w:rsid w:val="00054B87"/>
    <w:rsid w:val="00054F1D"/>
    <w:rsid w:val="00054FFA"/>
    <w:rsid w:val="00055195"/>
    <w:rsid w:val="00055283"/>
    <w:rsid w:val="00055307"/>
    <w:rsid w:val="000553E3"/>
    <w:rsid w:val="00055787"/>
    <w:rsid w:val="00055B3F"/>
    <w:rsid w:val="00055BE9"/>
    <w:rsid w:val="00055CFD"/>
    <w:rsid w:val="00056B6D"/>
    <w:rsid w:val="00056B75"/>
    <w:rsid w:val="00057479"/>
    <w:rsid w:val="000575F8"/>
    <w:rsid w:val="000579AC"/>
    <w:rsid w:val="00057B82"/>
    <w:rsid w:val="0006015E"/>
    <w:rsid w:val="000603F1"/>
    <w:rsid w:val="00060C41"/>
    <w:rsid w:val="00060E33"/>
    <w:rsid w:val="000615F2"/>
    <w:rsid w:val="000618FF"/>
    <w:rsid w:val="00061A2E"/>
    <w:rsid w:val="00061FCD"/>
    <w:rsid w:val="00062018"/>
    <w:rsid w:val="0006227D"/>
    <w:rsid w:val="0006296E"/>
    <w:rsid w:val="00062C48"/>
    <w:rsid w:val="00062CB0"/>
    <w:rsid w:val="00063708"/>
    <w:rsid w:val="000639B7"/>
    <w:rsid w:val="00063BF3"/>
    <w:rsid w:val="00063DA7"/>
    <w:rsid w:val="0006405B"/>
    <w:rsid w:val="0006416C"/>
    <w:rsid w:val="00064A6D"/>
    <w:rsid w:val="00064AC8"/>
    <w:rsid w:val="00064CDD"/>
    <w:rsid w:val="00065029"/>
    <w:rsid w:val="0006515E"/>
    <w:rsid w:val="00065BCB"/>
    <w:rsid w:val="00065D70"/>
    <w:rsid w:val="00066126"/>
    <w:rsid w:val="00066413"/>
    <w:rsid w:val="000665CA"/>
    <w:rsid w:val="00066740"/>
    <w:rsid w:val="000668CE"/>
    <w:rsid w:val="00067068"/>
    <w:rsid w:val="0006766C"/>
    <w:rsid w:val="000677CB"/>
    <w:rsid w:val="000679DB"/>
    <w:rsid w:val="00067A3E"/>
    <w:rsid w:val="00067A44"/>
    <w:rsid w:val="000702A4"/>
    <w:rsid w:val="00070ABE"/>
    <w:rsid w:val="00070D6F"/>
    <w:rsid w:val="0007118E"/>
    <w:rsid w:val="00071207"/>
    <w:rsid w:val="000718AC"/>
    <w:rsid w:val="000719DB"/>
    <w:rsid w:val="00072025"/>
    <w:rsid w:val="00072AAE"/>
    <w:rsid w:val="00072F30"/>
    <w:rsid w:val="000730E7"/>
    <w:rsid w:val="00073215"/>
    <w:rsid w:val="00073BDA"/>
    <w:rsid w:val="00073E48"/>
    <w:rsid w:val="00074A93"/>
    <w:rsid w:val="00074EF4"/>
    <w:rsid w:val="00074F23"/>
    <w:rsid w:val="00074F25"/>
    <w:rsid w:val="00074FF2"/>
    <w:rsid w:val="000756A7"/>
    <w:rsid w:val="00075AC4"/>
    <w:rsid w:val="00076349"/>
    <w:rsid w:val="000764C5"/>
    <w:rsid w:val="000764F2"/>
    <w:rsid w:val="0007687A"/>
    <w:rsid w:val="000769BC"/>
    <w:rsid w:val="00076BFC"/>
    <w:rsid w:val="00076CAE"/>
    <w:rsid w:val="00077030"/>
    <w:rsid w:val="00077164"/>
    <w:rsid w:val="00077622"/>
    <w:rsid w:val="00077DD0"/>
    <w:rsid w:val="00077DE1"/>
    <w:rsid w:val="00080B70"/>
    <w:rsid w:val="00080BF2"/>
    <w:rsid w:val="00080C35"/>
    <w:rsid w:val="0008105F"/>
    <w:rsid w:val="0008116A"/>
    <w:rsid w:val="000812F0"/>
    <w:rsid w:val="00081689"/>
    <w:rsid w:val="000819D9"/>
    <w:rsid w:val="00082314"/>
    <w:rsid w:val="00082456"/>
    <w:rsid w:val="00082697"/>
    <w:rsid w:val="000827AA"/>
    <w:rsid w:val="00082AAE"/>
    <w:rsid w:val="00082AD8"/>
    <w:rsid w:val="00082DED"/>
    <w:rsid w:val="00083027"/>
    <w:rsid w:val="000839D5"/>
    <w:rsid w:val="00083CFD"/>
    <w:rsid w:val="00083DC8"/>
    <w:rsid w:val="00084421"/>
    <w:rsid w:val="0008443F"/>
    <w:rsid w:val="000847E5"/>
    <w:rsid w:val="000849F5"/>
    <w:rsid w:val="00084EB9"/>
    <w:rsid w:val="00085165"/>
    <w:rsid w:val="00085189"/>
    <w:rsid w:val="000853B7"/>
    <w:rsid w:val="000854F1"/>
    <w:rsid w:val="00085BF8"/>
    <w:rsid w:val="00085D4A"/>
    <w:rsid w:val="000862E7"/>
    <w:rsid w:val="00086487"/>
    <w:rsid w:val="00086550"/>
    <w:rsid w:val="0008682A"/>
    <w:rsid w:val="00086C1C"/>
    <w:rsid w:val="00086E81"/>
    <w:rsid w:val="0008770E"/>
    <w:rsid w:val="00087753"/>
    <w:rsid w:val="000878B5"/>
    <w:rsid w:val="00087F44"/>
    <w:rsid w:val="00090523"/>
    <w:rsid w:val="000908E9"/>
    <w:rsid w:val="00090A3B"/>
    <w:rsid w:val="00091484"/>
    <w:rsid w:val="000919AE"/>
    <w:rsid w:val="00091E76"/>
    <w:rsid w:val="00092691"/>
    <w:rsid w:val="00092BC6"/>
    <w:rsid w:val="00092F61"/>
    <w:rsid w:val="000931E9"/>
    <w:rsid w:val="00093319"/>
    <w:rsid w:val="00093784"/>
    <w:rsid w:val="00093F0B"/>
    <w:rsid w:val="000946F5"/>
    <w:rsid w:val="00094DEF"/>
    <w:rsid w:val="00095068"/>
    <w:rsid w:val="0009506D"/>
    <w:rsid w:val="0009527B"/>
    <w:rsid w:val="000958E1"/>
    <w:rsid w:val="00095934"/>
    <w:rsid w:val="00096200"/>
    <w:rsid w:val="0009666E"/>
    <w:rsid w:val="00096817"/>
    <w:rsid w:val="00096DAB"/>
    <w:rsid w:val="0009771C"/>
    <w:rsid w:val="0009774A"/>
    <w:rsid w:val="000977CA"/>
    <w:rsid w:val="000977F7"/>
    <w:rsid w:val="00097CDA"/>
    <w:rsid w:val="00097F0C"/>
    <w:rsid w:val="000A09AB"/>
    <w:rsid w:val="000A0DA6"/>
    <w:rsid w:val="000A1B1A"/>
    <w:rsid w:val="000A20F0"/>
    <w:rsid w:val="000A2B19"/>
    <w:rsid w:val="000A2ECB"/>
    <w:rsid w:val="000A32CD"/>
    <w:rsid w:val="000A35D8"/>
    <w:rsid w:val="000A3C69"/>
    <w:rsid w:val="000A40E8"/>
    <w:rsid w:val="000A464C"/>
    <w:rsid w:val="000A4836"/>
    <w:rsid w:val="000A489C"/>
    <w:rsid w:val="000A49CE"/>
    <w:rsid w:val="000A4A28"/>
    <w:rsid w:val="000A4C86"/>
    <w:rsid w:val="000A5796"/>
    <w:rsid w:val="000A5FD6"/>
    <w:rsid w:val="000A6144"/>
    <w:rsid w:val="000A641E"/>
    <w:rsid w:val="000A6771"/>
    <w:rsid w:val="000A6CBD"/>
    <w:rsid w:val="000A6FDA"/>
    <w:rsid w:val="000A71D1"/>
    <w:rsid w:val="000A740D"/>
    <w:rsid w:val="000A74B4"/>
    <w:rsid w:val="000B0A80"/>
    <w:rsid w:val="000B0EC5"/>
    <w:rsid w:val="000B1609"/>
    <w:rsid w:val="000B2A33"/>
    <w:rsid w:val="000B2EC9"/>
    <w:rsid w:val="000B2F7F"/>
    <w:rsid w:val="000B310A"/>
    <w:rsid w:val="000B34FF"/>
    <w:rsid w:val="000B367E"/>
    <w:rsid w:val="000B40E1"/>
    <w:rsid w:val="000B4227"/>
    <w:rsid w:val="000B469D"/>
    <w:rsid w:val="000B49D5"/>
    <w:rsid w:val="000B4BB4"/>
    <w:rsid w:val="000B5459"/>
    <w:rsid w:val="000B5753"/>
    <w:rsid w:val="000B5ED5"/>
    <w:rsid w:val="000B5EE8"/>
    <w:rsid w:val="000B60DF"/>
    <w:rsid w:val="000B62E0"/>
    <w:rsid w:val="000B636D"/>
    <w:rsid w:val="000B645A"/>
    <w:rsid w:val="000B6BC7"/>
    <w:rsid w:val="000B74A6"/>
    <w:rsid w:val="000B7801"/>
    <w:rsid w:val="000B7AF1"/>
    <w:rsid w:val="000B7D1B"/>
    <w:rsid w:val="000C038E"/>
    <w:rsid w:val="000C04C9"/>
    <w:rsid w:val="000C07E6"/>
    <w:rsid w:val="000C0C7D"/>
    <w:rsid w:val="000C0F22"/>
    <w:rsid w:val="000C118B"/>
    <w:rsid w:val="000C13D7"/>
    <w:rsid w:val="000C1806"/>
    <w:rsid w:val="000C1B18"/>
    <w:rsid w:val="000C1E90"/>
    <w:rsid w:val="000C2BA4"/>
    <w:rsid w:val="000C2D19"/>
    <w:rsid w:val="000C30D3"/>
    <w:rsid w:val="000C32AF"/>
    <w:rsid w:val="000C3D69"/>
    <w:rsid w:val="000C400F"/>
    <w:rsid w:val="000C4014"/>
    <w:rsid w:val="000C41F0"/>
    <w:rsid w:val="000C4AF8"/>
    <w:rsid w:val="000C56E6"/>
    <w:rsid w:val="000C5771"/>
    <w:rsid w:val="000C6326"/>
    <w:rsid w:val="000C644C"/>
    <w:rsid w:val="000C6B72"/>
    <w:rsid w:val="000C6FC3"/>
    <w:rsid w:val="000C70BB"/>
    <w:rsid w:val="000D04B6"/>
    <w:rsid w:val="000D0805"/>
    <w:rsid w:val="000D0F71"/>
    <w:rsid w:val="000D118C"/>
    <w:rsid w:val="000D1870"/>
    <w:rsid w:val="000D1A9C"/>
    <w:rsid w:val="000D1E01"/>
    <w:rsid w:val="000D2094"/>
    <w:rsid w:val="000D222C"/>
    <w:rsid w:val="000D2284"/>
    <w:rsid w:val="000D27ED"/>
    <w:rsid w:val="000D2983"/>
    <w:rsid w:val="000D2CA7"/>
    <w:rsid w:val="000D2E37"/>
    <w:rsid w:val="000D2FEE"/>
    <w:rsid w:val="000D308E"/>
    <w:rsid w:val="000D3316"/>
    <w:rsid w:val="000D3692"/>
    <w:rsid w:val="000D3F5E"/>
    <w:rsid w:val="000D4001"/>
    <w:rsid w:val="000D420A"/>
    <w:rsid w:val="000D445E"/>
    <w:rsid w:val="000D458F"/>
    <w:rsid w:val="000D4A59"/>
    <w:rsid w:val="000D4B2A"/>
    <w:rsid w:val="000D4C15"/>
    <w:rsid w:val="000D4CD1"/>
    <w:rsid w:val="000D4D07"/>
    <w:rsid w:val="000D4E8E"/>
    <w:rsid w:val="000D50BC"/>
    <w:rsid w:val="000D51A2"/>
    <w:rsid w:val="000D56FA"/>
    <w:rsid w:val="000D5900"/>
    <w:rsid w:val="000D5B5F"/>
    <w:rsid w:val="000D5E12"/>
    <w:rsid w:val="000D696F"/>
    <w:rsid w:val="000D6A44"/>
    <w:rsid w:val="000D6BE7"/>
    <w:rsid w:val="000D7560"/>
    <w:rsid w:val="000D7EFB"/>
    <w:rsid w:val="000E0292"/>
    <w:rsid w:val="000E030F"/>
    <w:rsid w:val="000E0519"/>
    <w:rsid w:val="000E093F"/>
    <w:rsid w:val="000E0D18"/>
    <w:rsid w:val="000E1519"/>
    <w:rsid w:val="000E15E6"/>
    <w:rsid w:val="000E1B18"/>
    <w:rsid w:val="000E1B1F"/>
    <w:rsid w:val="000E1B4F"/>
    <w:rsid w:val="000E1BC9"/>
    <w:rsid w:val="000E24FD"/>
    <w:rsid w:val="000E2A2D"/>
    <w:rsid w:val="000E2B8D"/>
    <w:rsid w:val="000E3926"/>
    <w:rsid w:val="000E3C5C"/>
    <w:rsid w:val="000E3D77"/>
    <w:rsid w:val="000E47D7"/>
    <w:rsid w:val="000E4A9E"/>
    <w:rsid w:val="000E4F92"/>
    <w:rsid w:val="000E527C"/>
    <w:rsid w:val="000E5973"/>
    <w:rsid w:val="000E5A08"/>
    <w:rsid w:val="000E5C68"/>
    <w:rsid w:val="000E5D32"/>
    <w:rsid w:val="000E5D57"/>
    <w:rsid w:val="000E5D8D"/>
    <w:rsid w:val="000E5D8F"/>
    <w:rsid w:val="000E5E36"/>
    <w:rsid w:val="000E5F2D"/>
    <w:rsid w:val="000E69AF"/>
    <w:rsid w:val="000E6CD6"/>
    <w:rsid w:val="000E6E77"/>
    <w:rsid w:val="000E7303"/>
    <w:rsid w:val="000E7460"/>
    <w:rsid w:val="000E762B"/>
    <w:rsid w:val="000F004A"/>
    <w:rsid w:val="000F043C"/>
    <w:rsid w:val="000F07FD"/>
    <w:rsid w:val="000F14BE"/>
    <w:rsid w:val="000F1BBF"/>
    <w:rsid w:val="000F1CE9"/>
    <w:rsid w:val="000F214F"/>
    <w:rsid w:val="000F247B"/>
    <w:rsid w:val="000F2B2B"/>
    <w:rsid w:val="000F3019"/>
    <w:rsid w:val="000F3AA5"/>
    <w:rsid w:val="000F449E"/>
    <w:rsid w:val="000F4595"/>
    <w:rsid w:val="000F4707"/>
    <w:rsid w:val="000F49DF"/>
    <w:rsid w:val="000F4D30"/>
    <w:rsid w:val="000F4DED"/>
    <w:rsid w:val="000F505E"/>
    <w:rsid w:val="000F5171"/>
    <w:rsid w:val="000F55AA"/>
    <w:rsid w:val="000F55F9"/>
    <w:rsid w:val="000F5804"/>
    <w:rsid w:val="000F59D9"/>
    <w:rsid w:val="000F5D51"/>
    <w:rsid w:val="000F6249"/>
    <w:rsid w:val="000F6D6B"/>
    <w:rsid w:val="000F6E71"/>
    <w:rsid w:val="000F7297"/>
    <w:rsid w:val="000F7437"/>
    <w:rsid w:val="000F7454"/>
    <w:rsid w:val="000F7831"/>
    <w:rsid w:val="00100114"/>
    <w:rsid w:val="00100DC8"/>
    <w:rsid w:val="0010104B"/>
    <w:rsid w:val="00101074"/>
    <w:rsid w:val="0010162F"/>
    <w:rsid w:val="001019CE"/>
    <w:rsid w:val="00101A98"/>
    <w:rsid w:val="00102312"/>
    <w:rsid w:val="001026D9"/>
    <w:rsid w:val="00102831"/>
    <w:rsid w:val="00102953"/>
    <w:rsid w:val="001029EF"/>
    <w:rsid w:val="00102C21"/>
    <w:rsid w:val="00102C31"/>
    <w:rsid w:val="00103564"/>
    <w:rsid w:val="00103F88"/>
    <w:rsid w:val="001040C1"/>
    <w:rsid w:val="00104241"/>
    <w:rsid w:val="00104387"/>
    <w:rsid w:val="001043F7"/>
    <w:rsid w:val="001047CC"/>
    <w:rsid w:val="0010579C"/>
    <w:rsid w:val="0010590F"/>
    <w:rsid w:val="00105AD4"/>
    <w:rsid w:val="00105B84"/>
    <w:rsid w:val="00105E0A"/>
    <w:rsid w:val="00105E9F"/>
    <w:rsid w:val="00105FCF"/>
    <w:rsid w:val="001060B2"/>
    <w:rsid w:val="001063EE"/>
    <w:rsid w:val="001068C1"/>
    <w:rsid w:val="0010696C"/>
    <w:rsid w:val="00107273"/>
    <w:rsid w:val="00107501"/>
    <w:rsid w:val="00107866"/>
    <w:rsid w:val="001079FD"/>
    <w:rsid w:val="00107A24"/>
    <w:rsid w:val="00107BF3"/>
    <w:rsid w:val="00107DAB"/>
    <w:rsid w:val="00107EB4"/>
    <w:rsid w:val="00110192"/>
    <w:rsid w:val="001102CF"/>
    <w:rsid w:val="00110ADA"/>
    <w:rsid w:val="00110CC2"/>
    <w:rsid w:val="00110E23"/>
    <w:rsid w:val="0011193D"/>
    <w:rsid w:val="001119D7"/>
    <w:rsid w:val="00111C3B"/>
    <w:rsid w:val="0011252B"/>
    <w:rsid w:val="001128B6"/>
    <w:rsid w:val="00112D60"/>
    <w:rsid w:val="00112DAE"/>
    <w:rsid w:val="00112F9F"/>
    <w:rsid w:val="00113405"/>
    <w:rsid w:val="00113411"/>
    <w:rsid w:val="001138BD"/>
    <w:rsid w:val="00113C81"/>
    <w:rsid w:val="0011483C"/>
    <w:rsid w:val="001153EE"/>
    <w:rsid w:val="001154A6"/>
    <w:rsid w:val="00115AAE"/>
    <w:rsid w:val="00115B0E"/>
    <w:rsid w:val="00115C93"/>
    <w:rsid w:val="00116E38"/>
    <w:rsid w:val="001173C0"/>
    <w:rsid w:val="001173DC"/>
    <w:rsid w:val="001176AB"/>
    <w:rsid w:val="00117DAC"/>
    <w:rsid w:val="00117ECE"/>
    <w:rsid w:val="00120067"/>
    <w:rsid w:val="001206F2"/>
    <w:rsid w:val="0012076D"/>
    <w:rsid w:val="00120827"/>
    <w:rsid w:val="00120AD7"/>
    <w:rsid w:val="00120E79"/>
    <w:rsid w:val="00121353"/>
    <w:rsid w:val="00121B13"/>
    <w:rsid w:val="00121D71"/>
    <w:rsid w:val="001220F6"/>
    <w:rsid w:val="001221FD"/>
    <w:rsid w:val="001229D0"/>
    <w:rsid w:val="00122BAD"/>
    <w:rsid w:val="00122CCE"/>
    <w:rsid w:val="00123312"/>
    <w:rsid w:val="001237D8"/>
    <w:rsid w:val="0012397F"/>
    <w:rsid w:val="00123B0F"/>
    <w:rsid w:val="00123C94"/>
    <w:rsid w:val="00123EBC"/>
    <w:rsid w:val="00123EC8"/>
    <w:rsid w:val="00124C0E"/>
    <w:rsid w:val="0012553B"/>
    <w:rsid w:val="0012567E"/>
    <w:rsid w:val="00125D35"/>
    <w:rsid w:val="00126470"/>
    <w:rsid w:val="00126BBA"/>
    <w:rsid w:val="00126E52"/>
    <w:rsid w:val="001276CF"/>
    <w:rsid w:val="00127755"/>
    <w:rsid w:val="00127AB5"/>
    <w:rsid w:val="00127B36"/>
    <w:rsid w:val="00127C46"/>
    <w:rsid w:val="00130749"/>
    <w:rsid w:val="0013077F"/>
    <w:rsid w:val="00130ED6"/>
    <w:rsid w:val="00130F61"/>
    <w:rsid w:val="00130F68"/>
    <w:rsid w:val="00131127"/>
    <w:rsid w:val="001311E0"/>
    <w:rsid w:val="00131875"/>
    <w:rsid w:val="0013195B"/>
    <w:rsid w:val="00131A7D"/>
    <w:rsid w:val="00132539"/>
    <w:rsid w:val="00132925"/>
    <w:rsid w:val="00132A03"/>
    <w:rsid w:val="00132ED1"/>
    <w:rsid w:val="0013365A"/>
    <w:rsid w:val="00133B88"/>
    <w:rsid w:val="00133EB0"/>
    <w:rsid w:val="00134351"/>
    <w:rsid w:val="00134676"/>
    <w:rsid w:val="00134688"/>
    <w:rsid w:val="00134794"/>
    <w:rsid w:val="00134F07"/>
    <w:rsid w:val="00134FA0"/>
    <w:rsid w:val="001353DC"/>
    <w:rsid w:val="0013570D"/>
    <w:rsid w:val="00135FCD"/>
    <w:rsid w:val="0013640A"/>
    <w:rsid w:val="0013694C"/>
    <w:rsid w:val="0013696A"/>
    <w:rsid w:val="00136DD2"/>
    <w:rsid w:val="00136E68"/>
    <w:rsid w:val="0013760F"/>
    <w:rsid w:val="00137639"/>
    <w:rsid w:val="0013767A"/>
    <w:rsid w:val="00137829"/>
    <w:rsid w:val="0013792A"/>
    <w:rsid w:val="0013795A"/>
    <w:rsid w:val="00137AB6"/>
    <w:rsid w:val="00140034"/>
    <w:rsid w:val="0014005C"/>
    <w:rsid w:val="0014007D"/>
    <w:rsid w:val="0014038C"/>
    <w:rsid w:val="001404D9"/>
    <w:rsid w:val="00140B98"/>
    <w:rsid w:val="00140DAB"/>
    <w:rsid w:val="00141282"/>
    <w:rsid w:val="001412B8"/>
    <w:rsid w:val="00141D47"/>
    <w:rsid w:val="00142368"/>
    <w:rsid w:val="00142B70"/>
    <w:rsid w:val="00142C35"/>
    <w:rsid w:val="00142CD0"/>
    <w:rsid w:val="00142DAF"/>
    <w:rsid w:val="001433BB"/>
    <w:rsid w:val="001437ED"/>
    <w:rsid w:val="00143A37"/>
    <w:rsid w:val="00143A4F"/>
    <w:rsid w:val="00143E95"/>
    <w:rsid w:val="00143F58"/>
    <w:rsid w:val="00144000"/>
    <w:rsid w:val="001442B0"/>
    <w:rsid w:val="00144321"/>
    <w:rsid w:val="00144418"/>
    <w:rsid w:val="001445C8"/>
    <w:rsid w:val="00144759"/>
    <w:rsid w:val="00144C55"/>
    <w:rsid w:val="001450C1"/>
    <w:rsid w:val="00145797"/>
    <w:rsid w:val="001457AB"/>
    <w:rsid w:val="00145897"/>
    <w:rsid w:val="00145AB0"/>
    <w:rsid w:val="0014616B"/>
    <w:rsid w:val="001463D0"/>
    <w:rsid w:val="00146B41"/>
    <w:rsid w:val="0014740C"/>
    <w:rsid w:val="0014761D"/>
    <w:rsid w:val="00147690"/>
    <w:rsid w:val="001477B1"/>
    <w:rsid w:val="001478A7"/>
    <w:rsid w:val="001479DC"/>
    <w:rsid w:val="00147EC9"/>
    <w:rsid w:val="0015035E"/>
    <w:rsid w:val="00150519"/>
    <w:rsid w:val="0015051D"/>
    <w:rsid w:val="00150724"/>
    <w:rsid w:val="001508C4"/>
    <w:rsid w:val="00150F2F"/>
    <w:rsid w:val="00151461"/>
    <w:rsid w:val="0015174B"/>
    <w:rsid w:val="00151859"/>
    <w:rsid w:val="00151997"/>
    <w:rsid w:val="00152365"/>
    <w:rsid w:val="001524A3"/>
    <w:rsid w:val="00152BF3"/>
    <w:rsid w:val="00152C87"/>
    <w:rsid w:val="00152CA9"/>
    <w:rsid w:val="00153308"/>
    <w:rsid w:val="0015377B"/>
    <w:rsid w:val="00153F0F"/>
    <w:rsid w:val="00153F51"/>
    <w:rsid w:val="001540FC"/>
    <w:rsid w:val="00155381"/>
    <w:rsid w:val="00155612"/>
    <w:rsid w:val="001556E5"/>
    <w:rsid w:val="0015620E"/>
    <w:rsid w:val="00156555"/>
    <w:rsid w:val="00156669"/>
    <w:rsid w:val="001566AA"/>
    <w:rsid w:val="0015680A"/>
    <w:rsid w:val="00156EA4"/>
    <w:rsid w:val="00156FDD"/>
    <w:rsid w:val="0015702B"/>
    <w:rsid w:val="0015749E"/>
    <w:rsid w:val="0015765B"/>
    <w:rsid w:val="00157999"/>
    <w:rsid w:val="00157E64"/>
    <w:rsid w:val="00157E68"/>
    <w:rsid w:val="00157F0D"/>
    <w:rsid w:val="00157FCD"/>
    <w:rsid w:val="00160CC2"/>
    <w:rsid w:val="00160E24"/>
    <w:rsid w:val="001616DC"/>
    <w:rsid w:val="00161ABE"/>
    <w:rsid w:val="00161BE2"/>
    <w:rsid w:val="00161C27"/>
    <w:rsid w:val="00161C6F"/>
    <w:rsid w:val="00161CC9"/>
    <w:rsid w:val="00161D82"/>
    <w:rsid w:val="00161FCC"/>
    <w:rsid w:val="00162328"/>
    <w:rsid w:val="00162A4D"/>
    <w:rsid w:val="00162F5D"/>
    <w:rsid w:val="001633C4"/>
    <w:rsid w:val="001633FD"/>
    <w:rsid w:val="001644AE"/>
    <w:rsid w:val="00164501"/>
    <w:rsid w:val="0016450D"/>
    <w:rsid w:val="001646B8"/>
    <w:rsid w:val="001648C1"/>
    <w:rsid w:val="00164ADE"/>
    <w:rsid w:val="00164AE2"/>
    <w:rsid w:val="00164AF5"/>
    <w:rsid w:val="00164E0A"/>
    <w:rsid w:val="00164F8C"/>
    <w:rsid w:val="0016523C"/>
    <w:rsid w:val="00165354"/>
    <w:rsid w:val="00165927"/>
    <w:rsid w:val="00165ACC"/>
    <w:rsid w:val="00165ED2"/>
    <w:rsid w:val="00166286"/>
    <w:rsid w:val="00166578"/>
    <w:rsid w:val="0016669A"/>
    <w:rsid w:val="00166796"/>
    <w:rsid w:val="00166FFE"/>
    <w:rsid w:val="00167635"/>
    <w:rsid w:val="001678BF"/>
    <w:rsid w:val="00167DC2"/>
    <w:rsid w:val="00167EEA"/>
    <w:rsid w:val="00167FF8"/>
    <w:rsid w:val="00170550"/>
    <w:rsid w:val="001706A7"/>
    <w:rsid w:val="00170A77"/>
    <w:rsid w:val="00170E9D"/>
    <w:rsid w:val="00171453"/>
    <w:rsid w:val="001714FE"/>
    <w:rsid w:val="00171C0F"/>
    <w:rsid w:val="00171C82"/>
    <w:rsid w:val="00171C93"/>
    <w:rsid w:val="00171DE9"/>
    <w:rsid w:val="00171E1D"/>
    <w:rsid w:val="0017251C"/>
    <w:rsid w:val="001727D8"/>
    <w:rsid w:val="001728F4"/>
    <w:rsid w:val="00172CC6"/>
    <w:rsid w:val="00172E9B"/>
    <w:rsid w:val="001732BC"/>
    <w:rsid w:val="00173EA7"/>
    <w:rsid w:val="001745AA"/>
    <w:rsid w:val="00174990"/>
    <w:rsid w:val="00174B85"/>
    <w:rsid w:val="00174D27"/>
    <w:rsid w:val="00175A72"/>
    <w:rsid w:val="00175D77"/>
    <w:rsid w:val="00177605"/>
    <w:rsid w:val="00177B7B"/>
    <w:rsid w:val="001803AC"/>
    <w:rsid w:val="00180892"/>
    <w:rsid w:val="001810BD"/>
    <w:rsid w:val="001822EF"/>
    <w:rsid w:val="0018298B"/>
    <w:rsid w:val="00182D5C"/>
    <w:rsid w:val="00183095"/>
    <w:rsid w:val="00183152"/>
    <w:rsid w:val="00183553"/>
    <w:rsid w:val="00183C65"/>
    <w:rsid w:val="00183EE7"/>
    <w:rsid w:val="00184036"/>
    <w:rsid w:val="001845FB"/>
    <w:rsid w:val="00184790"/>
    <w:rsid w:val="00184AAD"/>
    <w:rsid w:val="00184B00"/>
    <w:rsid w:val="00184B07"/>
    <w:rsid w:val="001851EC"/>
    <w:rsid w:val="001857DE"/>
    <w:rsid w:val="0018610E"/>
    <w:rsid w:val="0018636D"/>
    <w:rsid w:val="0018677F"/>
    <w:rsid w:val="001869AC"/>
    <w:rsid w:val="00186A20"/>
    <w:rsid w:val="00186C0A"/>
    <w:rsid w:val="00186DE1"/>
    <w:rsid w:val="00187425"/>
    <w:rsid w:val="00187450"/>
    <w:rsid w:val="00187509"/>
    <w:rsid w:val="001875CA"/>
    <w:rsid w:val="00187AC9"/>
    <w:rsid w:val="00187E2F"/>
    <w:rsid w:val="00190047"/>
    <w:rsid w:val="00190324"/>
    <w:rsid w:val="001904FD"/>
    <w:rsid w:val="00190615"/>
    <w:rsid w:val="00190A22"/>
    <w:rsid w:val="00190A32"/>
    <w:rsid w:val="00190DA3"/>
    <w:rsid w:val="00191310"/>
    <w:rsid w:val="001919DB"/>
    <w:rsid w:val="00191B28"/>
    <w:rsid w:val="00191F83"/>
    <w:rsid w:val="00192411"/>
    <w:rsid w:val="001927F5"/>
    <w:rsid w:val="00192889"/>
    <w:rsid w:val="00192DF9"/>
    <w:rsid w:val="00193365"/>
    <w:rsid w:val="00193494"/>
    <w:rsid w:val="0019395A"/>
    <w:rsid w:val="0019395B"/>
    <w:rsid w:val="00193AA6"/>
    <w:rsid w:val="00193C0D"/>
    <w:rsid w:val="00193C65"/>
    <w:rsid w:val="00193C98"/>
    <w:rsid w:val="00193FDA"/>
    <w:rsid w:val="00194214"/>
    <w:rsid w:val="00194448"/>
    <w:rsid w:val="00194453"/>
    <w:rsid w:val="001945FF"/>
    <w:rsid w:val="00194C96"/>
    <w:rsid w:val="00195776"/>
    <w:rsid w:val="001957AF"/>
    <w:rsid w:val="00195847"/>
    <w:rsid w:val="00195B09"/>
    <w:rsid w:val="00195F1B"/>
    <w:rsid w:val="0019669C"/>
    <w:rsid w:val="00196B6E"/>
    <w:rsid w:val="00196C9F"/>
    <w:rsid w:val="00197259"/>
    <w:rsid w:val="0019727B"/>
    <w:rsid w:val="001972DF"/>
    <w:rsid w:val="00197A57"/>
    <w:rsid w:val="00197D5A"/>
    <w:rsid w:val="001A0500"/>
    <w:rsid w:val="001A0E44"/>
    <w:rsid w:val="001A1091"/>
    <w:rsid w:val="001A1393"/>
    <w:rsid w:val="001A16DE"/>
    <w:rsid w:val="001A17C8"/>
    <w:rsid w:val="001A234C"/>
    <w:rsid w:val="001A2473"/>
    <w:rsid w:val="001A276E"/>
    <w:rsid w:val="001A27A5"/>
    <w:rsid w:val="001A30E6"/>
    <w:rsid w:val="001A3239"/>
    <w:rsid w:val="001A33B1"/>
    <w:rsid w:val="001A37F6"/>
    <w:rsid w:val="001A383D"/>
    <w:rsid w:val="001A3B17"/>
    <w:rsid w:val="001A3F6C"/>
    <w:rsid w:val="001A41FC"/>
    <w:rsid w:val="001A42FF"/>
    <w:rsid w:val="001A4F0E"/>
    <w:rsid w:val="001A51B0"/>
    <w:rsid w:val="001A5253"/>
    <w:rsid w:val="001A5665"/>
    <w:rsid w:val="001A58D6"/>
    <w:rsid w:val="001A5FBF"/>
    <w:rsid w:val="001A66ED"/>
    <w:rsid w:val="001A6AC2"/>
    <w:rsid w:val="001A6ACD"/>
    <w:rsid w:val="001A6AD9"/>
    <w:rsid w:val="001A6BAB"/>
    <w:rsid w:val="001A700C"/>
    <w:rsid w:val="001A7055"/>
    <w:rsid w:val="001A7114"/>
    <w:rsid w:val="001A71C6"/>
    <w:rsid w:val="001A7B9A"/>
    <w:rsid w:val="001A7E66"/>
    <w:rsid w:val="001A7E8D"/>
    <w:rsid w:val="001B0185"/>
    <w:rsid w:val="001B056F"/>
    <w:rsid w:val="001B05D9"/>
    <w:rsid w:val="001B0B89"/>
    <w:rsid w:val="001B0DC2"/>
    <w:rsid w:val="001B0F6D"/>
    <w:rsid w:val="001B110E"/>
    <w:rsid w:val="001B13B4"/>
    <w:rsid w:val="001B140E"/>
    <w:rsid w:val="001B17B2"/>
    <w:rsid w:val="001B1988"/>
    <w:rsid w:val="001B252C"/>
    <w:rsid w:val="001B2BE9"/>
    <w:rsid w:val="001B367B"/>
    <w:rsid w:val="001B36C2"/>
    <w:rsid w:val="001B37B2"/>
    <w:rsid w:val="001B3836"/>
    <w:rsid w:val="001B3953"/>
    <w:rsid w:val="001B3E6A"/>
    <w:rsid w:val="001B4178"/>
    <w:rsid w:val="001B4CD5"/>
    <w:rsid w:val="001B55F2"/>
    <w:rsid w:val="001B62F3"/>
    <w:rsid w:val="001B63F6"/>
    <w:rsid w:val="001B669C"/>
    <w:rsid w:val="001B66DC"/>
    <w:rsid w:val="001B6C80"/>
    <w:rsid w:val="001B6E26"/>
    <w:rsid w:val="001B7063"/>
    <w:rsid w:val="001B7074"/>
    <w:rsid w:val="001B78FF"/>
    <w:rsid w:val="001B7E1D"/>
    <w:rsid w:val="001B7F3E"/>
    <w:rsid w:val="001B7F5F"/>
    <w:rsid w:val="001C00D0"/>
    <w:rsid w:val="001C02CB"/>
    <w:rsid w:val="001C04E2"/>
    <w:rsid w:val="001C0897"/>
    <w:rsid w:val="001C0946"/>
    <w:rsid w:val="001C0979"/>
    <w:rsid w:val="001C0A11"/>
    <w:rsid w:val="001C0C32"/>
    <w:rsid w:val="001C0E95"/>
    <w:rsid w:val="001C1354"/>
    <w:rsid w:val="001C15B6"/>
    <w:rsid w:val="001C167C"/>
    <w:rsid w:val="001C16B7"/>
    <w:rsid w:val="001C19DF"/>
    <w:rsid w:val="001C1D5B"/>
    <w:rsid w:val="001C208A"/>
    <w:rsid w:val="001C2546"/>
    <w:rsid w:val="001C2797"/>
    <w:rsid w:val="001C2951"/>
    <w:rsid w:val="001C2BC3"/>
    <w:rsid w:val="001C32D5"/>
    <w:rsid w:val="001C3866"/>
    <w:rsid w:val="001C3D50"/>
    <w:rsid w:val="001C3E7A"/>
    <w:rsid w:val="001C4069"/>
    <w:rsid w:val="001C4AB5"/>
    <w:rsid w:val="001C502E"/>
    <w:rsid w:val="001C5A47"/>
    <w:rsid w:val="001C60DC"/>
    <w:rsid w:val="001C64DA"/>
    <w:rsid w:val="001C672B"/>
    <w:rsid w:val="001C68AB"/>
    <w:rsid w:val="001C691A"/>
    <w:rsid w:val="001C6CED"/>
    <w:rsid w:val="001C6CF7"/>
    <w:rsid w:val="001C6E53"/>
    <w:rsid w:val="001C6FD0"/>
    <w:rsid w:val="001C750F"/>
    <w:rsid w:val="001C7C3C"/>
    <w:rsid w:val="001C7C8C"/>
    <w:rsid w:val="001D04C6"/>
    <w:rsid w:val="001D0727"/>
    <w:rsid w:val="001D0753"/>
    <w:rsid w:val="001D0A13"/>
    <w:rsid w:val="001D11FD"/>
    <w:rsid w:val="001D1793"/>
    <w:rsid w:val="001D1A16"/>
    <w:rsid w:val="001D1BE5"/>
    <w:rsid w:val="001D22AC"/>
    <w:rsid w:val="001D26E5"/>
    <w:rsid w:val="001D28ED"/>
    <w:rsid w:val="001D30DF"/>
    <w:rsid w:val="001D34FA"/>
    <w:rsid w:val="001D3658"/>
    <w:rsid w:val="001D3D1D"/>
    <w:rsid w:val="001D41DB"/>
    <w:rsid w:val="001D4277"/>
    <w:rsid w:val="001D464A"/>
    <w:rsid w:val="001D468C"/>
    <w:rsid w:val="001D4873"/>
    <w:rsid w:val="001D4E04"/>
    <w:rsid w:val="001D4FE6"/>
    <w:rsid w:val="001D5037"/>
    <w:rsid w:val="001D509A"/>
    <w:rsid w:val="001D524D"/>
    <w:rsid w:val="001D53D1"/>
    <w:rsid w:val="001D5565"/>
    <w:rsid w:val="001D5596"/>
    <w:rsid w:val="001D58F6"/>
    <w:rsid w:val="001D69D9"/>
    <w:rsid w:val="001D70E0"/>
    <w:rsid w:val="001D7BA2"/>
    <w:rsid w:val="001D7E97"/>
    <w:rsid w:val="001E007E"/>
    <w:rsid w:val="001E06CA"/>
    <w:rsid w:val="001E108E"/>
    <w:rsid w:val="001E149D"/>
    <w:rsid w:val="001E15CC"/>
    <w:rsid w:val="001E17DB"/>
    <w:rsid w:val="001E1E70"/>
    <w:rsid w:val="001E2BFB"/>
    <w:rsid w:val="001E3278"/>
    <w:rsid w:val="001E352A"/>
    <w:rsid w:val="001E39DF"/>
    <w:rsid w:val="001E3E32"/>
    <w:rsid w:val="001E3E83"/>
    <w:rsid w:val="001E41F9"/>
    <w:rsid w:val="001E44F4"/>
    <w:rsid w:val="001E4519"/>
    <w:rsid w:val="001E4740"/>
    <w:rsid w:val="001E5606"/>
    <w:rsid w:val="001E6184"/>
    <w:rsid w:val="001E62D4"/>
    <w:rsid w:val="001E72A8"/>
    <w:rsid w:val="001E7771"/>
    <w:rsid w:val="001E7EF3"/>
    <w:rsid w:val="001F027B"/>
    <w:rsid w:val="001F030A"/>
    <w:rsid w:val="001F048F"/>
    <w:rsid w:val="001F09B4"/>
    <w:rsid w:val="001F09D8"/>
    <w:rsid w:val="001F0A00"/>
    <w:rsid w:val="001F113B"/>
    <w:rsid w:val="001F1BF5"/>
    <w:rsid w:val="001F1D0E"/>
    <w:rsid w:val="001F1E2B"/>
    <w:rsid w:val="001F211B"/>
    <w:rsid w:val="001F2333"/>
    <w:rsid w:val="001F24B1"/>
    <w:rsid w:val="001F2D34"/>
    <w:rsid w:val="001F329E"/>
    <w:rsid w:val="001F39AD"/>
    <w:rsid w:val="001F3E75"/>
    <w:rsid w:val="001F47DC"/>
    <w:rsid w:val="001F4B99"/>
    <w:rsid w:val="001F4E3E"/>
    <w:rsid w:val="001F60E8"/>
    <w:rsid w:val="001F616A"/>
    <w:rsid w:val="001F6945"/>
    <w:rsid w:val="001F7183"/>
    <w:rsid w:val="001F7896"/>
    <w:rsid w:val="001F7ED2"/>
    <w:rsid w:val="001F7FC4"/>
    <w:rsid w:val="00200855"/>
    <w:rsid w:val="002009EB"/>
    <w:rsid w:val="00201D27"/>
    <w:rsid w:val="00201E05"/>
    <w:rsid w:val="00202469"/>
    <w:rsid w:val="002024C8"/>
    <w:rsid w:val="00202749"/>
    <w:rsid w:val="0020276E"/>
    <w:rsid w:val="00202BB2"/>
    <w:rsid w:val="00202D94"/>
    <w:rsid w:val="00203AB3"/>
    <w:rsid w:val="00203ACA"/>
    <w:rsid w:val="00204664"/>
    <w:rsid w:val="00204957"/>
    <w:rsid w:val="00205521"/>
    <w:rsid w:val="0020569A"/>
    <w:rsid w:val="002058E9"/>
    <w:rsid w:val="0020596E"/>
    <w:rsid w:val="00205C97"/>
    <w:rsid w:val="00205EF3"/>
    <w:rsid w:val="00206414"/>
    <w:rsid w:val="002068FC"/>
    <w:rsid w:val="00206CDA"/>
    <w:rsid w:val="0020727F"/>
    <w:rsid w:val="002072ED"/>
    <w:rsid w:val="00207446"/>
    <w:rsid w:val="00207F63"/>
    <w:rsid w:val="002106A1"/>
    <w:rsid w:val="002113CF"/>
    <w:rsid w:val="002118F0"/>
    <w:rsid w:val="00211C58"/>
    <w:rsid w:val="00212145"/>
    <w:rsid w:val="00212DD3"/>
    <w:rsid w:val="002134D2"/>
    <w:rsid w:val="0021391C"/>
    <w:rsid w:val="00214291"/>
    <w:rsid w:val="00214A02"/>
    <w:rsid w:val="00214D8B"/>
    <w:rsid w:val="00214EF6"/>
    <w:rsid w:val="00215230"/>
    <w:rsid w:val="00215596"/>
    <w:rsid w:val="002160BE"/>
    <w:rsid w:val="0021615E"/>
    <w:rsid w:val="0021627A"/>
    <w:rsid w:val="00216962"/>
    <w:rsid w:val="00216C95"/>
    <w:rsid w:val="00216D21"/>
    <w:rsid w:val="00216F48"/>
    <w:rsid w:val="00216FE4"/>
    <w:rsid w:val="002171F8"/>
    <w:rsid w:val="00217417"/>
    <w:rsid w:val="0021741D"/>
    <w:rsid w:val="00217648"/>
    <w:rsid w:val="0021799D"/>
    <w:rsid w:val="00217D1B"/>
    <w:rsid w:val="00220167"/>
    <w:rsid w:val="002207B1"/>
    <w:rsid w:val="0022097F"/>
    <w:rsid w:val="002209F5"/>
    <w:rsid w:val="00220B6C"/>
    <w:rsid w:val="00220BEE"/>
    <w:rsid w:val="00221AD9"/>
    <w:rsid w:val="002221D8"/>
    <w:rsid w:val="00222372"/>
    <w:rsid w:val="002226EB"/>
    <w:rsid w:val="00222A00"/>
    <w:rsid w:val="00222A6D"/>
    <w:rsid w:val="00222EF9"/>
    <w:rsid w:val="0022345B"/>
    <w:rsid w:val="002235E7"/>
    <w:rsid w:val="00223B8A"/>
    <w:rsid w:val="00223C0F"/>
    <w:rsid w:val="00223E7F"/>
    <w:rsid w:val="00224584"/>
    <w:rsid w:val="00224D06"/>
    <w:rsid w:val="00225176"/>
    <w:rsid w:val="0022567E"/>
    <w:rsid w:val="00225A71"/>
    <w:rsid w:val="00226080"/>
    <w:rsid w:val="00226175"/>
    <w:rsid w:val="002263AC"/>
    <w:rsid w:val="00226E6B"/>
    <w:rsid w:val="0022756E"/>
    <w:rsid w:val="00227714"/>
    <w:rsid w:val="002279AC"/>
    <w:rsid w:val="00227F6B"/>
    <w:rsid w:val="0023091A"/>
    <w:rsid w:val="00230FD3"/>
    <w:rsid w:val="0023130E"/>
    <w:rsid w:val="0023142A"/>
    <w:rsid w:val="002317D3"/>
    <w:rsid w:val="002321CD"/>
    <w:rsid w:val="00232315"/>
    <w:rsid w:val="002326A2"/>
    <w:rsid w:val="0023271D"/>
    <w:rsid w:val="00232D2E"/>
    <w:rsid w:val="002333F2"/>
    <w:rsid w:val="002336AC"/>
    <w:rsid w:val="00233998"/>
    <w:rsid w:val="00233A31"/>
    <w:rsid w:val="00233A65"/>
    <w:rsid w:val="00233B2B"/>
    <w:rsid w:val="00233B85"/>
    <w:rsid w:val="00233DF7"/>
    <w:rsid w:val="00234286"/>
    <w:rsid w:val="00234A36"/>
    <w:rsid w:val="00234DB9"/>
    <w:rsid w:val="00234DEB"/>
    <w:rsid w:val="00234FF0"/>
    <w:rsid w:val="00236CCF"/>
    <w:rsid w:val="00236E0B"/>
    <w:rsid w:val="002371F2"/>
    <w:rsid w:val="002373BB"/>
    <w:rsid w:val="00240433"/>
    <w:rsid w:val="00240497"/>
    <w:rsid w:val="002408D1"/>
    <w:rsid w:val="00240CBF"/>
    <w:rsid w:val="00240FB2"/>
    <w:rsid w:val="00241044"/>
    <w:rsid w:val="00241622"/>
    <w:rsid w:val="00241935"/>
    <w:rsid w:val="00241D33"/>
    <w:rsid w:val="00242E95"/>
    <w:rsid w:val="0024403B"/>
    <w:rsid w:val="00244675"/>
    <w:rsid w:val="00244B9C"/>
    <w:rsid w:val="00244C0D"/>
    <w:rsid w:val="00244CBA"/>
    <w:rsid w:val="00244E4A"/>
    <w:rsid w:val="00244F1B"/>
    <w:rsid w:val="002451E2"/>
    <w:rsid w:val="0024535A"/>
    <w:rsid w:val="0024555E"/>
    <w:rsid w:val="00245ADC"/>
    <w:rsid w:val="00246810"/>
    <w:rsid w:val="002470E7"/>
    <w:rsid w:val="002474CC"/>
    <w:rsid w:val="002479BC"/>
    <w:rsid w:val="00247B0E"/>
    <w:rsid w:val="00247FBD"/>
    <w:rsid w:val="002502CB"/>
    <w:rsid w:val="00250501"/>
    <w:rsid w:val="0025060D"/>
    <w:rsid w:val="00250780"/>
    <w:rsid w:val="00250A6D"/>
    <w:rsid w:val="00250C53"/>
    <w:rsid w:val="00250F97"/>
    <w:rsid w:val="00251486"/>
    <w:rsid w:val="002517B6"/>
    <w:rsid w:val="00252090"/>
    <w:rsid w:val="002522CF"/>
    <w:rsid w:val="002528E7"/>
    <w:rsid w:val="00252C13"/>
    <w:rsid w:val="002532F0"/>
    <w:rsid w:val="00253622"/>
    <w:rsid w:val="0025381D"/>
    <w:rsid w:val="00253D45"/>
    <w:rsid w:val="00253DCE"/>
    <w:rsid w:val="00254268"/>
    <w:rsid w:val="002544D8"/>
    <w:rsid w:val="00255021"/>
    <w:rsid w:val="00255829"/>
    <w:rsid w:val="00255BEC"/>
    <w:rsid w:val="002560E2"/>
    <w:rsid w:val="00256D3F"/>
    <w:rsid w:val="002574B8"/>
    <w:rsid w:val="00257BD0"/>
    <w:rsid w:val="00257BD2"/>
    <w:rsid w:val="0026004A"/>
    <w:rsid w:val="00260092"/>
    <w:rsid w:val="002601DB"/>
    <w:rsid w:val="00260555"/>
    <w:rsid w:val="0026075F"/>
    <w:rsid w:val="00260A2E"/>
    <w:rsid w:val="00260ED4"/>
    <w:rsid w:val="0026155C"/>
    <w:rsid w:val="0026203D"/>
    <w:rsid w:val="002629FE"/>
    <w:rsid w:val="00262D82"/>
    <w:rsid w:val="0026318F"/>
    <w:rsid w:val="0026381A"/>
    <w:rsid w:val="002639BD"/>
    <w:rsid w:val="00264024"/>
    <w:rsid w:val="002640B7"/>
    <w:rsid w:val="00264161"/>
    <w:rsid w:val="00264225"/>
    <w:rsid w:val="0026424A"/>
    <w:rsid w:val="0026439C"/>
    <w:rsid w:val="002657C1"/>
    <w:rsid w:val="002662F3"/>
    <w:rsid w:val="002667BD"/>
    <w:rsid w:val="0026726F"/>
    <w:rsid w:val="00267312"/>
    <w:rsid w:val="002679CA"/>
    <w:rsid w:val="00267C19"/>
    <w:rsid w:val="00267C6F"/>
    <w:rsid w:val="00267D35"/>
    <w:rsid w:val="00270534"/>
    <w:rsid w:val="00271140"/>
    <w:rsid w:val="00271224"/>
    <w:rsid w:val="00271284"/>
    <w:rsid w:val="00271976"/>
    <w:rsid w:val="00271B20"/>
    <w:rsid w:val="00271D2A"/>
    <w:rsid w:val="00272109"/>
    <w:rsid w:val="00272F87"/>
    <w:rsid w:val="00273223"/>
    <w:rsid w:val="002735AC"/>
    <w:rsid w:val="0027375B"/>
    <w:rsid w:val="00273C11"/>
    <w:rsid w:val="002741F1"/>
    <w:rsid w:val="002747D8"/>
    <w:rsid w:val="0027482E"/>
    <w:rsid w:val="00274846"/>
    <w:rsid w:val="002749A7"/>
    <w:rsid w:val="00274A8E"/>
    <w:rsid w:val="00274DF2"/>
    <w:rsid w:val="00274EAD"/>
    <w:rsid w:val="00275058"/>
    <w:rsid w:val="00275099"/>
    <w:rsid w:val="0027585F"/>
    <w:rsid w:val="0027588B"/>
    <w:rsid w:val="00275F2F"/>
    <w:rsid w:val="00276144"/>
    <w:rsid w:val="0027645D"/>
    <w:rsid w:val="00276571"/>
    <w:rsid w:val="002766F2"/>
    <w:rsid w:val="00276A56"/>
    <w:rsid w:val="00276B92"/>
    <w:rsid w:val="00276FC7"/>
    <w:rsid w:val="002779A7"/>
    <w:rsid w:val="00277A5C"/>
    <w:rsid w:val="00277B60"/>
    <w:rsid w:val="00277E77"/>
    <w:rsid w:val="00277EB1"/>
    <w:rsid w:val="00277F61"/>
    <w:rsid w:val="002805B6"/>
    <w:rsid w:val="002818F7"/>
    <w:rsid w:val="0028199F"/>
    <w:rsid w:val="00281B99"/>
    <w:rsid w:val="00281D6C"/>
    <w:rsid w:val="00281FA2"/>
    <w:rsid w:val="00281FEF"/>
    <w:rsid w:val="00282845"/>
    <w:rsid w:val="00282B3E"/>
    <w:rsid w:val="00283467"/>
    <w:rsid w:val="0028349E"/>
    <w:rsid w:val="00283C35"/>
    <w:rsid w:val="00283F45"/>
    <w:rsid w:val="00284F32"/>
    <w:rsid w:val="00285116"/>
    <w:rsid w:val="002851C9"/>
    <w:rsid w:val="00285616"/>
    <w:rsid w:val="00285622"/>
    <w:rsid w:val="00285BB5"/>
    <w:rsid w:val="00285F4A"/>
    <w:rsid w:val="002860D0"/>
    <w:rsid w:val="002861DC"/>
    <w:rsid w:val="002863FF"/>
    <w:rsid w:val="00286807"/>
    <w:rsid w:val="00286CCB"/>
    <w:rsid w:val="00286F72"/>
    <w:rsid w:val="0028757D"/>
    <w:rsid w:val="00287C22"/>
    <w:rsid w:val="00290AF7"/>
    <w:rsid w:val="00290E46"/>
    <w:rsid w:val="00291316"/>
    <w:rsid w:val="00291789"/>
    <w:rsid w:val="0029178F"/>
    <w:rsid w:val="002917F0"/>
    <w:rsid w:val="00291B77"/>
    <w:rsid w:val="00291CC5"/>
    <w:rsid w:val="00291ED3"/>
    <w:rsid w:val="00292075"/>
    <w:rsid w:val="002922F7"/>
    <w:rsid w:val="002927A7"/>
    <w:rsid w:val="00292A8B"/>
    <w:rsid w:val="00292D44"/>
    <w:rsid w:val="00292F06"/>
    <w:rsid w:val="00293034"/>
    <w:rsid w:val="00293B01"/>
    <w:rsid w:val="00293EAC"/>
    <w:rsid w:val="00294118"/>
    <w:rsid w:val="00294416"/>
    <w:rsid w:val="00294547"/>
    <w:rsid w:val="0029457F"/>
    <w:rsid w:val="0029460C"/>
    <w:rsid w:val="00294613"/>
    <w:rsid w:val="00294FB7"/>
    <w:rsid w:val="002950D6"/>
    <w:rsid w:val="002951E2"/>
    <w:rsid w:val="0029552F"/>
    <w:rsid w:val="00295782"/>
    <w:rsid w:val="00295B1A"/>
    <w:rsid w:val="00295B51"/>
    <w:rsid w:val="00295BFF"/>
    <w:rsid w:val="00296410"/>
    <w:rsid w:val="00296959"/>
    <w:rsid w:val="00296ED0"/>
    <w:rsid w:val="0029753E"/>
    <w:rsid w:val="00297816"/>
    <w:rsid w:val="00297CB1"/>
    <w:rsid w:val="00297E3C"/>
    <w:rsid w:val="002A00A0"/>
    <w:rsid w:val="002A0EEA"/>
    <w:rsid w:val="002A124C"/>
    <w:rsid w:val="002A1F62"/>
    <w:rsid w:val="002A2441"/>
    <w:rsid w:val="002A3216"/>
    <w:rsid w:val="002A32B6"/>
    <w:rsid w:val="002A3431"/>
    <w:rsid w:val="002A3452"/>
    <w:rsid w:val="002A35D9"/>
    <w:rsid w:val="002A38F9"/>
    <w:rsid w:val="002A3B7C"/>
    <w:rsid w:val="002A45C9"/>
    <w:rsid w:val="002A4B50"/>
    <w:rsid w:val="002A56F6"/>
    <w:rsid w:val="002A5B3F"/>
    <w:rsid w:val="002A5CF1"/>
    <w:rsid w:val="002A5D0F"/>
    <w:rsid w:val="002A629D"/>
    <w:rsid w:val="002A6532"/>
    <w:rsid w:val="002A693F"/>
    <w:rsid w:val="002A6BCB"/>
    <w:rsid w:val="002A6DE4"/>
    <w:rsid w:val="002A71C1"/>
    <w:rsid w:val="002A7213"/>
    <w:rsid w:val="002A748B"/>
    <w:rsid w:val="002A7D12"/>
    <w:rsid w:val="002B03DF"/>
    <w:rsid w:val="002B056E"/>
    <w:rsid w:val="002B07B2"/>
    <w:rsid w:val="002B0845"/>
    <w:rsid w:val="002B0C06"/>
    <w:rsid w:val="002B0C95"/>
    <w:rsid w:val="002B0CE8"/>
    <w:rsid w:val="002B0F24"/>
    <w:rsid w:val="002B1001"/>
    <w:rsid w:val="002B13B0"/>
    <w:rsid w:val="002B1B6F"/>
    <w:rsid w:val="002B1C22"/>
    <w:rsid w:val="002B1D1C"/>
    <w:rsid w:val="002B1D30"/>
    <w:rsid w:val="002B1EB3"/>
    <w:rsid w:val="002B25F4"/>
    <w:rsid w:val="002B29B6"/>
    <w:rsid w:val="002B2A38"/>
    <w:rsid w:val="002B2C9C"/>
    <w:rsid w:val="002B2D68"/>
    <w:rsid w:val="002B3256"/>
    <w:rsid w:val="002B3C5B"/>
    <w:rsid w:val="002B446B"/>
    <w:rsid w:val="002B47CF"/>
    <w:rsid w:val="002B4EB9"/>
    <w:rsid w:val="002B511D"/>
    <w:rsid w:val="002B5785"/>
    <w:rsid w:val="002B5D07"/>
    <w:rsid w:val="002B5FEA"/>
    <w:rsid w:val="002B6577"/>
    <w:rsid w:val="002B65A5"/>
    <w:rsid w:val="002B6626"/>
    <w:rsid w:val="002B68FF"/>
    <w:rsid w:val="002B73C7"/>
    <w:rsid w:val="002B79FF"/>
    <w:rsid w:val="002B7A39"/>
    <w:rsid w:val="002B7C10"/>
    <w:rsid w:val="002C030B"/>
    <w:rsid w:val="002C04F5"/>
    <w:rsid w:val="002C06D4"/>
    <w:rsid w:val="002C09CD"/>
    <w:rsid w:val="002C0C31"/>
    <w:rsid w:val="002C0DB6"/>
    <w:rsid w:val="002C165B"/>
    <w:rsid w:val="002C1822"/>
    <w:rsid w:val="002C2A03"/>
    <w:rsid w:val="002C2C08"/>
    <w:rsid w:val="002C2E68"/>
    <w:rsid w:val="002C3B9F"/>
    <w:rsid w:val="002C3F7A"/>
    <w:rsid w:val="002C450A"/>
    <w:rsid w:val="002C4EFB"/>
    <w:rsid w:val="002C51B2"/>
    <w:rsid w:val="002C536D"/>
    <w:rsid w:val="002C5998"/>
    <w:rsid w:val="002C5A1F"/>
    <w:rsid w:val="002C60A8"/>
    <w:rsid w:val="002C6444"/>
    <w:rsid w:val="002C6727"/>
    <w:rsid w:val="002C6C5B"/>
    <w:rsid w:val="002C748B"/>
    <w:rsid w:val="002C7564"/>
    <w:rsid w:val="002C7656"/>
    <w:rsid w:val="002C79DA"/>
    <w:rsid w:val="002C7CC5"/>
    <w:rsid w:val="002D0044"/>
    <w:rsid w:val="002D0508"/>
    <w:rsid w:val="002D0ACA"/>
    <w:rsid w:val="002D0B4A"/>
    <w:rsid w:val="002D0CEB"/>
    <w:rsid w:val="002D1843"/>
    <w:rsid w:val="002D1E86"/>
    <w:rsid w:val="002D1F9A"/>
    <w:rsid w:val="002D20B1"/>
    <w:rsid w:val="002D277A"/>
    <w:rsid w:val="002D2A54"/>
    <w:rsid w:val="002D2BFD"/>
    <w:rsid w:val="002D306D"/>
    <w:rsid w:val="002D415D"/>
    <w:rsid w:val="002D42F0"/>
    <w:rsid w:val="002D4327"/>
    <w:rsid w:val="002D4BF5"/>
    <w:rsid w:val="002D4E2B"/>
    <w:rsid w:val="002D5392"/>
    <w:rsid w:val="002D5593"/>
    <w:rsid w:val="002D5E56"/>
    <w:rsid w:val="002D6228"/>
    <w:rsid w:val="002D6959"/>
    <w:rsid w:val="002D6A61"/>
    <w:rsid w:val="002D6C9B"/>
    <w:rsid w:val="002D72A0"/>
    <w:rsid w:val="002D7400"/>
    <w:rsid w:val="002D7430"/>
    <w:rsid w:val="002D74F5"/>
    <w:rsid w:val="002D7675"/>
    <w:rsid w:val="002D78DF"/>
    <w:rsid w:val="002D7C12"/>
    <w:rsid w:val="002D7CDC"/>
    <w:rsid w:val="002D7FAD"/>
    <w:rsid w:val="002E01E2"/>
    <w:rsid w:val="002E0DD8"/>
    <w:rsid w:val="002E1183"/>
    <w:rsid w:val="002E1503"/>
    <w:rsid w:val="002E1A9E"/>
    <w:rsid w:val="002E1DA5"/>
    <w:rsid w:val="002E1DE8"/>
    <w:rsid w:val="002E2703"/>
    <w:rsid w:val="002E2DE3"/>
    <w:rsid w:val="002E31DF"/>
    <w:rsid w:val="002E3299"/>
    <w:rsid w:val="002E39CD"/>
    <w:rsid w:val="002E3BB1"/>
    <w:rsid w:val="002E3BEB"/>
    <w:rsid w:val="002E3C6E"/>
    <w:rsid w:val="002E47AE"/>
    <w:rsid w:val="002E48D5"/>
    <w:rsid w:val="002E4FBD"/>
    <w:rsid w:val="002E5298"/>
    <w:rsid w:val="002E5C4E"/>
    <w:rsid w:val="002E6063"/>
    <w:rsid w:val="002E6132"/>
    <w:rsid w:val="002E62CD"/>
    <w:rsid w:val="002E62E4"/>
    <w:rsid w:val="002E6609"/>
    <w:rsid w:val="002E672E"/>
    <w:rsid w:val="002E70C8"/>
    <w:rsid w:val="002E742C"/>
    <w:rsid w:val="002E7743"/>
    <w:rsid w:val="002E7AA5"/>
    <w:rsid w:val="002E7D0A"/>
    <w:rsid w:val="002E7FAD"/>
    <w:rsid w:val="002F003C"/>
    <w:rsid w:val="002F01CC"/>
    <w:rsid w:val="002F02DD"/>
    <w:rsid w:val="002F0572"/>
    <w:rsid w:val="002F0797"/>
    <w:rsid w:val="002F0A67"/>
    <w:rsid w:val="002F0BEE"/>
    <w:rsid w:val="002F1098"/>
    <w:rsid w:val="002F1695"/>
    <w:rsid w:val="002F1E92"/>
    <w:rsid w:val="002F217A"/>
    <w:rsid w:val="002F2337"/>
    <w:rsid w:val="002F254E"/>
    <w:rsid w:val="002F285A"/>
    <w:rsid w:val="002F31CB"/>
    <w:rsid w:val="002F332B"/>
    <w:rsid w:val="002F39C9"/>
    <w:rsid w:val="002F3A8D"/>
    <w:rsid w:val="002F3CD1"/>
    <w:rsid w:val="002F3D62"/>
    <w:rsid w:val="002F450C"/>
    <w:rsid w:val="002F5157"/>
    <w:rsid w:val="002F54AA"/>
    <w:rsid w:val="002F56A8"/>
    <w:rsid w:val="002F57D1"/>
    <w:rsid w:val="002F58AF"/>
    <w:rsid w:val="002F59AC"/>
    <w:rsid w:val="002F5A38"/>
    <w:rsid w:val="002F5C36"/>
    <w:rsid w:val="002F5CB6"/>
    <w:rsid w:val="002F6598"/>
    <w:rsid w:val="002F6E96"/>
    <w:rsid w:val="002F7113"/>
    <w:rsid w:val="002F77E4"/>
    <w:rsid w:val="002F79E8"/>
    <w:rsid w:val="003009EC"/>
    <w:rsid w:val="00300E70"/>
    <w:rsid w:val="00300EF3"/>
    <w:rsid w:val="003010FA"/>
    <w:rsid w:val="00302084"/>
    <w:rsid w:val="0030270D"/>
    <w:rsid w:val="003029CC"/>
    <w:rsid w:val="00302CF2"/>
    <w:rsid w:val="00302DC3"/>
    <w:rsid w:val="003037DF"/>
    <w:rsid w:val="00303F66"/>
    <w:rsid w:val="00303FDB"/>
    <w:rsid w:val="00303FED"/>
    <w:rsid w:val="00304131"/>
    <w:rsid w:val="00304156"/>
    <w:rsid w:val="003044F5"/>
    <w:rsid w:val="003045E8"/>
    <w:rsid w:val="0030466F"/>
    <w:rsid w:val="0030472A"/>
    <w:rsid w:val="0030485C"/>
    <w:rsid w:val="00304C5C"/>
    <w:rsid w:val="00304E16"/>
    <w:rsid w:val="00305039"/>
    <w:rsid w:val="003052BD"/>
    <w:rsid w:val="003054E2"/>
    <w:rsid w:val="00305A4F"/>
    <w:rsid w:val="00305B79"/>
    <w:rsid w:val="00305E8F"/>
    <w:rsid w:val="00305ECB"/>
    <w:rsid w:val="00305F14"/>
    <w:rsid w:val="0030648E"/>
    <w:rsid w:val="0030666A"/>
    <w:rsid w:val="00306C9C"/>
    <w:rsid w:val="00307E89"/>
    <w:rsid w:val="00307E96"/>
    <w:rsid w:val="0031030F"/>
    <w:rsid w:val="003106B5"/>
    <w:rsid w:val="00310829"/>
    <w:rsid w:val="00310914"/>
    <w:rsid w:val="0031092D"/>
    <w:rsid w:val="00310B04"/>
    <w:rsid w:val="00310F81"/>
    <w:rsid w:val="003110E0"/>
    <w:rsid w:val="00311209"/>
    <w:rsid w:val="003112FF"/>
    <w:rsid w:val="0031134E"/>
    <w:rsid w:val="00312138"/>
    <w:rsid w:val="00312BFB"/>
    <w:rsid w:val="00312DD7"/>
    <w:rsid w:val="0031355B"/>
    <w:rsid w:val="003136BB"/>
    <w:rsid w:val="00313771"/>
    <w:rsid w:val="00313CF2"/>
    <w:rsid w:val="00313DB1"/>
    <w:rsid w:val="00313DFB"/>
    <w:rsid w:val="00314D7F"/>
    <w:rsid w:val="00315174"/>
    <w:rsid w:val="00315D09"/>
    <w:rsid w:val="00316713"/>
    <w:rsid w:val="0031712A"/>
    <w:rsid w:val="0032050E"/>
    <w:rsid w:val="003205C2"/>
    <w:rsid w:val="00320686"/>
    <w:rsid w:val="003210BD"/>
    <w:rsid w:val="003212D4"/>
    <w:rsid w:val="003218B3"/>
    <w:rsid w:val="00321933"/>
    <w:rsid w:val="00321BD8"/>
    <w:rsid w:val="00321F33"/>
    <w:rsid w:val="003228BA"/>
    <w:rsid w:val="00322A5B"/>
    <w:rsid w:val="00322B09"/>
    <w:rsid w:val="00323043"/>
    <w:rsid w:val="003230F7"/>
    <w:rsid w:val="00323521"/>
    <w:rsid w:val="00323F48"/>
    <w:rsid w:val="00323FCB"/>
    <w:rsid w:val="003241D7"/>
    <w:rsid w:val="003243CF"/>
    <w:rsid w:val="003243EB"/>
    <w:rsid w:val="00324582"/>
    <w:rsid w:val="003245A3"/>
    <w:rsid w:val="00324BB8"/>
    <w:rsid w:val="00324E7F"/>
    <w:rsid w:val="003253CE"/>
    <w:rsid w:val="003254F4"/>
    <w:rsid w:val="00325BA8"/>
    <w:rsid w:val="00325CAC"/>
    <w:rsid w:val="00325E66"/>
    <w:rsid w:val="003264E1"/>
    <w:rsid w:val="003266B1"/>
    <w:rsid w:val="003268F1"/>
    <w:rsid w:val="00326D17"/>
    <w:rsid w:val="00326D43"/>
    <w:rsid w:val="003271EF"/>
    <w:rsid w:val="003277DF"/>
    <w:rsid w:val="003278DA"/>
    <w:rsid w:val="00327B7B"/>
    <w:rsid w:val="00327BC4"/>
    <w:rsid w:val="00327CE2"/>
    <w:rsid w:val="00327FD0"/>
    <w:rsid w:val="00330184"/>
    <w:rsid w:val="003309B7"/>
    <w:rsid w:val="00331402"/>
    <w:rsid w:val="00332022"/>
    <w:rsid w:val="003329BB"/>
    <w:rsid w:val="00332D2F"/>
    <w:rsid w:val="00333289"/>
    <w:rsid w:val="003332E2"/>
    <w:rsid w:val="0033372F"/>
    <w:rsid w:val="00333A3D"/>
    <w:rsid w:val="00333DB4"/>
    <w:rsid w:val="0033448E"/>
    <w:rsid w:val="00334F4E"/>
    <w:rsid w:val="00334F6E"/>
    <w:rsid w:val="003358C9"/>
    <w:rsid w:val="00335BCC"/>
    <w:rsid w:val="003361FD"/>
    <w:rsid w:val="0033688A"/>
    <w:rsid w:val="00336B1E"/>
    <w:rsid w:val="00336B7F"/>
    <w:rsid w:val="0033737B"/>
    <w:rsid w:val="00337444"/>
    <w:rsid w:val="00337B6B"/>
    <w:rsid w:val="00337E3C"/>
    <w:rsid w:val="00337F00"/>
    <w:rsid w:val="00340656"/>
    <w:rsid w:val="0034080F"/>
    <w:rsid w:val="00340A1D"/>
    <w:rsid w:val="00340C7B"/>
    <w:rsid w:val="00341018"/>
    <w:rsid w:val="00341399"/>
    <w:rsid w:val="00342194"/>
    <w:rsid w:val="003423ED"/>
    <w:rsid w:val="00342B29"/>
    <w:rsid w:val="00342B96"/>
    <w:rsid w:val="0034335C"/>
    <w:rsid w:val="00343EB7"/>
    <w:rsid w:val="00343ECE"/>
    <w:rsid w:val="00344472"/>
    <w:rsid w:val="003446BF"/>
    <w:rsid w:val="00344C92"/>
    <w:rsid w:val="00344CDF"/>
    <w:rsid w:val="00344FAD"/>
    <w:rsid w:val="0034518A"/>
    <w:rsid w:val="0034522F"/>
    <w:rsid w:val="0034542B"/>
    <w:rsid w:val="0034585C"/>
    <w:rsid w:val="00345E09"/>
    <w:rsid w:val="00345FB0"/>
    <w:rsid w:val="00346220"/>
    <w:rsid w:val="00346268"/>
    <w:rsid w:val="00346886"/>
    <w:rsid w:val="00346918"/>
    <w:rsid w:val="00347359"/>
    <w:rsid w:val="0034744A"/>
    <w:rsid w:val="003478CE"/>
    <w:rsid w:val="00347D34"/>
    <w:rsid w:val="0035028B"/>
    <w:rsid w:val="0035095B"/>
    <w:rsid w:val="00351149"/>
    <w:rsid w:val="0035151C"/>
    <w:rsid w:val="0035160D"/>
    <w:rsid w:val="0035206A"/>
    <w:rsid w:val="003527D3"/>
    <w:rsid w:val="00352800"/>
    <w:rsid w:val="00352AA6"/>
    <w:rsid w:val="003530DA"/>
    <w:rsid w:val="00353122"/>
    <w:rsid w:val="003531FF"/>
    <w:rsid w:val="003534F4"/>
    <w:rsid w:val="003538CB"/>
    <w:rsid w:val="00353983"/>
    <w:rsid w:val="00353E98"/>
    <w:rsid w:val="00353F03"/>
    <w:rsid w:val="00354252"/>
    <w:rsid w:val="0035433E"/>
    <w:rsid w:val="00354C94"/>
    <w:rsid w:val="0035518B"/>
    <w:rsid w:val="00355F5B"/>
    <w:rsid w:val="00356731"/>
    <w:rsid w:val="00356AB2"/>
    <w:rsid w:val="003570F5"/>
    <w:rsid w:val="00357898"/>
    <w:rsid w:val="00360957"/>
    <w:rsid w:val="00360B02"/>
    <w:rsid w:val="00360C12"/>
    <w:rsid w:val="00360D88"/>
    <w:rsid w:val="00360DFA"/>
    <w:rsid w:val="00361041"/>
    <w:rsid w:val="003613FF"/>
    <w:rsid w:val="003619DD"/>
    <w:rsid w:val="00361EF7"/>
    <w:rsid w:val="00362081"/>
    <w:rsid w:val="00362D7D"/>
    <w:rsid w:val="00362E15"/>
    <w:rsid w:val="003634A8"/>
    <w:rsid w:val="003638E2"/>
    <w:rsid w:val="00363D70"/>
    <w:rsid w:val="00364055"/>
    <w:rsid w:val="00364091"/>
    <w:rsid w:val="00364222"/>
    <w:rsid w:val="003642E4"/>
    <w:rsid w:val="0036430C"/>
    <w:rsid w:val="003649F2"/>
    <w:rsid w:val="00364E25"/>
    <w:rsid w:val="0036501B"/>
    <w:rsid w:val="003652AD"/>
    <w:rsid w:val="003653ED"/>
    <w:rsid w:val="00365578"/>
    <w:rsid w:val="00365AD8"/>
    <w:rsid w:val="00365DA0"/>
    <w:rsid w:val="00365DB6"/>
    <w:rsid w:val="00365DD3"/>
    <w:rsid w:val="003661D2"/>
    <w:rsid w:val="00366213"/>
    <w:rsid w:val="003663B9"/>
    <w:rsid w:val="003666AA"/>
    <w:rsid w:val="00366A8B"/>
    <w:rsid w:val="00366B83"/>
    <w:rsid w:val="00366D70"/>
    <w:rsid w:val="00367368"/>
    <w:rsid w:val="00367534"/>
    <w:rsid w:val="00367C61"/>
    <w:rsid w:val="00367DF3"/>
    <w:rsid w:val="00367F2A"/>
    <w:rsid w:val="0037070F"/>
    <w:rsid w:val="00370726"/>
    <w:rsid w:val="00370AB7"/>
    <w:rsid w:val="0037127D"/>
    <w:rsid w:val="00371A4B"/>
    <w:rsid w:val="0037212C"/>
    <w:rsid w:val="0037214B"/>
    <w:rsid w:val="003725D1"/>
    <w:rsid w:val="003725D2"/>
    <w:rsid w:val="00372D39"/>
    <w:rsid w:val="00372D7B"/>
    <w:rsid w:val="00372E4C"/>
    <w:rsid w:val="00373463"/>
    <w:rsid w:val="00373EB1"/>
    <w:rsid w:val="0037407D"/>
    <w:rsid w:val="00374334"/>
    <w:rsid w:val="00374337"/>
    <w:rsid w:val="00374497"/>
    <w:rsid w:val="00374659"/>
    <w:rsid w:val="003746CE"/>
    <w:rsid w:val="003748F4"/>
    <w:rsid w:val="00374AA9"/>
    <w:rsid w:val="00374BFB"/>
    <w:rsid w:val="003751CF"/>
    <w:rsid w:val="003753C8"/>
    <w:rsid w:val="0037573D"/>
    <w:rsid w:val="00375D1A"/>
    <w:rsid w:val="00375D9E"/>
    <w:rsid w:val="00375F7D"/>
    <w:rsid w:val="00376382"/>
    <w:rsid w:val="00376986"/>
    <w:rsid w:val="00376B25"/>
    <w:rsid w:val="00376C54"/>
    <w:rsid w:val="0037724E"/>
    <w:rsid w:val="003772BF"/>
    <w:rsid w:val="00377493"/>
    <w:rsid w:val="003774E5"/>
    <w:rsid w:val="0038043F"/>
    <w:rsid w:val="00380A5A"/>
    <w:rsid w:val="00380DD7"/>
    <w:rsid w:val="003810C6"/>
    <w:rsid w:val="003813C7"/>
    <w:rsid w:val="00381A11"/>
    <w:rsid w:val="00381C79"/>
    <w:rsid w:val="00382253"/>
    <w:rsid w:val="003822BB"/>
    <w:rsid w:val="00382610"/>
    <w:rsid w:val="00382FA8"/>
    <w:rsid w:val="003830CE"/>
    <w:rsid w:val="00383240"/>
    <w:rsid w:val="003832DB"/>
    <w:rsid w:val="00383589"/>
    <w:rsid w:val="003835CB"/>
    <w:rsid w:val="00383647"/>
    <w:rsid w:val="003836EB"/>
    <w:rsid w:val="00383BAD"/>
    <w:rsid w:val="00383E14"/>
    <w:rsid w:val="00383E57"/>
    <w:rsid w:val="0038470E"/>
    <w:rsid w:val="00384E67"/>
    <w:rsid w:val="00384F55"/>
    <w:rsid w:val="003857C2"/>
    <w:rsid w:val="00386474"/>
    <w:rsid w:val="00386498"/>
    <w:rsid w:val="003870BC"/>
    <w:rsid w:val="00387331"/>
    <w:rsid w:val="0038739B"/>
    <w:rsid w:val="00387664"/>
    <w:rsid w:val="00387A45"/>
    <w:rsid w:val="00387CEC"/>
    <w:rsid w:val="00387DAE"/>
    <w:rsid w:val="00387F49"/>
    <w:rsid w:val="00390027"/>
    <w:rsid w:val="00390199"/>
    <w:rsid w:val="0039045B"/>
    <w:rsid w:val="003906B2"/>
    <w:rsid w:val="0039087C"/>
    <w:rsid w:val="00390E00"/>
    <w:rsid w:val="003910FE"/>
    <w:rsid w:val="003917A1"/>
    <w:rsid w:val="00391D80"/>
    <w:rsid w:val="00391E4A"/>
    <w:rsid w:val="00391EE0"/>
    <w:rsid w:val="00391FCE"/>
    <w:rsid w:val="00392765"/>
    <w:rsid w:val="003927FD"/>
    <w:rsid w:val="00392991"/>
    <w:rsid w:val="00392B58"/>
    <w:rsid w:val="00392BF6"/>
    <w:rsid w:val="00392CFF"/>
    <w:rsid w:val="003933FA"/>
    <w:rsid w:val="00393663"/>
    <w:rsid w:val="00393F42"/>
    <w:rsid w:val="003940AC"/>
    <w:rsid w:val="003942D9"/>
    <w:rsid w:val="003943BF"/>
    <w:rsid w:val="0039452B"/>
    <w:rsid w:val="0039469E"/>
    <w:rsid w:val="003947EC"/>
    <w:rsid w:val="00394808"/>
    <w:rsid w:val="00394BE3"/>
    <w:rsid w:val="0039598F"/>
    <w:rsid w:val="00395BB2"/>
    <w:rsid w:val="003964FA"/>
    <w:rsid w:val="003966AD"/>
    <w:rsid w:val="003966E4"/>
    <w:rsid w:val="0039684B"/>
    <w:rsid w:val="00396B45"/>
    <w:rsid w:val="00396C00"/>
    <w:rsid w:val="00396D1B"/>
    <w:rsid w:val="00397080"/>
    <w:rsid w:val="003970C4"/>
    <w:rsid w:val="0039724B"/>
    <w:rsid w:val="0039728C"/>
    <w:rsid w:val="00397516"/>
    <w:rsid w:val="003976B8"/>
    <w:rsid w:val="003A05AC"/>
    <w:rsid w:val="003A0642"/>
    <w:rsid w:val="003A06E3"/>
    <w:rsid w:val="003A0C24"/>
    <w:rsid w:val="003A10B1"/>
    <w:rsid w:val="003A1301"/>
    <w:rsid w:val="003A1823"/>
    <w:rsid w:val="003A1D6B"/>
    <w:rsid w:val="003A1EE0"/>
    <w:rsid w:val="003A1FDF"/>
    <w:rsid w:val="003A3605"/>
    <w:rsid w:val="003A3BCF"/>
    <w:rsid w:val="003A3E50"/>
    <w:rsid w:val="003A4265"/>
    <w:rsid w:val="003A4A40"/>
    <w:rsid w:val="003A50CA"/>
    <w:rsid w:val="003A5304"/>
    <w:rsid w:val="003A54E0"/>
    <w:rsid w:val="003A59B8"/>
    <w:rsid w:val="003A5BED"/>
    <w:rsid w:val="003A5D29"/>
    <w:rsid w:val="003A6266"/>
    <w:rsid w:val="003A6529"/>
    <w:rsid w:val="003A65B6"/>
    <w:rsid w:val="003A6BAE"/>
    <w:rsid w:val="003A6F70"/>
    <w:rsid w:val="003A727A"/>
    <w:rsid w:val="003A75BC"/>
    <w:rsid w:val="003A786B"/>
    <w:rsid w:val="003B0066"/>
    <w:rsid w:val="003B00FE"/>
    <w:rsid w:val="003B0980"/>
    <w:rsid w:val="003B1167"/>
    <w:rsid w:val="003B144D"/>
    <w:rsid w:val="003B15DA"/>
    <w:rsid w:val="003B18AD"/>
    <w:rsid w:val="003B25D7"/>
    <w:rsid w:val="003B2C6F"/>
    <w:rsid w:val="003B2D5D"/>
    <w:rsid w:val="003B2E77"/>
    <w:rsid w:val="003B324A"/>
    <w:rsid w:val="003B331B"/>
    <w:rsid w:val="003B393F"/>
    <w:rsid w:val="003B3998"/>
    <w:rsid w:val="003B4093"/>
    <w:rsid w:val="003B416D"/>
    <w:rsid w:val="003B42AB"/>
    <w:rsid w:val="003B4CB4"/>
    <w:rsid w:val="003B4D56"/>
    <w:rsid w:val="003B4D76"/>
    <w:rsid w:val="003B5093"/>
    <w:rsid w:val="003B595C"/>
    <w:rsid w:val="003B6082"/>
    <w:rsid w:val="003B62D9"/>
    <w:rsid w:val="003B6D2C"/>
    <w:rsid w:val="003B76E1"/>
    <w:rsid w:val="003B78BF"/>
    <w:rsid w:val="003B7C66"/>
    <w:rsid w:val="003C0008"/>
    <w:rsid w:val="003C05AA"/>
    <w:rsid w:val="003C0A39"/>
    <w:rsid w:val="003C0DFC"/>
    <w:rsid w:val="003C10B6"/>
    <w:rsid w:val="003C117A"/>
    <w:rsid w:val="003C13CD"/>
    <w:rsid w:val="003C159D"/>
    <w:rsid w:val="003C166F"/>
    <w:rsid w:val="003C1BFB"/>
    <w:rsid w:val="003C1DE9"/>
    <w:rsid w:val="003C1E49"/>
    <w:rsid w:val="003C2147"/>
    <w:rsid w:val="003C268A"/>
    <w:rsid w:val="003C2D0A"/>
    <w:rsid w:val="003C2DAC"/>
    <w:rsid w:val="003C323B"/>
    <w:rsid w:val="003C3369"/>
    <w:rsid w:val="003C363E"/>
    <w:rsid w:val="003C3F1E"/>
    <w:rsid w:val="003C43C7"/>
    <w:rsid w:val="003C4653"/>
    <w:rsid w:val="003C4A42"/>
    <w:rsid w:val="003C4DFC"/>
    <w:rsid w:val="003C560B"/>
    <w:rsid w:val="003C5621"/>
    <w:rsid w:val="003C59AA"/>
    <w:rsid w:val="003C59D3"/>
    <w:rsid w:val="003C5B22"/>
    <w:rsid w:val="003C5C9E"/>
    <w:rsid w:val="003C5F22"/>
    <w:rsid w:val="003C6197"/>
    <w:rsid w:val="003C65EE"/>
    <w:rsid w:val="003C681F"/>
    <w:rsid w:val="003C6B15"/>
    <w:rsid w:val="003C7416"/>
    <w:rsid w:val="003C7601"/>
    <w:rsid w:val="003C7842"/>
    <w:rsid w:val="003C7992"/>
    <w:rsid w:val="003C7CD2"/>
    <w:rsid w:val="003C7F1C"/>
    <w:rsid w:val="003D048E"/>
    <w:rsid w:val="003D0616"/>
    <w:rsid w:val="003D0711"/>
    <w:rsid w:val="003D0E8D"/>
    <w:rsid w:val="003D100C"/>
    <w:rsid w:val="003D1255"/>
    <w:rsid w:val="003D1419"/>
    <w:rsid w:val="003D1842"/>
    <w:rsid w:val="003D22B4"/>
    <w:rsid w:val="003D2454"/>
    <w:rsid w:val="003D24F4"/>
    <w:rsid w:val="003D2A89"/>
    <w:rsid w:val="003D2F11"/>
    <w:rsid w:val="003D2F4E"/>
    <w:rsid w:val="003D2FE0"/>
    <w:rsid w:val="003D3044"/>
    <w:rsid w:val="003D3137"/>
    <w:rsid w:val="003D3397"/>
    <w:rsid w:val="003D339F"/>
    <w:rsid w:val="003D3466"/>
    <w:rsid w:val="003D3F1B"/>
    <w:rsid w:val="003D4083"/>
    <w:rsid w:val="003D44FB"/>
    <w:rsid w:val="003D4A38"/>
    <w:rsid w:val="003D4D95"/>
    <w:rsid w:val="003D4E67"/>
    <w:rsid w:val="003D5351"/>
    <w:rsid w:val="003D5431"/>
    <w:rsid w:val="003D567E"/>
    <w:rsid w:val="003D5EB2"/>
    <w:rsid w:val="003D5EBA"/>
    <w:rsid w:val="003D606C"/>
    <w:rsid w:val="003D62F9"/>
    <w:rsid w:val="003D638A"/>
    <w:rsid w:val="003D6BC8"/>
    <w:rsid w:val="003D70E2"/>
    <w:rsid w:val="003D7234"/>
    <w:rsid w:val="003D7353"/>
    <w:rsid w:val="003D7D6B"/>
    <w:rsid w:val="003D7E12"/>
    <w:rsid w:val="003D7E71"/>
    <w:rsid w:val="003D7F7A"/>
    <w:rsid w:val="003D7FF1"/>
    <w:rsid w:val="003E032F"/>
    <w:rsid w:val="003E042B"/>
    <w:rsid w:val="003E0599"/>
    <w:rsid w:val="003E0747"/>
    <w:rsid w:val="003E07AF"/>
    <w:rsid w:val="003E0818"/>
    <w:rsid w:val="003E0FD0"/>
    <w:rsid w:val="003E12EF"/>
    <w:rsid w:val="003E13C1"/>
    <w:rsid w:val="003E16DF"/>
    <w:rsid w:val="003E184D"/>
    <w:rsid w:val="003E286E"/>
    <w:rsid w:val="003E2C5C"/>
    <w:rsid w:val="003E2EB6"/>
    <w:rsid w:val="003E2F38"/>
    <w:rsid w:val="003E3265"/>
    <w:rsid w:val="003E36AA"/>
    <w:rsid w:val="003E3C7D"/>
    <w:rsid w:val="003E4024"/>
    <w:rsid w:val="003E4438"/>
    <w:rsid w:val="003E4476"/>
    <w:rsid w:val="003E4655"/>
    <w:rsid w:val="003E5020"/>
    <w:rsid w:val="003E557A"/>
    <w:rsid w:val="003E559F"/>
    <w:rsid w:val="003E58D8"/>
    <w:rsid w:val="003E5BAD"/>
    <w:rsid w:val="003E5D45"/>
    <w:rsid w:val="003E5D7A"/>
    <w:rsid w:val="003E64C0"/>
    <w:rsid w:val="003E6B12"/>
    <w:rsid w:val="003E6C40"/>
    <w:rsid w:val="003E6C66"/>
    <w:rsid w:val="003E7687"/>
    <w:rsid w:val="003E79CB"/>
    <w:rsid w:val="003E7C1C"/>
    <w:rsid w:val="003E7ED6"/>
    <w:rsid w:val="003F007B"/>
    <w:rsid w:val="003F0383"/>
    <w:rsid w:val="003F05D3"/>
    <w:rsid w:val="003F05E3"/>
    <w:rsid w:val="003F0E16"/>
    <w:rsid w:val="003F1144"/>
    <w:rsid w:val="003F20E8"/>
    <w:rsid w:val="003F2159"/>
    <w:rsid w:val="003F265B"/>
    <w:rsid w:val="003F26B9"/>
    <w:rsid w:val="003F2733"/>
    <w:rsid w:val="003F35AD"/>
    <w:rsid w:val="003F42F1"/>
    <w:rsid w:val="003F432E"/>
    <w:rsid w:val="003F43ED"/>
    <w:rsid w:val="003F4417"/>
    <w:rsid w:val="003F445C"/>
    <w:rsid w:val="003F4CA2"/>
    <w:rsid w:val="003F5665"/>
    <w:rsid w:val="003F5D46"/>
    <w:rsid w:val="003F5F59"/>
    <w:rsid w:val="003F626A"/>
    <w:rsid w:val="003F6AE2"/>
    <w:rsid w:val="003F6DF0"/>
    <w:rsid w:val="003F710E"/>
    <w:rsid w:val="003F74BF"/>
    <w:rsid w:val="0040045C"/>
    <w:rsid w:val="00400C56"/>
    <w:rsid w:val="00400D02"/>
    <w:rsid w:val="004012A5"/>
    <w:rsid w:val="004018D1"/>
    <w:rsid w:val="00401CEF"/>
    <w:rsid w:val="00401F64"/>
    <w:rsid w:val="00402128"/>
    <w:rsid w:val="0040229D"/>
    <w:rsid w:val="004024A9"/>
    <w:rsid w:val="00402658"/>
    <w:rsid w:val="00402839"/>
    <w:rsid w:val="00402AAB"/>
    <w:rsid w:val="00403098"/>
    <w:rsid w:val="00403645"/>
    <w:rsid w:val="004037A7"/>
    <w:rsid w:val="00403CFE"/>
    <w:rsid w:val="00403DF4"/>
    <w:rsid w:val="00403F70"/>
    <w:rsid w:val="00404A1F"/>
    <w:rsid w:val="0040508F"/>
    <w:rsid w:val="004050C9"/>
    <w:rsid w:val="004051B4"/>
    <w:rsid w:val="004054CC"/>
    <w:rsid w:val="0040556F"/>
    <w:rsid w:val="00405D77"/>
    <w:rsid w:val="004061BD"/>
    <w:rsid w:val="004065D5"/>
    <w:rsid w:val="00406A11"/>
    <w:rsid w:val="00406AF5"/>
    <w:rsid w:val="00406BE3"/>
    <w:rsid w:val="00406E24"/>
    <w:rsid w:val="00407067"/>
    <w:rsid w:val="00407CE7"/>
    <w:rsid w:val="00410ADE"/>
    <w:rsid w:val="00410B9F"/>
    <w:rsid w:val="0041156C"/>
    <w:rsid w:val="004117D8"/>
    <w:rsid w:val="00411DB2"/>
    <w:rsid w:val="00412000"/>
    <w:rsid w:val="00412156"/>
    <w:rsid w:val="0041291B"/>
    <w:rsid w:val="00412C9A"/>
    <w:rsid w:val="00412E03"/>
    <w:rsid w:val="00413106"/>
    <w:rsid w:val="00413919"/>
    <w:rsid w:val="004139F9"/>
    <w:rsid w:val="00413CBC"/>
    <w:rsid w:val="004142AD"/>
    <w:rsid w:val="004145D6"/>
    <w:rsid w:val="00414849"/>
    <w:rsid w:val="00414C9F"/>
    <w:rsid w:val="00414E0C"/>
    <w:rsid w:val="00414F97"/>
    <w:rsid w:val="0041505F"/>
    <w:rsid w:val="004150FF"/>
    <w:rsid w:val="0041525E"/>
    <w:rsid w:val="0041600E"/>
    <w:rsid w:val="00416150"/>
    <w:rsid w:val="004161BF"/>
    <w:rsid w:val="00416B89"/>
    <w:rsid w:val="00417032"/>
    <w:rsid w:val="004175CD"/>
    <w:rsid w:val="00417891"/>
    <w:rsid w:val="00417EA8"/>
    <w:rsid w:val="004202EE"/>
    <w:rsid w:val="00420345"/>
    <w:rsid w:val="0042073C"/>
    <w:rsid w:val="00420794"/>
    <w:rsid w:val="00420A72"/>
    <w:rsid w:val="00420AE1"/>
    <w:rsid w:val="00420C4D"/>
    <w:rsid w:val="00420E2D"/>
    <w:rsid w:val="00420E35"/>
    <w:rsid w:val="0042122F"/>
    <w:rsid w:val="00421566"/>
    <w:rsid w:val="0042193F"/>
    <w:rsid w:val="00421AC1"/>
    <w:rsid w:val="00421D6C"/>
    <w:rsid w:val="004222D9"/>
    <w:rsid w:val="0042247D"/>
    <w:rsid w:val="004226A6"/>
    <w:rsid w:val="0042281B"/>
    <w:rsid w:val="00423168"/>
    <w:rsid w:val="00423A71"/>
    <w:rsid w:val="00423CF2"/>
    <w:rsid w:val="00423D57"/>
    <w:rsid w:val="00424161"/>
    <w:rsid w:val="00424532"/>
    <w:rsid w:val="0042465E"/>
    <w:rsid w:val="0042534C"/>
    <w:rsid w:val="0042539C"/>
    <w:rsid w:val="00425825"/>
    <w:rsid w:val="00426151"/>
    <w:rsid w:val="004264A8"/>
    <w:rsid w:val="004265CB"/>
    <w:rsid w:val="00427092"/>
    <w:rsid w:val="00427442"/>
    <w:rsid w:val="00427468"/>
    <w:rsid w:val="0042763E"/>
    <w:rsid w:val="00427B64"/>
    <w:rsid w:val="00427B9C"/>
    <w:rsid w:val="00427BC2"/>
    <w:rsid w:val="00430767"/>
    <w:rsid w:val="00430A7C"/>
    <w:rsid w:val="00431219"/>
    <w:rsid w:val="004316F9"/>
    <w:rsid w:val="00431B59"/>
    <w:rsid w:val="00431E04"/>
    <w:rsid w:val="00431F69"/>
    <w:rsid w:val="00431FEA"/>
    <w:rsid w:val="00432102"/>
    <w:rsid w:val="004322E9"/>
    <w:rsid w:val="0043270C"/>
    <w:rsid w:val="00432942"/>
    <w:rsid w:val="00432DB9"/>
    <w:rsid w:val="00432FA9"/>
    <w:rsid w:val="00433258"/>
    <w:rsid w:val="00433429"/>
    <w:rsid w:val="0043346E"/>
    <w:rsid w:val="00433961"/>
    <w:rsid w:val="004339D6"/>
    <w:rsid w:val="00433D08"/>
    <w:rsid w:val="00433F57"/>
    <w:rsid w:val="00434064"/>
    <w:rsid w:val="004341C0"/>
    <w:rsid w:val="00434BF7"/>
    <w:rsid w:val="0043537B"/>
    <w:rsid w:val="004358EB"/>
    <w:rsid w:val="00435D4C"/>
    <w:rsid w:val="00435DAC"/>
    <w:rsid w:val="00436044"/>
    <w:rsid w:val="004361F1"/>
    <w:rsid w:val="0043689A"/>
    <w:rsid w:val="00436952"/>
    <w:rsid w:val="00436D39"/>
    <w:rsid w:val="0043723B"/>
    <w:rsid w:val="0043726A"/>
    <w:rsid w:val="004379FA"/>
    <w:rsid w:val="004403C3"/>
    <w:rsid w:val="00440498"/>
    <w:rsid w:val="004405DA"/>
    <w:rsid w:val="004410C0"/>
    <w:rsid w:val="00441101"/>
    <w:rsid w:val="00441174"/>
    <w:rsid w:val="00441604"/>
    <w:rsid w:val="0044162E"/>
    <w:rsid w:val="004422B2"/>
    <w:rsid w:val="00442696"/>
    <w:rsid w:val="00442908"/>
    <w:rsid w:val="0044306B"/>
    <w:rsid w:val="004437F9"/>
    <w:rsid w:val="00443A76"/>
    <w:rsid w:val="00443D67"/>
    <w:rsid w:val="00443E69"/>
    <w:rsid w:val="00444119"/>
    <w:rsid w:val="0044426B"/>
    <w:rsid w:val="0044446D"/>
    <w:rsid w:val="00444C1B"/>
    <w:rsid w:val="00444F9F"/>
    <w:rsid w:val="004462DD"/>
    <w:rsid w:val="004464AA"/>
    <w:rsid w:val="00446978"/>
    <w:rsid w:val="00446AE7"/>
    <w:rsid w:val="00446C2F"/>
    <w:rsid w:val="00446D01"/>
    <w:rsid w:val="00446F5C"/>
    <w:rsid w:val="00447292"/>
    <w:rsid w:val="004474B9"/>
    <w:rsid w:val="004474E0"/>
    <w:rsid w:val="00447FF3"/>
    <w:rsid w:val="00450055"/>
    <w:rsid w:val="00450127"/>
    <w:rsid w:val="00450207"/>
    <w:rsid w:val="004507DD"/>
    <w:rsid w:val="00450D52"/>
    <w:rsid w:val="0045110C"/>
    <w:rsid w:val="004511CE"/>
    <w:rsid w:val="004517BE"/>
    <w:rsid w:val="00451870"/>
    <w:rsid w:val="004518D0"/>
    <w:rsid w:val="0045216A"/>
    <w:rsid w:val="004526E3"/>
    <w:rsid w:val="004529A5"/>
    <w:rsid w:val="00453432"/>
    <w:rsid w:val="00453547"/>
    <w:rsid w:val="00454563"/>
    <w:rsid w:val="0045480C"/>
    <w:rsid w:val="00454B31"/>
    <w:rsid w:val="00454CC2"/>
    <w:rsid w:val="00454DC4"/>
    <w:rsid w:val="00454FC6"/>
    <w:rsid w:val="00455135"/>
    <w:rsid w:val="00455C9C"/>
    <w:rsid w:val="00455CB2"/>
    <w:rsid w:val="00456264"/>
    <w:rsid w:val="004565CB"/>
    <w:rsid w:val="004565FE"/>
    <w:rsid w:val="004569F7"/>
    <w:rsid w:val="00456D95"/>
    <w:rsid w:val="00456EBC"/>
    <w:rsid w:val="00457090"/>
    <w:rsid w:val="00457485"/>
    <w:rsid w:val="00457742"/>
    <w:rsid w:val="004577BE"/>
    <w:rsid w:val="00457F37"/>
    <w:rsid w:val="00457FC8"/>
    <w:rsid w:val="0046054F"/>
    <w:rsid w:val="0046093A"/>
    <w:rsid w:val="00460BED"/>
    <w:rsid w:val="00460C1A"/>
    <w:rsid w:val="00461148"/>
    <w:rsid w:val="00461357"/>
    <w:rsid w:val="00461513"/>
    <w:rsid w:val="004616B2"/>
    <w:rsid w:val="004617A3"/>
    <w:rsid w:val="004617AC"/>
    <w:rsid w:val="00461D53"/>
    <w:rsid w:val="00461E66"/>
    <w:rsid w:val="00461FCD"/>
    <w:rsid w:val="004624EB"/>
    <w:rsid w:val="004624F6"/>
    <w:rsid w:val="00462936"/>
    <w:rsid w:val="00463747"/>
    <w:rsid w:val="00463B95"/>
    <w:rsid w:val="00463BDA"/>
    <w:rsid w:val="0046496B"/>
    <w:rsid w:val="00464AA9"/>
    <w:rsid w:val="00464E54"/>
    <w:rsid w:val="00464FB7"/>
    <w:rsid w:val="00465177"/>
    <w:rsid w:val="0046535B"/>
    <w:rsid w:val="004653FB"/>
    <w:rsid w:val="00465EF6"/>
    <w:rsid w:val="00465F52"/>
    <w:rsid w:val="00466761"/>
    <w:rsid w:val="0046689B"/>
    <w:rsid w:val="004669AD"/>
    <w:rsid w:val="00466E59"/>
    <w:rsid w:val="00467012"/>
    <w:rsid w:val="004670E2"/>
    <w:rsid w:val="004673A4"/>
    <w:rsid w:val="00467D6A"/>
    <w:rsid w:val="00470A38"/>
    <w:rsid w:val="00470BAA"/>
    <w:rsid w:val="00471225"/>
    <w:rsid w:val="00471350"/>
    <w:rsid w:val="004716F7"/>
    <w:rsid w:val="0047205D"/>
    <w:rsid w:val="004721CE"/>
    <w:rsid w:val="0047230E"/>
    <w:rsid w:val="00472435"/>
    <w:rsid w:val="004725D2"/>
    <w:rsid w:val="00472823"/>
    <w:rsid w:val="004729FA"/>
    <w:rsid w:val="00472B79"/>
    <w:rsid w:val="00472B98"/>
    <w:rsid w:val="00473436"/>
    <w:rsid w:val="00473469"/>
    <w:rsid w:val="00473830"/>
    <w:rsid w:val="00473995"/>
    <w:rsid w:val="00473A64"/>
    <w:rsid w:val="00473F80"/>
    <w:rsid w:val="0047405E"/>
    <w:rsid w:val="00474086"/>
    <w:rsid w:val="0047411F"/>
    <w:rsid w:val="0047467F"/>
    <w:rsid w:val="004746AA"/>
    <w:rsid w:val="00474838"/>
    <w:rsid w:val="00474F87"/>
    <w:rsid w:val="00475154"/>
    <w:rsid w:val="00475720"/>
    <w:rsid w:val="00475A81"/>
    <w:rsid w:val="00475BF8"/>
    <w:rsid w:val="00475C95"/>
    <w:rsid w:val="004765D4"/>
    <w:rsid w:val="00476640"/>
    <w:rsid w:val="00476A73"/>
    <w:rsid w:val="00476B32"/>
    <w:rsid w:val="00476D1D"/>
    <w:rsid w:val="00476F8B"/>
    <w:rsid w:val="00477250"/>
    <w:rsid w:val="00477685"/>
    <w:rsid w:val="00477FD6"/>
    <w:rsid w:val="00480285"/>
    <w:rsid w:val="0048047A"/>
    <w:rsid w:val="004807DD"/>
    <w:rsid w:val="00480A89"/>
    <w:rsid w:val="00480B29"/>
    <w:rsid w:val="00480B6D"/>
    <w:rsid w:val="00480CB5"/>
    <w:rsid w:val="00480FAD"/>
    <w:rsid w:val="00481372"/>
    <w:rsid w:val="004813CB"/>
    <w:rsid w:val="0048184A"/>
    <w:rsid w:val="00481F3A"/>
    <w:rsid w:val="0048222E"/>
    <w:rsid w:val="00482323"/>
    <w:rsid w:val="00482384"/>
    <w:rsid w:val="004823A5"/>
    <w:rsid w:val="00482728"/>
    <w:rsid w:val="004827CC"/>
    <w:rsid w:val="00482828"/>
    <w:rsid w:val="00482E1B"/>
    <w:rsid w:val="00482E55"/>
    <w:rsid w:val="004839C5"/>
    <w:rsid w:val="00483C15"/>
    <w:rsid w:val="00483D1A"/>
    <w:rsid w:val="004840C7"/>
    <w:rsid w:val="00484384"/>
    <w:rsid w:val="00484F9F"/>
    <w:rsid w:val="004851BC"/>
    <w:rsid w:val="00485781"/>
    <w:rsid w:val="0048591B"/>
    <w:rsid w:val="00485AD6"/>
    <w:rsid w:val="00485BE0"/>
    <w:rsid w:val="00485F43"/>
    <w:rsid w:val="00486081"/>
    <w:rsid w:val="0048647E"/>
    <w:rsid w:val="0048654E"/>
    <w:rsid w:val="004865B6"/>
    <w:rsid w:val="004866A6"/>
    <w:rsid w:val="0048690E"/>
    <w:rsid w:val="004869C1"/>
    <w:rsid w:val="004871CE"/>
    <w:rsid w:val="00487803"/>
    <w:rsid w:val="00487BD4"/>
    <w:rsid w:val="00487FCE"/>
    <w:rsid w:val="00490122"/>
    <w:rsid w:val="004901F3"/>
    <w:rsid w:val="0049085C"/>
    <w:rsid w:val="00490F96"/>
    <w:rsid w:val="004912AC"/>
    <w:rsid w:val="00491325"/>
    <w:rsid w:val="004916B3"/>
    <w:rsid w:val="0049173B"/>
    <w:rsid w:val="00491AD2"/>
    <w:rsid w:val="00491D61"/>
    <w:rsid w:val="00491EA9"/>
    <w:rsid w:val="00491FEC"/>
    <w:rsid w:val="004923F6"/>
    <w:rsid w:val="00492416"/>
    <w:rsid w:val="0049271B"/>
    <w:rsid w:val="00492B6A"/>
    <w:rsid w:val="00492FE7"/>
    <w:rsid w:val="00493B11"/>
    <w:rsid w:val="00493FD8"/>
    <w:rsid w:val="004940CC"/>
    <w:rsid w:val="004942E9"/>
    <w:rsid w:val="004949F3"/>
    <w:rsid w:val="00494F16"/>
    <w:rsid w:val="0049527A"/>
    <w:rsid w:val="00495425"/>
    <w:rsid w:val="004956DC"/>
    <w:rsid w:val="004958DD"/>
    <w:rsid w:val="00495C6C"/>
    <w:rsid w:val="00495DF3"/>
    <w:rsid w:val="0049618E"/>
    <w:rsid w:val="00496411"/>
    <w:rsid w:val="00496548"/>
    <w:rsid w:val="00496639"/>
    <w:rsid w:val="0049747F"/>
    <w:rsid w:val="0049778C"/>
    <w:rsid w:val="00497ACE"/>
    <w:rsid w:val="004A0034"/>
    <w:rsid w:val="004A004C"/>
    <w:rsid w:val="004A01AC"/>
    <w:rsid w:val="004A0A26"/>
    <w:rsid w:val="004A0F56"/>
    <w:rsid w:val="004A126B"/>
    <w:rsid w:val="004A1305"/>
    <w:rsid w:val="004A1529"/>
    <w:rsid w:val="004A1697"/>
    <w:rsid w:val="004A1928"/>
    <w:rsid w:val="004A1F41"/>
    <w:rsid w:val="004A1F44"/>
    <w:rsid w:val="004A2036"/>
    <w:rsid w:val="004A26CD"/>
    <w:rsid w:val="004A2832"/>
    <w:rsid w:val="004A283B"/>
    <w:rsid w:val="004A3314"/>
    <w:rsid w:val="004A3ACC"/>
    <w:rsid w:val="004A3CB4"/>
    <w:rsid w:val="004A3D26"/>
    <w:rsid w:val="004A3DDF"/>
    <w:rsid w:val="004A4056"/>
    <w:rsid w:val="004A4274"/>
    <w:rsid w:val="004A46E4"/>
    <w:rsid w:val="004A4D4B"/>
    <w:rsid w:val="004A4E5F"/>
    <w:rsid w:val="004A4EBD"/>
    <w:rsid w:val="004A5726"/>
    <w:rsid w:val="004A5AE6"/>
    <w:rsid w:val="004A5F4A"/>
    <w:rsid w:val="004A60B7"/>
    <w:rsid w:val="004A64F2"/>
    <w:rsid w:val="004A671A"/>
    <w:rsid w:val="004A70C1"/>
    <w:rsid w:val="004A73D9"/>
    <w:rsid w:val="004A75E8"/>
    <w:rsid w:val="004A7D38"/>
    <w:rsid w:val="004A7D9D"/>
    <w:rsid w:val="004A7EAA"/>
    <w:rsid w:val="004B0002"/>
    <w:rsid w:val="004B048E"/>
    <w:rsid w:val="004B05D5"/>
    <w:rsid w:val="004B087E"/>
    <w:rsid w:val="004B14AF"/>
    <w:rsid w:val="004B183A"/>
    <w:rsid w:val="004B18C2"/>
    <w:rsid w:val="004B1987"/>
    <w:rsid w:val="004B1FEA"/>
    <w:rsid w:val="004B26CF"/>
    <w:rsid w:val="004B2A1B"/>
    <w:rsid w:val="004B2BDD"/>
    <w:rsid w:val="004B318B"/>
    <w:rsid w:val="004B3204"/>
    <w:rsid w:val="004B3735"/>
    <w:rsid w:val="004B386F"/>
    <w:rsid w:val="004B403C"/>
    <w:rsid w:val="004B4541"/>
    <w:rsid w:val="004B4B7C"/>
    <w:rsid w:val="004B4C1B"/>
    <w:rsid w:val="004B4D3D"/>
    <w:rsid w:val="004B5374"/>
    <w:rsid w:val="004B54A8"/>
    <w:rsid w:val="004B56F2"/>
    <w:rsid w:val="004B5C41"/>
    <w:rsid w:val="004B61CE"/>
    <w:rsid w:val="004B6303"/>
    <w:rsid w:val="004B64C6"/>
    <w:rsid w:val="004B6860"/>
    <w:rsid w:val="004B6AE5"/>
    <w:rsid w:val="004B6C34"/>
    <w:rsid w:val="004B6F6C"/>
    <w:rsid w:val="004B72BF"/>
    <w:rsid w:val="004C01C0"/>
    <w:rsid w:val="004C0B8D"/>
    <w:rsid w:val="004C11AA"/>
    <w:rsid w:val="004C175C"/>
    <w:rsid w:val="004C1EA3"/>
    <w:rsid w:val="004C1F05"/>
    <w:rsid w:val="004C2327"/>
    <w:rsid w:val="004C260C"/>
    <w:rsid w:val="004C268D"/>
    <w:rsid w:val="004C29DA"/>
    <w:rsid w:val="004C2E90"/>
    <w:rsid w:val="004C2F33"/>
    <w:rsid w:val="004C30FA"/>
    <w:rsid w:val="004C3289"/>
    <w:rsid w:val="004C32AF"/>
    <w:rsid w:val="004C38B4"/>
    <w:rsid w:val="004C3BFD"/>
    <w:rsid w:val="004C3EDC"/>
    <w:rsid w:val="004C4095"/>
    <w:rsid w:val="004C416C"/>
    <w:rsid w:val="004C4677"/>
    <w:rsid w:val="004C488D"/>
    <w:rsid w:val="004C49CF"/>
    <w:rsid w:val="004C4EF2"/>
    <w:rsid w:val="004C4FC3"/>
    <w:rsid w:val="004C5914"/>
    <w:rsid w:val="004C5B36"/>
    <w:rsid w:val="004C5C5E"/>
    <w:rsid w:val="004C5F0A"/>
    <w:rsid w:val="004C66B8"/>
    <w:rsid w:val="004C6A22"/>
    <w:rsid w:val="004C6DB1"/>
    <w:rsid w:val="004C6F49"/>
    <w:rsid w:val="004C7B40"/>
    <w:rsid w:val="004C7FAD"/>
    <w:rsid w:val="004D01D8"/>
    <w:rsid w:val="004D0217"/>
    <w:rsid w:val="004D0661"/>
    <w:rsid w:val="004D0780"/>
    <w:rsid w:val="004D09BA"/>
    <w:rsid w:val="004D0BCE"/>
    <w:rsid w:val="004D0E5D"/>
    <w:rsid w:val="004D0F4C"/>
    <w:rsid w:val="004D11CC"/>
    <w:rsid w:val="004D1610"/>
    <w:rsid w:val="004D2163"/>
    <w:rsid w:val="004D26D0"/>
    <w:rsid w:val="004D26FF"/>
    <w:rsid w:val="004D2AB8"/>
    <w:rsid w:val="004D31AF"/>
    <w:rsid w:val="004D321C"/>
    <w:rsid w:val="004D3337"/>
    <w:rsid w:val="004D3518"/>
    <w:rsid w:val="004D3C5A"/>
    <w:rsid w:val="004D3DE5"/>
    <w:rsid w:val="004D4555"/>
    <w:rsid w:val="004D4D32"/>
    <w:rsid w:val="004D5D68"/>
    <w:rsid w:val="004D5EB3"/>
    <w:rsid w:val="004D6407"/>
    <w:rsid w:val="004D6B1D"/>
    <w:rsid w:val="004D6BCE"/>
    <w:rsid w:val="004D6F7F"/>
    <w:rsid w:val="004D7157"/>
    <w:rsid w:val="004D71DF"/>
    <w:rsid w:val="004D72D0"/>
    <w:rsid w:val="004E0282"/>
    <w:rsid w:val="004E0508"/>
    <w:rsid w:val="004E09BF"/>
    <w:rsid w:val="004E0C45"/>
    <w:rsid w:val="004E0F3A"/>
    <w:rsid w:val="004E1059"/>
    <w:rsid w:val="004E1108"/>
    <w:rsid w:val="004E1AFE"/>
    <w:rsid w:val="004E1DB5"/>
    <w:rsid w:val="004E1E93"/>
    <w:rsid w:val="004E1EF3"/>
    <w:rsid w:val="004E204D"/>
    <w:rsid w:val="004E22E1"/>
    <w:rsid w:val="004E258F"/>
    <w:rsid w:val="004E2832"/>
    <w:rsid w:val="004E2C6A"/>
    <w:rsid w:val="004E2D00"/>
    <w:rsid w:val="004E3319"/>
    <w:rsid w:val="004E3722"/>
    <w:rsid w:val="004E3761"/>
    <w:rsid w:val="004E3BD3"/>
    <w:rsid w:val="004E460B"/>
    <w:rsid w:val="004E4871"/>
    <w:rsid w:val="004E57E0"/>
    <w:rsid w:val="004E595F"/>
    <w:rsid w:val="004E5BB3"/>
    <w:rsid w:val="004E5DBC"/>
    <w:rsid w:val="004E5EEA"/>
    <w:rsid w:val="004E6187"/>
    <w:rsid w:val="004E6246"/>
    <w:rsid w:val="004E684C"/>
    <w:rsid w:val="004E6D92"/>
    <w:rsid w:val="004E7527"/>
    <w:rsid w:val="004E7BBA"/>
    <w:rsid w:val="004F0014"/>
    <w:rsid w:val="004F05CA"/>
    <w:rsid w:val="004F0A50"/>
    <w:rsid w:val="004F0B65"/>
    <w:rsid w:val="004F0F31"/>
    <w:rsid w:val="004F11DD"/>
    <w:rsid w:val="004F128B"/>
    <w:rsid w:val="004F1481"/>
    <w:rsid w:val="004F189F"/>
    <w:rsid w:val="004F18C5"/>
    <w:rsid w:val="004F195B"/>
    <w:rsid w:val="004F2003"/>
    <w:rsid w:val="004F2234"/>
    <w:rsid w:val="004F23DC"/>
    <w:rsid w:val="004F24FD"/>
    <w:rsid w:val="004F295D"/>
    <w:rsid w:val="004F2D03"/>
    <w:rsid w:val="004F362F"/>
    <w:rsid w:val="004F3A7F"/>
    <w:rsid w:val="004F3D32"/>
    <w:rsid w:val="004F3F0E"/>
    <w:rsid w:val="004F4216"/>
    <w:rsid w:val="004F4720"/>
    <w:rsid w:val="004F4751"/>
    <w:rsid w:val="004F49C6"/>
    <w:rsid w:val="004F4A31"/>
    <w:rsid w:val="004F4B92"/>
    <w:rsid w:val="004F4CD1"/>
    <w:rsid w:val="004F51EF"/>
    <w:rsid w:val="004F52FB"/>
    <w:rsid w:val="004F55F7"/>
    <w:rsid w:val="004F5685"/>
    <w:rsid w:val="004F5A9D"/>
    <w:rsid w:val="004F5B02"/>
    <w:rsid w:val="004F6694"/>
    <w:rsid w:val="004F66F3"/>
    <w:rsid w:val="004F684D"/>
    <w:rsid w:val="004F6AD1"/>
    <w:rsid w:val="004F6CE3"/>
    <w:rsid w:val="004F6CF5"/>
    <w:rsid w:val="004F6E84"/>
    <w:rsid w:val="004F72AB"/>
    <w:rsid w:val="004F73E5"/>
    <w:rsid w:val="004F787B"/>
    <w:rsid w:val="004F78B9"/>
    <w:rsid w:val="004F78C1"/>
    <w:rsid w:val="004F7AAD"/>
    <w:rsid w:val="004F7E07"/>
    <w:rsid w:val="00500224"/>
    <w:rsid w:val="00500238"/>
    <w:rsid w:val="00500283"/>
    <w:rsid w:val="0050063A"/>
    <w:rsid w:val="00500849"/>
    <w:rsid w:val="00500BC2"/>
    <w:rsid w:val="00500D3E"/>
    <w:rsid w:val="00500E81"/>
    <w:rsid w:val="00500F3E"/>
    <w:rsid w:val="00501587"/>
    <w:rsid w:val="00501761"/>
    <w:rsid w:val="00501D75"/>
    <w:rsid w:val="0050241B"/>
    <w:rsid w:val="00502503"/>
    <w:rsid w:val="00502522"/>
    <w:rsid w:val="00502CB6"/>
    <w:rsid w:val="005035CC"/>
    <w:rsid w:val="0050361A"/>
    <w:rsid w:val="0050362D"/>
    <w:rsid w:val="005038DD"/>
    <w:rsid w:val="00503E6F"/>
    <w:rsid w:val="00505241"/>
    <w:rsid w:val="00505251"/>
    <w:rsid w:val="0050557C"/>
    <w:rsid w:val="00505812"/>
    <w:rsid w:val="00505B1D"/>
    <w:rsid w:val="00505D51"/>
    <w:rsid w:val="005069FD"/>
    <w:rsid w:val="00506A81"/>
    <w:rsid w:val="00506AD4"/>
    <w:rsid w:val="0050745E"/>
    <w:rsid w:val="005074B9"/>
    <w:rsid w:val="00507738"/>
    <w:rsid w:val="00507D36"/>
    <w:rsid w:val="005105A5"/>
    <w:rsid w:val="0051078B"/>
    <w:rsid w:val="005111A2"/>
    <w:rsid w:val="00511CD0"/>
    <w:rsid w:val="00511DDA"/>
    <w:rsid w:val="00511DE1"/>
    <w:rsid w:val="00512010"/>
    <w:rsid w:val="00512177"/>
    <w:rsid w:val="005122B3"/>
    <w:rsid w:val="005124B8"/>
    <w:rsid w:val="00512BAB"/>
    <w:rsid w:val="00512D4E"/>
    <w:rsid w:val="00512FC3"/>
    <w:rsid w:val="0051304C"/>
    <w:rsid w:val="00513748"/>
    <w:rsid w:val="00513BA7"/>
    <w:rsid w:val="00513DB8"/>
    <w:rsid w:val="0051411D"/>
    <w:rsid w:val="00514182"/>
    <w:rsid w:val="005141E7"/>
    <w:rsid w:val="005142AA"/>
    <w:rsid w:val="005142EE"/>
    <w:rsid w:val="00514CB9"/>
    <w:rsid w:val="00515555"/>
    <w:rsid w:val="0051555E"/>
    <w:rsid w:val="00515621"/>
    <w:rsid w:val="005156A7"/>
    <w:rsid w:val="00515A45"/>
    <w:rsid w:val="00515EBE"/>
    <w:rsid w:val="0051631B"/>
    <w:rsid w:val="005163D2"/>
    <w:rsid w:val="005164F6"/>
    <w:rsid w:val="00516818"/>
    <w:rsid w:val="00516BDA"/>
    <w:rsid w:val="00516D84"/>
    <w:rsid w:val="00516E47"/>
    <w:rsid w:val="00516EF1"/>
    <w:rsid w:val="005170E8"/>
    <w:rsid w:val="0051733C"/>
    <w:rsid w:val="0051741F"/>
    <w:rsid w:val="00517639"/>
    <w:rsid w:val="00517667"/>
    <w:rsid w:val="00517FE7"/>
    <w:rsid w:val="00517FEC"/>
    <w:rsid w:val="00520003"/>
    <w:rsid w:val="0052017B"/>
    <w:rsid w:val="00520371"/>
    <w:rsid w:val="00520D50"/>
    <w:rsid w:val="00520E6E"/>
    <w:rsid w:val="0052142F"/>
    <w:rsid w:val="00521A05"/>
    <w:rsid w:val="00521C64"/>
    <w:rsid w:val="0052209C"/>
    <w:rsid w:val="0052265B"/>
    <w:rsid w:val="00522906"/>
    <w:rsid w:val="00522C6C"/>
    <w:rsid w:val="00522DEF"/>
    <w:rsid w:val="0052301D"/>
    <w:rsid w:val="0052370C"/>
    <w:rsid w:val="005237A4"/>
    <w:rsid w:val="005237DF"/>
    <w:rsid w:val="005239E2"/>
    <w:rsid w:val="00523FF0"/>
    <w:rsid w:val="005240A0"/>
    <w:rsid w:val="0052451D"/>
    <w:rsid w:val="00524939"/>
    <w:rsid w:val="00524A7B"/>
    <w:rsid w:val="0052506B"/>
    <w:rsid w:val="0052522D"/>
    <w:rsid w:val="0052549A"/>
    <w:rsid w:val="005257B6"/>
    <w:rsid w:val="005257DD"/>
    <w:rsid w:val="00525E0F"/>
    <w:rsid w:val="0052606F"/>
    <w:rsid w:val="00526BC2"/>
    <w:rsid w:val="00526FA8"/>
    <w:rsid w:val="0052714E"/>
    <w:rsid w:val="005274B1"/>
    <w:rsid w:val="00527711"/>
    <w:rsid w:val="005277DC"/>
    <w:rsid w:val="00527B93"/>
    <w:rsid w:val="00527D79"/>
    <w:rsid w:val="00530822"/>
    <w:rsid w:val="005308B7"/>
    <w:rsid w:val="00530C35"/>
    <w:rsid w:val="00531A84"/>
    <w:rsid w:val="00531C3F"/>
    <w:rsid w:val="00531C72"/>
    <w:rsid w:val="005324BB"/>
    <w:rsid w:val="005324DD"/>
    <w:rsid w:val="00532690"/>
    <w:rsid w:val="00532862"/>
    <w:rsid w:val="00532AD2"/>
    <w:rsid w:val="00532B99"/>
    <w:rsid w:val="00533099"/>
    <w:rsid w:val="005332D7"/>
    <w:rsid w:val="00534120"/>
    <w:rsid w:val="005346F1"/>
    <w:rsid w:val="0053482A"/>
    <w:rsid w:val="00534BDC"/>
    <w:rsid w:val="00534D80"/>
    <w:rsid w:val="00535315"/>
    <w:rsid w:val="005354C6"/>
    <w:rsid w:val="005356E9"/>
    <w:rsid w:val="005358C4"/>
    <w:rsid w:val="005358FE"/>
    <w:rsid w:val="00535DFD"/>
    <w:rsid w:val="00536853"/>
    <w:rsid w:val="00536CAA"/>
    <w:rsid w:val="00536DC5"/>
    <w:rsid w:val="00536FB6"/>
    <w:rsid w:val="00536FCB"/>
    <w:rsid w:val="00537202"/>
    <w:rsid w:val="005373BA"/>
    <w:rsid w:val="00537525"/>
    <w:rsid w:val="00537A54"/>
    <w:rsid w:val="00537D0F"/>
    <w:rsid w:val="005404AF"/>
    <w:rsid w:val="0054091E"/>
    <w:rsid w:val="00540C18"/>
    <w:rsid w:val="00540CED"/>
    <w:rsid w:val="00541D36"/>
    <w:rsid w:val="00541EBF"/>
    <w:rsid w:val="00541F13"/>
    <w:rsid w:val="00541F34"/>
    <w:rsid w:val="00541F69"/>
    <w:rsid w:val="005425FF"/>
    <w:rsid w:val="00542736"/>
    <w:rsid w:val="00542A8B"/>
    <w:rsid w:val="00542D78"/>
    <w:rsid w:val="00542EE9"/>
    <w:rsid w:val="00542F3E"/>
    <w:rsid w:val="005433E8"/>
    <w:rsid w:val="005435E4"/>
    <w:rsid w:val="00543836"/>
    <w:rsid w:val="00543B2D"/>
    <w:rsid w:val="00543EE4"/>
    <w:rsid w:val="00544248"/>
    <w:rsid w:val="005442D9"/>
    <w:rsid w:val="0054475C"/>
    <w:rsid w:val="0054513E"/>
    <w:rsid w:val="0054516E"/>
    <w:rsid w:val="0054523A"/>
    <w:rsid w:val="00545C7B"/>
    <w:rsid w:val="00545D9D"/>
    <w:rsid w:val="00545DD6"/>
    <w:rsid w:val="0054623D"/>
    <w:rsid w:val="00546713"/>
    <w:rsid w:val="00547099"/>
    <w:rsid w:val="0054725A"/>
    <w:rsid w:val="005472CE"/>
    <w:rsid w:val="005475F7"/>
    <w:rsid w:val="0054791B"/>
    <w:rsid w:val="00547D85"/>
    <w:rsid w:val="00547EF5"/>
    <w:rsid w:val="0055041A"/>
    <w:rsid w:val="00550510"/>
    <w:rsid w:val="0055056C"/>
    <w:rsid w:val="0055058E"/>
    <w:rsid w:val="00550C21"/>
    <w:rsid w:val="00551001"/>
    <w:rsid w:val="00551A84"/>
    <w:rsid w:val="005520C2"/>
    <w:rsid w:val="00552115"/>
    <w:rsid w:val="0055216D"/>
    <w:rsid w:val="005523C1"/>
    <w:rsid w:val="00552573"/>
    <w:rsid w:val="005533C0"/>
    <w:rsid w:val="00553634"/>
    <w:rsid w:val="00553CFB"/>
    <w:rsid w:val="00553FA3"/>
    <w:rsid w:val="00554359"/>
    <w:rsid w:val="00554396"/>
    <w:rsid w:val="00554586"/>
    <w:rsid w:val="005547D9"/>
    <w:rsid w:val="005547EF"/>
    <w:rsid w:val="00554DC4"/>
    <w:rsid w:val="00555893"/>
    <w:rsid w:val="00555918"/>
    <w:rsid w:val="0055598B"/>
    <w:rsid w:val="00555BAF"/>
    <w:rsid w:val="00556094"/>
    <w:rsid w:val="005560AF"/>
    <w:rsid w:val="0055659E"/>
    <w:rsid w:val="005565E3"/>
    <w:rsid w:val="00556803"/>
    <w:rsid w:val="00556BB6"/>
    <w:rsid w:val="0055749C"/>
    <w:rsid w:val="005578C8"/>
    <w:rsid w:val="00557ADE"/>
    <w:rsid w:val="005600D2"/>
    <w:rsid w:val="0056044C"/>
    <w:rsid w:val="005608B0"/>
    <w:rsid w:val="005610CD"/>
    <w:rsid w:val="0056114A"/>
    <w:rsid w:val="005612D5"/>
    <w:rsid w:val="005616D6"/>
    <w:rsid w:val="005618E9"/>
    <w:rsid w:val="00561AB5"/>
    <w:rsid w:val="00561F20"/>
    <w:rsid w:val="0056205F"/>
    <w:rsid w:val="005624E4"/>
    <w:rsid w:val="00562517"/>
    <w:rsid w:val="005625FC"/>
    <w:rsid w:val="00562633"/>
    <w:rsid w:val="0056291F"/>
    <w:rsid w:val="00562A57"/>
    <w:rsid w:val="00562CCF"/>
    <w:rsid w:val="00563189"/>
    <w:rsid w:val="005631E2"/>
    <w:rsid w:val="0056328B"/>
    <w:rsid w:val="005643BD"/>
    <w:rsid w:val="00564408"/>
    <w:rsid w:val="0056470B"/>
    <w:rsid w:val="00564D8B"/>
    <w:rsid w:val="00565322"/>
    <w:rsid w:val="0056541D"/>
    <w:rsid w:val="00565776"/>
    <w:rsid w:val="0056580B"/>
    <w:rsid w:val="00565B39"/>
    <w:rsid w:val="00565CDA"/>
    <w:rsid w:val="0056636E"/>
    <w:rsid w:val="005663A8"/>
    <w:rsid w:val="005664D9"/>
    <w:rsid w:val="0056730A"/>
    <w:rsid w:val="00567986"/>
    <w:rsid w:val="00567B2E"/>
    <w:rsid w:val="00567CB0"/>
    <w:rsid w:val="00570525"/>
    <w:rsid w:val="00570725"/>
    <w:rsid w:val="00570E86"/>
    <w:rsid w:val="00570E8B"/>
    <w:rsid w:val="00570FDB"/>
    <w:rsid w:val="005715AC"/>
    <w:rsid w:val="00571A3C"/>
    <w:rsid w:val="00571EDD"/>
    <w:rsid w:val="00572992"/>
    <w:rsid w:val="00572EE1"/>
    <w:rsid w:val="00573072"/>
    <w:rsid w:val="0057398B"/>
    <w:rsid w:val="00573A63"/>
    <w:rsid w:val="005745C7"/>
    <w:rsid w:val="0057474B"/>
    <w:rsid w:val="00574D33"/>
    <w:rsid w:val="00574FEC"/>
    <w:rsid w:val="00574FF5"/>
    <w:rsid w:val="00575330"/>
    <w:rsid w:val="0057541E"/>
    <w:rsid w:val="005754F4"/>
    <w:rsid w:val="00575B86"/>
    <w:rsid w:val="00575C1A"/>
    <w:rsid w:val="00575D64"/>
    <w:rsid w:val="005761C8"/>
    <w:rsid w:val="0057690C"/>
    <w:rsid w:val="00576D71"/>
    <w:rsid w:val="00576D9A"/>
    <w:rsid w:val="00577383"/>
    <w:rsid w:val="00577616"/>
    <w:rsid w:val="005777C8"/>
    <w:rsid w:val="00577B45"/>
    <w:rsid w:val="0058041F"/>
    <w:rsid w:val="00580633"/>
    <w:rsid w:val="00580867"/>
    <w:rsid w:val="0058087E"/>
    <w:rsid w:val="0058113B"/>
    <w:rsid w:val="005813F0"/>
    <w:rsid w:val="0058194B"/>
    <w:rsid w:val="00581B13"/>
    <w:rsid w:val="00581D2A"/>
    <w:rsid w:val="005821A9"/>
    <w:rsid w:val="00582302"/>
    <w:rsid w:val="005824A2"/>
    <w:rsid w:val="0058279B"/>
    <w:rsid w:val="00582CB2"/>
    <w:rsid w:val="005832E2"/>
    <w:rsid w:val="00583540"/>
    <w:rsid w:val="00583AD3"/>
    <w:rsid w:val="00583C52"/>
    <w:rsid w:val="00583EC6"/>
    <w:rsid w:val="0058409A"/>
    <w:rsid w:val="0058420F"/>
    <w:rsid w:val="00584AF3"/>
    <w:rsid w:val="00584C6A"/>
    <w:rsid w:val="0058504E"/>
    <w:rsid w:val="005852CA"/>
    <w:rsid w:val="0058556B"/>
    <w:rsid w:val="00585872"/>
    <w:rsid w:val="00585983"/>
    <w:rsid w:val="00585F14"/>
    <w:rsid w:val="00586219"/>
    <w:rsid w:val="0058691E"/>
    <w:rsid w:val="00586F03"/>
    <w:rsid w:val="00586F75"/>
    <w:rsid w:val="00587236"/>
    <w:rsid w:val="0058724D"/>
    <w:rsid w:val="0058750B"/>
    <w:rsid w:val="00587DBB"/>
    <w:rsid w:val="00587DC0"/>
    <w:rsid w:val="00587EEF"/>
    <w:rsid w:val="00590508"/>
    <w:rsid w:val="0059059B"/>
    <w:rsid w:val="00590652"/>
    <w:rsid w:val="00590F1D"/>
    <w:rsid w:val="00591105"/>
    <w:rsid w:val="00591B00"/>
    <w:rsid w:val="00592532"/>
    <w:rsid w:val="0059284A"/>
    <w:rsid w:val="00592DBA"/>
    <w:rsid w:val="00592EB6"/>
    <w:rsid w:val="00593541"/>
    <w:rsid w:val="00593E31"/>
    <w:rsid w:val="00594304"/>
    <w:rsid w:val="00594348"/>
    <w:rsid w:val="00594722"/>
    <w:rsid w:val="00594BD8"/>
    <w:rsid w:val="00594F43"/>
    <w:rsid w:val="0059550E"/>
    <w:rsid w:val="005960F5"/>
    <w:rsid w:val="005965B7"/>
    <w:rsid w:val="00596892"/>
    <w:rsid w:val="00596D6C"/>
    <w:rsid w:val="005970AC"/>
    <w:rsid w:val="00597321"/>
    <w:rsid w:val="005974C9"/>
    <w:rsid w:val="00597619"/>
    <w:rsid w:val="005977D2"/>
    <w:rsid w:val="005978C6"/>
    <w:rsid w:val="0059797B"/>
    <w:rsid w:val="00597B44"/>
    <w:rsid w:val="00597B75"/>
    <w:rsid w:val="005A0426"/>
    <w:rsid w:val="005A0689"/>
    <w:rsid w:val="005A0AD8"/>
    <w:rsid w:val="005A0C5E"/>
    <w:rsid w:val="005A0E6D"/>
    <w:rsid w:val="005A116E"/>
    <w:rsid w:val="005A23F4"/>
    <w:rsid w:val="005A2473"/>
    <w:rsid w:val="005A2674"/>
    <w:rsid w:val="005A288D"/>
    <w:rsid w:val="005A2ABF"/>
    <w:rsid w:val="005A2DF3"/>
    <w:rsid w:val="005A3A02"/>
    <w:rsid w:val="005A3CDF"/>
    <w:rsid w:val="005A3D4B"/>
    <w:rsid w:val="005A503F"/>
    <w:rsid w:val="005A5617"/>
    <w:rsid w:val="005A58C3"/>
    <w:rsid w:val="005A5AD1"/>
    <w:rsid w:val="005A6637"/>
    <w:rsid w:val="005A66FD"/>
    <w:rsid w:val="005A6F6F"/>
    <w:rsid w:val="005A6FD9"/>
    <w:rsid w:val="005A72C9"/>
    <w:rsid w:val="005A76FE"/>
    <w:rsid w:val="005A77EA"/>
    <w:rsid w:val="005A77FF"/>
    <w:rsid w:val="005A7D68"/>
    <w:rsid w:val="005B0503"/>
    <w:rsid w:val="005B0532"/>
    <w:rsid w:val="005B057F"/>
    <w:rsid w:val="005B0F68"/>
    <w:rsid w:val="005B14BE"/>
    <w:rsid w:val="005B20A5"/>
    <w:rsid w:val="005B26D8"/>
    <w:rsid w:val="005B30E5"/>
    <w:rsid w:val="005B31E6"/>
    <w:rsid w:val="005B33D3"/>
    <w:rsid w:val="005B3486"/>
    <w:rsid w:val="005B3870"/>
    <w:rsid w:val="005B3DB3"/>
    <w:rsid w:val="005B437B"/>
    <w:rsid w:val="005B4773"/>
    <w:rsid w:val="005B4D5F"/>
    <w:rsid w:val="005B4E07"/>
    <w:rsid w:val="005B4F4B"/>
    <w:rsid w:val="005B5A85"/>
    <w:rsid w:val="005B5D41"/>
    <w:rsid w:val="005B6590"/>
    <w:rsid w:val="005B6C97"/>
    <w:rsid w:val="005C01B8"/>
    <w:rsid w:val="005C02CF"/>
    <w:rsid w:val="005C04DC"/>
    <w:rsid w:val="005C122D"/>
    <w:rsid w:val="005C15E0"/>
    <w:rsid w:val="005C1671"/>
    <w:rsid w:val="005C186E"/>
    <w:rsid w:val="005C1B78"/>
    <w:rsid w:val="005C20AC"/>
    <w:rsid w:val="005C2235"/>
    <w:rsid w:val="005C238C"/>
    <w:rsid w:val="005C23DC"/>
    <w:rsid w:val="005C28BA"/>
    <w:rsid w:val="005C2C9A"/>
    <w:rsid w:val="005C2E7B"/>
    <w:rsid w:val="005C3150"/>
    <w:rsid w:val="005C326F"/>
    <w:rsid w:val="005C336F"/>
    <w:rsid w:val="005C3647"/>
    <w:rsid w:val="005C3819"/>
    <w:rsid w:val="005C3B29"/>
    <w:rsid w:val="005C3BAB"/>
    <w:rsid w:val="005C3DEC"/>
    <w:rsid w:val="005C43CC"/>
    <w:rsid w:val="005C4446"/>
    <w:rsid w:val="005C4718"/>
    <w:rsid w:val="005C492B"/>
    <w:rsid w:val="005C4EFB"/>
    <w:rsid w:val="005C5385"/>
    <w:rsid w:val="005C54B2"/>
    <w:rsid w:val="005C5B6E"/>
    <w:rsid w:val="005C5D60"/>
    <w:rsid w:val="005C5D8D"/>
    <w:rsid w:val="005C6011"/>
    <w:rsid w:val="005C6302"/>
    <w:rsid w:val="005C6C93"/>
    <w:rsid w:val="005C6F01"/>
    <w:rsid w:val="005C7052"/>
    <w:rsid w:val="005C7118"/>
    <w:rsid w:val="005C7403"/>
    <w:rsid w:val="005C7B0D"/>
    <w:rsid w:val="005D025B"/>
    <w:rsid w:val="005D02DA"/>
    <w:rsid w:val="005D03E4"/>
    <w:rsid w:val="005D06D1"/>
    <w:rsid w:val="005D086A"/>
    <w:rsid w:val="005D08A6"/>
    <w:rsid w:val="005D0B4F"/>
    <w:rsid w:val="005D0DB4"/>
    <w:rsid w:val="005D0F4E"/>
    <w:rsid w:val="005D1148"/>
    <w:rsid w:val="005D1366"/>
    <w:rsid w:val="005D16B6"/>
    <w:rsid w:val="005D1A3F"/>
    <w:rsid w:val="005D1BF5"/>
    <w:rsid w:val="005D1C22"/>
    <w:rsid w:val="005D1DB5"/>
    <w:rsid w:val="005D1DD1"/>
    <w:rsid w:val="005D1E03"/>
    <w:rsid w:val="005D1FE3"/>
    <w:rsid w:val="005D22B1"/>
    <w:rsid w:val="005D2327"/>
    <w:rsid w:val="005D24A6"/>
    <w:rsid w:val="005D2884"/>
    <w:rsid w:val="005D2AFC"/>
    <w:rsid w:val="005D3BA0"/>
    <w:rsid w:val="005D3EC5"/>
    <w:rsid w:val="005D439B"/>
    <w:rsid w:val="005D472F"/>
    <w:rsid w:val="005D4ECD"/>
    <w:rsid w:val="005D4FB3"/>
    <w:rsid w:val="005D503D"/>
    <w:rsid w:val="005D52AF"/>
    <w:rsid w:val="005D5823"/>
    <w:rsid w:val="005D5D3B"/>
    <w:rsid w:val="005D604A"/>
    <w:rsid w:val="005D6198"/>
    <w:rsid w:val="005D61A1"/>
    <w:rsid w:val="005D6C2C"/>
    <w:rsid w:val="005D6EF1"/>
    <w:rsid w:val="005D7437"/>
    <w:rsid w:val="005D76B0"/>
    <w:rsid w:val="005D7BD5"/>
    <w:rsid w:val="005D7CAD"/>
    <w:rsid w:val="005E02DE"/>
    <w:rsid w:val="005E04F0"/>
    <w:rsid w:val="005E05D3"/>
    <w:rsid w:val="005E05D7"/>
    <w:rsid w:val="005E0A14"/>
    <w:rsid w:val="005E0F17"/>
    <w:rsid w:val="005E0FBE"/>
    <w:rsid w:val="005E1425"/>
    <w:rsid w:val="005E14FC"/>
    <w:rsid w:val="005E1635"/>
    <w:rsid w:val="005E1BA8"/>
    <w:rsid w:val="005E22C1"/>
    <w:rsid w:val="005E274B"/>
    <w:rsid w:val="005E2B9A"/>
    <w:rsid w:val="005E2E00"/>
    <w:rsid w:val="005E3674"/>
    <w:rsid w:val="005E378F"/>
    <w:rsid w:val="005E38FF"/>
    <w:rsid w:val="005E3DF6"/>
    <w:rsid w:val="005E3E27"/>
    <w:rsid w:val="005E430A"/>
    <w:rsid w:val="005E468D"/>
    <w:rsid w:val="005E4A59"/>
    <w:rsid w:val="005E56E7"/>
    <w:rsid w:val="005E5AFD"/>
    <w:rsid w:val="005E6039"/>
    <w:rsid w:val="005E6114"/>
    <w:rsid w:val="005E616A"/>
    <w:rsid w:val="005E6F2E"/>
    <w:rsid w:val="005E7314"/>
    <w:rsid w:val="005E7607"/>
    <w:rsid w:val="005E77F4"/>
    <w:rsid w:val="005F04D0"/>
    <w:rsid w:val="005F05EE"/>
    <w:rsid w:val="005F06ED"/>
    <w:rsid w:val="005F0812"/>
    <w:rsid w:val="005F0A65"/>
    <w:rsid w:val="005F0C4F"/>
    <w:rsid w:val="005F0CFD"/>
    <w:rsid w:val="005F0DD3"/>
    <w:rsid w:val="005F11C6"/>
    <w:rsid w:val="005F1A42"/>
    <w:rsid w:val="005F1B27"/>
    <w:rsid w:val="005F1D93"/>
    <w:rsid w:val="005F23B6"/>
    <w:rsid w:val="005F2515"/>
    <w:rsid w:val="005F2A4E"/>
    <w:rsid w:val="005F2B8F"/>
    <w:rsid w:val="005F2EC9"/>
    <w:rsid w:val="005F30FB"/>
    <w:rsid w:val="005F386B"/>
    <w:rsid w:val="005F41D0"/>
    <w:rsid w:val="005F4318"/>
    <w:rsid w:val="005F52E7"/>
    <w:rsid w:val="005F5752"/>
    <w:rsid w:val="005F5766"/>
    <w:rsid w:val="005F591F"/>
    <w:rsid w:val="005F5AF8"/>
    <w:rsid w:val="005F5CA0"/>
    <w:rsid w:val="005F65F1"/>
    <w:rsid w:val="005F67E3"/>
    <w:rsid w:val="005F689E"/>
    <w:rsid w:val="005F6C5D"/>
    <w:rsid w:val="005F6D65"/>
    <w:rsid w:val="005F6E79"/>
    <w:rsid w:val="005F7064"/>
    <w:rsid w:val="005F70F3"/>
    <w:rsid w:val="005F73C2"/>
    <w:rsid w:val="005F7755"/>
    <w:rsid w:val="005F7780"/>
    <w:rsid w:val="005F7984"/>
    <w:rsid w:val="005F79C2"/>
    <w:rsid w:val="005F7BEF"/>
    <w:rsid w:val="005F7DB8"/>
    <w:rsid w:val="00600583"/>
    <w:rsid w:val="006006C7"/>
    <w:rsid w:val="00600DF9"/>
    <w:rsid w:val="0060156B"/>
    <w:rsid w:val="006015B6"/>
    <w:rsid w:val="00601711"/>
    <w:rsid w:val="00601D2F"/>
    <w:rsid w:val="0060209C"/>
    <w:rsid w:val="00602526"/>
    <w:rsid w:val="0060286E"/>
    <w:rsid w:val="0060291A"/>
    <w:rsid w:val="00602A6A"/>
    <w:rsid w:val="00602EEA"/>
    <w:rsid w:val="006031BB"/>
    <w:rsid w:val="00604270"/>
    <w:rsid w:val="006042AD"/>
    <w:rsid w:val="0060435E"/>
    <w:rsid w:val="00604E78"/>
    <w:rsid w:val="0060530B"/>
    <w:rsid w:val="00605DCB"/>
    <w:rsid w:val="00605E56"/>
    <w:rsid w:val="00605E80"/>
    <w:rsid w:val="006066BE"/>
    <w:rsid w:val="00606E04"/>
    <w:rsid w:val="00606F17"/>
    <w:rsid w:val="006075F7"/>
    <w:rsid w:val="00610F28"/>
    <w:rsid w:val="0061140F"/>
    <w:rsid w:val="00611AC2"/>
    <w:rsid w:val="00611B89"/>
    <w:rsid w:val="00612469"/>
    <w:rsid w:val="006128EE"/>
    <w:rsid w:val="00612E09"/>
    <w:rsid w:val="00613449"/>
    <w:rsid w:val="006138E7"/>
    <w:rsid w:val="00613DFD"/>
    <w:rsid w:val="00613E0E"/>
    <w:rsid w:val="00613F38"/>
    <w:rsid w:val="0061417C"/>
    <w:rsid w:val="00614749"/>
    <w:rsid w:val="00614A74"/>
    <w:rsid w:val="00614F0D"/>
    <w:rsid w:val="006151F6"/>
    <w:rsid w:val="006154CC"/>
    <w:rsid w:val="00615B30"/>
    <w:rsid w:val="00615E9C"/>
    <w:rsid w:val="00615EE9"/>
    <w:rsid w:val="00616A22"/>
    <w:rsid w:val="00616BCB"/>
    <w:rsid w:val="00617536"/>
    <w:rsid w:val="00617791"/>
    <w:rsid w:val="0061786C"/>
    <w:rsid w:val="00617B4C"/>
    <w:rsid w:val="00617C29"/>
    <w:rsid w:val="00620001"/>
    <w:rsid w:val="006205A8"/>
    <w:rsid w:val="00620AD0"/>
    <w:rsid w:val="0062129D"/>
    <w:rsid w:val="00621507"/>
    <w:rsid w:val="0062170C"/>
    <w:rsid w:val="00621935"/>
    <w:rsid w:val="00622A71"/>
    <w:rsid w:val="00623414"/>
    <w:rsid w:val="00623942"/>
    <w:rsid w:val="0062400B"/>
    <w:rsid w:val="00624732"/>
    <w:rsid w:val="0062482C"/>
    <w:rsid w:val="00624986"/>
    <w:rsid w:val="00624E6E"/>
    <w:rsid w:val="00625012"/>
    <w:rsid w:val="00625136"/>
    <w:rsid w:val="00625254"/>
    <w:rsid w:val="00625681"/>
    <w:rsid w:val="006259B8"/>
    <w:rsid w:val="00625D2E"/>
    <w:rsid w:val="0062644B"/>
    <w:rsid w:val="0062645E"/>
    <w:rsid w:val="006265CC"/>
    <w:rsid w:val="00626781"/>
    <w:rsid w:val="006273B1"/>
    <w:rsid w:val="0062767A"/>
    <w:rsid w:val="00627DEE"/>
    <w:rsid w:val="0063008C"/>
    <w:rsid w:val="006300AB"/>
    <w:rsid w:val="006302F8"/>
    <w:rsid w:val="006315E4"/>
    <w:rsid w:val="00631877"/>
    <w:rsid w:val="00631B19"/>
    <w:rsid w:val="00632482"/>
    <w:rsid w:val="006324EF"/>
    <w:rsid w:val="00632686"/>
    <w:rsid w:val="00632AE4"/>
    <w:rsid w:val="00632AF3"/>
    <w:rsid w:val="00632D3F"/>
    <w:rsid w:val="00633167"/>
    <w:rsid w:val="006331A1"/>
    <w:rsid w:val="00633608"/>
    <w:rsid w:val="006338F7"/>
    <w:rsid w:val="00633BA2"/>
    <w:rsid w:val="00633D16"/>
    <w:rsid w:val="006341C7"/>
    <w:rsid w:val="00634375"/>
    <w:rsid w:val="00634392"/>
    <w:rsid w:val="006345ED"/>
    <w:rsid w:val="0063509F"/>
    <w:rsid w:val="0063521F"/>
    <w:rsid w:val="006352AD"/>
    <w:rsid w:val="00635651"/>
    <w:rsid w:val="00635E79"/>
    <w:rsid w:val="006360ED"/>
    <w:rsid w:val="006361D5"/>
    <w:rsid w:val="00636469"/>
    <w:rsid w:val="00636B71"/>
    <w:rsid w:val="0063722F"/>
    <w:rsid w:val="00637D40"/>
    <w:rsid w:val="00640183"/>
    <w:rsid w:val="0064018A"/>
    <w:rsid w:val="006407DB"/>
    <w:rsid w:val="0064111E"/>
    <w:rsid w:val="006412BA"/>
    <w:rsid w:val="00641547"/>
    <w:rsid w:val="006423E3"/>
    <w:rsid w:val="00642A99"/>
    <w:rsid w:val="006432A4"/>
    <w:rsid w:val="006432CD"/>
    <w:rsid w:val="00643312"/>
    <w:rsid w:val="00643A2E"/>
    <w:rsid w:val="00643A82"/>
    <w:rsid w:val="00644459"/>
    <w:rsid w:val="006445CE"/>
    <w:rsid w:val="006447A7"/>
    <w:rsid w:val="006452B7"/>
    <w:rsid w:val="006455F8"/>
    <w:rsid w:val="00645621"/>
    <w:rsid w:val="00646068"/>
    <w:rsid w:val="00646E19"/>
    <w:rsid w:val="00647123"/>
    <w:rsid w:val="00647327"/>
    <w:rsid w:val="00647537"/>
    <w:rsid w:val="00647C89"/>
    <w:rsid w:val="006501E1"/>
    <w:rsid w:val="00650C27"/>
    <w:rsid w:val="006511F7"/>
    <w:rsid w:val="00651511"/>
    <w:rsid w:val="00651BA9"/>
    <w:rsid w:val="00651CC8"/>
    <w:rsid w:val="00651FE2"/>
    <w:rsid w:val="006529DF"/>
    <w:rsid w:val="00652CCE"/>
    <w:rsid w:val="00653363"/>
    <w:rsid w:val="00653A3D"/>
    <w:rsid w:val="00653DD3"/>
    <w:rsid w:val="006544A1"/>
    <w:rsid w:val="006549FE"/>
    <w:rsid w:val="00654FC0"/>
    <w:rsid w:val="0065601A"/>
    <w:rsid w:val="00656179"/>
    <w:rsid w:val="006566DA"/>
    <w:rsid w:val="006568F0"/>
    <w:rsid w:val="00656C7D"/>
    <w:rsid w:val="0065705C"/>
    <w:rsid w:val="00657FB8"/>
    <w:rsid w:val="006607BC"/>
    <w:rsid w:val="006608E8"/>
    <w:rsid w:val="00660D64"/>
    <w:rsid w:val="00660E6F"/>
    <w:rsid w:val="006612F8"/>
    <w:rsid w:val="0066140B"/>
    <w:rsid w:val="006620B7"/>
    <w:rsid w:val="006620E7"/>
    <w:rsid w:val="00662549"/>
    <w:rsid w:val="00662893"/>
    <w:rsid w:val="00662F57"/>
    <w:rsid w:val="0066321B"/>
    <w:rsid w:val="006635B6"/>
    <w:rsid w:val="00663B22"/>
    <w:rsid w:val="00663FFF"/>
    <w:rsid w:val="006640E0"/>
    <w:rsid w:val="00664773"/>
    <w:rsid w:val="00664A02"/>
    <w:rsid w:val="00664A3B"/>
    <w:rsid w:val="00664B9F"/>
    <w:rsid w:val="00665160"/>
    <w:rsid w:val="006653BA"/>
    <w:rsid w:val="00665527"/>
    <w:rsid w:val="00665861"/>
    <w:rsid w:val="0066591C"/>
    <w:rsid w:val="00665AA3"/>
    <w:rsid w:val="00666065"/>
    <w:rsid w:val="0066607B"/>
    <w:rsid w:val="00666548"/>
    <w:rsid w:val="006667C6"/>
    <w:rsid w:val="006667E8"/>
    <w:rsid w:val="0066691F"/>
    <w:rsid w:val="00666947"/>
    <w:rsid w:val="00666FBD"/>
    <w:rsid w:val="0066701A"/>
    <w:rsid w:val="00667560"/>
    <w:rsid w:val="00667589"/>
    <w:rsid w:val="0066790E"/>
    <w:rsid w:val="0067013F"/>
    <w:rsid w:val="00670C39"/>
    <w:rsid w:val="00670D0D"/>
    <w:rsid w:val="00670DEB"/>
    <w:rsid w:val="00671187"/>
    <w:rsid w:val="00671CF1"/>
    <w:rsid w:val="00671D19"/>
    <w:rsid w:val="00671DDC"/>
    <w:rsid w:val="00671E12"/>
    <w:rsid w:val="00672341"/>
    <w:rsid w:val="00672521"/>
    <w:rsid w:val="00672566"/>
    <w:rsid w:val="006729E2"/>
    <w:rsid w:val="00672B20"/>
    <w:rsid w:val="00673029"/>
    <w:rsid w:val="0067332A"/>
    <w:rsid w:val="00673459"/>
    <w:rsid w:val="006738A2"/>
    <w:rsid w:val="00673A72"/>
    <w:rsid w:val="00673C03"/>
    <w:rsid w:val="00674ADF"/>
    <w:rsid w:val="00675152"/>
    <w:rsid w:val="00675366"/>
    <w:rsid w:val="0067548B"/>
    <w:rsid w:val="006756A8"/>
    <w:rsid w:val="006759D8"/>
    <w:rsid w:val="00675ACA"/>
    <w:rsid w:val="00675CB9"/>
    <w:rsid w:val="006763FE"/>
    <w:rsid w:val="00676537"/>
    <w:rsid w:val="0067658A"/>
    <w:rsid w:val="006770C6"/>
    <w:rsid w:val="006773A8"/>
    <w:rsid w:val="006773EA"/>
    <w:rsid w:val="006802FD"/>
    <w:rsid w:val="00680596"/>
    <w:rsid w:val="00680819"/>
    <w:rsid w:val="00680A5A"/>
    <w:rsid w:val="0068104F"/>
    <w:rsid w:val="00681130"/>
    <w:rsid w:val="00681136"/>
    <w:rsid w:val="00681272"/>
    <w:rsid w:val="00681936"/>
    <w:rsid w:val="00681CF3"/>
    <w:rsid w:val="00681D63"/>
    <w:rsid w:val="006822E6"/>
    <w:rsid w:val="006827D9"/>
    <w:rsid w:val="0068364B"/>
    <w:rsid w:val="00683BDD"/>
    <w:rsid w:val="00683CA6"/>
    <w:rsid w:val="00683E23"/>
    <w:rsid w:val="006842C9"/>
    <w:rsid w:val="0068463B"/>
    <w:rsid w:val="0068468C"/>
    <w:rsid w:val="006849FB"/>
    <w:rsid w:val="00684AC6"/>
    <w:rsid w:val="00684E80"/>
    <w:rsid w:val="00684FC5"/>
    <w:rsid w:val="00685685"/>
    <w:rsid w:val="00685741"/>
    <w:rsid w:val="0068594D"/>
    <w:rsid w:val="00685AD5"/>
    <w:rsid w:val="0068616C"/>
    <w:rsid w:val="00686B51"/>
    <w:rsid w:val="00686D2F"/>
    <w:rsid w:val="0068715F"/>
    <w:rsid w:val="006875C1"/>
    <w:rsid w:val="006879DF"/>
    <w:rsid w:val="0069019E"/>
    <w:rsid w:val="00690307"/>
    <w:rsid w:val="00690EBF"/>
    <w:rsid w:val="00691AAF"/>
    <w:rsid w:val="0069217A"/>
    <w:rsid w:val="00692307"/>
    <w:rsid w:val="0069266D"/>
    <w:rsid w:val="00692992"/>
    <w:rsid w:val="006930D8"/>
    <w:rsid w:val="00693459"/>
    <w:rsid w:val="00693798"/>
    <w:rsid w:val="00693E22"/>
    <w:rsid w:val="00693F53"/>
    <w:rsid w:val="006946CF"/>
    <w:rsid w:val="006948AA"/>
    <w:rsid w:val="00694B56"/>
    <w:rsid w:val="00694F6E"/>
    <w:rsid w:val="00695415"/>
    <w:rsid w:val="00695DB7"/>
    <w:rsid w:val="00695DBA"/>
    <w:rsid w:val="00695F85"/>
    <w:rsid w:val="00696622"/>
    <w:rsid w:val="00696B40"/>
    <w:rsid w:val="00696C89"/>
    <w:rsid w:val="006973E8"/>
    <w:rsid w:val="0069740D"/>
    <w:rsid w:val="0069777A"/>
    <w:rsid w:val="00697E12"/>
    <w:rsid w:val="006A0088"/>
    <w:rsid w:val="006A00AA"/>
    <w:rsid w:val="006A0164"/>
    <w:rsid w:val="006A016D"/>
    <w:rsid w:val="006A0741"/>
    <w:rsid w:val="006A0751"/>
    <w:rsid w:val="006A0C6D"/>
    <w:rsid w:val="006A0F49"/>
    <w:rsid w:val="006A1309"/>
    <w:rsid w:val="006A142F"/>
    <w:rsid w:val="006A15CD"/>
    <w:rsid w:val="006A1B24"/>
    <w:rsid w:val="006A24A5"/>
    <w:rsid w:val="006A28BA"/>
    <w:rsid w:val="006A2F3B"/>
    <w:rsid w:val="006A305D"/>
    <w:rsid w:val="006A33D4"/>
    <w:rsid w:val="006A356E"/>
    <w:rsid w:val="006A3BFA"/>
    <w:rsid w:val="006A3F80"/>
    <w:rsid w:val="006A422C"/>
    <w:rsid w:val="006A4325"/>
    <w:rsid w:val="006A4565"/>
    <w:rsid w:val="006A5550"/>
    <w:rsid w:val="006A636E"/>
    <w:rsid w:val="006A649E"/>
    <w:rsid w:val="006A6B0B"/>
    <w:rsid w:val="006A6C86"/>
    <w:rsid w:val="006A7636"/>
    <w:rsid w:val="006A7ED4"/>
    <w:rsid w:val="006A7FE3"/>
    <w:rsid w:val="006B033A"/>
    <w:rsid w:val="006B035A"/>
    <w:rsid w:val="006B085B"/>
    <w:rsid w:val="006B0912"/>
    <w:rsid w:val="006B0C24"/>
    <w:rsid w:val="006B1823"/>
    <w:rsid w:val="006B1BA4"/>
    <w:rsid w:val="006B1C13"/>
    <w:rsid w:val="006B232C"/>
    <w:rsid w:val="006B2448"/>
    <w:rsid w:val="006B2B39"/>
    <w:rsid w:val="006B2F29"/>
    <w:rsid w:val="006B371D"/>
    <w:rsid w:val="006B37B5"/>
    <w:rsid w:val="006B3BF6"/>
    <w:rsid w:val="006B4396"/>
    <w:rsid w:val="006B451D"/>
    <w:rsid w:val="006B471F"/>
    <w:rsid w:val="006B4DB3"/>
    <w:rsid w:val="006B4E75"/>
    <w:rsid w:val="006B5112"/>
    <w:rsid w:val="006B55FB"/>
    <w:rsid w:val="006B561B"/>
    <w:rsid w:val="006B649F"/>
    <w:rsid w:val="006B6D5A"/>
    <w:rsid w:val="006B772B"/>
    <w:rsid w:val="006B77C8"/>
    <w:rsid w:val="006C00C8"/>
    <w:rsid w:val="006C00D8"/>
    <w:rsid w:val="006C01B4"/>
    <w:rsid w:val="006C0839"/>
    <w:rsid w:val="006C0862"/>
    <w:rsid w:val="006C0C57"/>
    <w:rsid w:val="006C0C87"/>
    <w:rsid w:val="006C0DCF"/>
    <w:rsid w:val="006C0E8D"/>
    <w:rsid w:val="006C1112"/>
    <w:rsid w:val="006C14A0"/>
    <w:rsid w:val="006C1EAE"/>
    <w:rsid w:val="006C254A"/>
    <w:rsid w:val="006C2F44"/>
    <w:rsid w:val="006C2F8F"/>
    <w:rsid w:val="006C36E7"/>
    <w:rsid w:val="006C37EC"/>
    <w:rsid w:val="006C44FB"/>
    <w:rsid w:val="006C45FF"/>
    <w:rsid w:val="006C46BB"/>
    <w:rsid w:val="006C4953"/>
    <w:rsid w:val="006C4983"/>
    <w:rsid w:val="006C4DAA"/>
    <w:rsid w:val="006C601E"/>
    <w:rsid w:val="006C6162"/>
    <w:rsid w:val="006C6376"/>
    <w:rsid w:val="006C63B6"/>
    <w:rsid w:val="006C674D"/>
    <w:rsid w:val="006C6882"/>
    <w:rsid w:val="006C6A47"/>
    <w:rsid w:val="006C71FC"/>
    <w:rsid w:val="006C7200"/>
    <w:rsid w:val="006C7403"/>
    <w:rsid w:val="006C7AC8"/>
    <w:rsid w:val="006C7AD9"/>
    <w:rsid w:val="006D0142"/>
    <w:rsid w:val="006D02D8"/>
    <w:rsid w:val="006D031B"/>
    <w:rsid w:val="006D0841"/>
    <w:rsid w:val="006D08BE"/>
    <w:rsid w:val="006D0983"/>
    <w:rsid w:val="006D0A8C"/>
    <w:rsid w:val="006D0BDB"/>
    <w:rsid w:val="006D0CB9"/>
    <w:rsid w:val="006D0D48"/>
    <w:rsid w:val="006D1399"/>
    <w:rsid w:val="006D183E"/>
    <w:rsid w:val="006D1BA6"/>
    <w:rsid w:val="006D1CF1"/>
    <w:rsid w:val="006D2208"/>
    <w:rsid w:val="006D22BB"/>
    <w:rsid w:val="006D2332"/>
    <w:rsid w:val="006D241E"/>
    <w:rsid w:val="006D24A0"/>
    <w:rsid w:val="006D25F9"/>
    <w:rsid w:val="006D2E61"/>
    <w:rsid w:val="006D303F"/>
    <w:rsid w:val="006D3176"/>
    <w:rsid w:val="006D34FA"/>
    <w:rsid w:val="006D3749"/>
    <w:rsid w:val="006D3EF6"/>
    <w:rsid w:val="006D51DF"/>
    <w:rsid w:val="006D5393"/>
    <w:rsid w:val="006D53BA"/>
    <w:rsid w:val="006D5853"/>
    <w:rsid w:val="006D5A1D"/>
    <w:rsid w:val="006D5D44"/>
    <w:rsid w:val="006D6017"/>
    <w:rsid w:val="006D6026"/>
    <w:rsid w:val="006D60FB"/>
    <w:rsid w:val="006D67DD"/>
    <w:rsid w:val="006D681B"/>
    <w:rsid w:val="006D6BAC"/>
    <w:rsid w:val="006D6E5B"/>
    <w:rsid w:val="006D7092"/>
    <w:rsid w:val="006D71FE"/>
    <w:rsid w:val="006D73D1"/>
    <w:rsid w:val="006D75E5"/>
    <w:rsid w:val="006D790F"/>
    <w:rsid w:val="006D7A1E"/>
    <w:rsid w:val="006D7A45"/>
    <w:rsid w:val="006D7BB3"/>
    <w:rsid w:val="006D7E39"/>
    <w:rsid w:val="006D7E75"/>
    <w:rsid w:val="006E001B"/>
    <w:rsid w:val="006E0130"/>
    <w:rsid w:val="006E06F4"/>
    <w:rsid w:val="006E0BAC"/>
    <w:rsid w:val="006E0CB1"/>
    <w:rsid w:val="006E0E9C"/>
    <w:rsid w:val="006E0EFC"/>
    <w:rsid w:val="006E13DF"/>
    <w:rsid w:val="006E17FB"/>
    <w:rsid w:val="006E19D2"/>
    <w:rsid w:val="006E1C27"/>
    <w:rsid w:val="006E2250"/>
    <w:rsid w:val="006E22CA"/>
    <w:rsid w:val="006E25D2"/>
    <w:rsid w:val="006E2B66"/>
    <w:rsid w:val="006E2B80"/>
    <w:rsid w:val="006E2DB8"/>
    <w:rsid w:val="006E2F09"/>
    <w:rsid w:val="006E30DC"/>
    <w:rsid w:val="006E33A2"/>
    <w:rsid w:val="006E36A1"/>
    <w:rsid w:val="006E39B3"/>
    <w:rsid w:val="006E4281"/>
    <w:rsid w:val="006E4465"/>
    <w:rsid w:val="006E4EB6"/>
    <w:rsid w:val="006E524D"/>
    <w:rsid w:val="006E55FB"/>
    <w:rsid w:val="006E6129"/>
    <w:rsid w:val="006E61FD"/>
    <w:rsid w:val="006E649A"/>
    <w:rsid w:val="006E6CB9"/>
    <w:rsid w:val="006E7085"/>
    <w:rsid w:val="006E71AB"/>
    <w:rsid w:val="006E732B"/>
    <w:rsid w:val="006E740F"/>
    <w:rsid w:val="006E7913"/>
    <w:rsid w:val="006E7B6D"/>
    <w:rsid w:val="006E7D1A"/>
    <w:rsid w:val="006F0258"/>
    <w:rsid w:val="006F082B"/>
    <w:rsid w:val="006F09B2"/>
    <w:rsid w:val="006F1277"/>
    <w:rsid w:val="006F1285"/>
    <w:rsid w:val="006F1772"/>
    <w:rsid w:val="006F25BF"/>
    <w:rsid w:val="006F264A"/>
    <w:rsid w:val="006F274C"/>
    <w:rsid w:val="006F2994"/>
    <w:rsid w:val="006F2D11"/>
    <w:rsid w:val="006F2F1F"/>
    <w:rsid w:val="006F31D6"/>
    <w:rsid w:val="006F339B"/>
    <w:rsid w:val="006F39C2"/>
    <w:rsid w:val="006F3A87"/>
    <w:rsid w:val="006F3C70"/>
    <w:rsid w:val="006F5001"/>
    <w:rsid w:val="006F504D"/>
    <w:rsid w:val="006F50AA"/>
    <w:rsid w:val="006F50CC"/>
    <w:rsid w:val="006F5510"/>
    <w:rsid w:val="006F61F6"/>
    <w:rsid w:val="006F636A"/>
    <w:rsid w:val="006F65E3"/>
    <w:rsid w:val="006F67DA"/>
    <w:rsid w:val="006F7B7D"/>
    <w:rsid w:val="006F7D2A"/>
    <w:rsid w:val="006F7EAE"/>
    <w:rsid w:val="007001C0"/>
    <w:rsid w:val="007010E1"/>
    <w:rsid w:val="00701245"/>
    <w:rsid w:val="00701313"/>
    <w:rsid w:val="007014B8"/>
    <w:rsid w:val="00701763"/>
    <w:rsid w:val="00701A97"/>
    <w:rsid w:val="00701E0A"/>
    <w:rsid w:val="0070232B"/>
    <w:rsid w:val="00702509"/>
    <w:rsid w:val="00702576"/>
    <w:rsid w:val="00702A30"/>
    <w:rsid w:val="00702D0F"/>
    <w:rsid w:val="00703093"/>
    <w:rsid w:val="007032D0"/>
    <w:rsid w:val="0070362A"/>
    <w:rsid w:val="00703A01"/>
    <w:rsid w:val="00703C7B"/>
    <w:rsid w:val="0070401D"/>
    <w:rsid w:val="00704205"/>
    <w:rsid w:val="007045F0"/>
    <w:rsid w:val="00704AA0"/>
    <w:rsid w:val="007053C1"/>
    <w:rsid w:val="00705B1D"/>
    <w:rsid w:val="00706489"/>
    <w:rsid w:val="00706769"/>
    <w:rsid w:val="00706912"/>
    <w:rsid w:val="00706A21"/>
    <w:rsid w:val="00706A72"/>
    <w:rsid w:val="00707034"/>
    <w:rsid w:val="007071BD"/>
    <w:rsid w:val="00707911"/>
    <w:rsid w:val="007079CB"/>
    <w:rsid w:val="00707EE8"/>
    <w:rsid w:val="007102CA"/>
    <w:rsid w:val="00710321"/>
    <w:rsid w:val="00710436"/>
    <w:rsid w:val="007107C4"/>
    <w:rsid w:val="0071092E"/>
    <w:rsid w:val="00710DDB"/>
    <w:rsid w:val="00710FE8"/>
    <w:rsid w:val="0071104E"/>
    <w:rsid w:val="007110E6"/>
    <w:rsid w:val="00711126"/>
    <w:rsid w:val="00711273"/>
    <w:rsid w:val="007119F5"/>
    <w:rsid w:val="00711D03"/>
    <w:rsid w:val="00711D56"/>
    <w:rsid w:val="00711F40"/>
    <w:rsid w:val="007121F0"/>
    <w:rsid w:val="00712AB1"/>
    <w:rsid w:val="007132A4"/>
    <w:rsid w:val="00713AB1"/>
    <w:rsid w:val="00713AB6"/>
    <w:rsid w:val="00713DA1"/>
    <w:rsid w:val="007143D6"/>
    <w:rsid w:val="007145B8"/>
    <w:rsid w:val="007146B9"/>
    <w:rsid w:val="0071482A"/>
    <w:rsid w:val="00714C65"/>
    <w:rsid w:val="00715130"/>
    <w:rsid w:val="007154EE"/>
    <w:rsid w:val="00715A49"/>
    <w:rsid w:val="00715A8F"/>
    <w:rsid w:val="0071606B"/>
    <w:rsid w:val="007169BE"/>
    <w:rsid w:val="007169E1"/>
    <w:rsid w:val="0071743B"/>
    <w:rsid w:val="00717457"/>
    <w:rsid w:val="00717874"/>
    <w:rsid w:val="007179BB"/>
    <w:rsid w:val="00717A68"/>
    <w:rsid w:val="00717BA1"/>
    <w:rsid w:val="00717CB5"/>
    <w:rsid w:val="0072072A"/>
    <w:rsid w:val="00720755"/>
    <w:rsid w:val="00720B58"/>
    <w:rsid w:val="0072105F"/>
    <w:rsid w:val="007211A2"/>
    <w:rsid w:val="0072153B"/>
    <w:rsid w:val="007218C1"/>
    <w:rsid w:val="007222DA"/>
    <w:rsid w:val="00722369"/>
    <w:rsid w:val="00722BFD"/>
    <w:rsid w:val="00723657"/>
    <w:rsid w:val="007237BC"/>
    <w:rsid w:val="00724440"/>
    <w:rsid w:val="007244D9"/>
    <w:rsid w:val="007246BE"/>
    <w:rsid w:val="00725290"/>
    <w:rsid w:val="0072574F"/>
    <w:rsid w:val="007257AD"/>
    <w:rsid w:val="007257BB"/>
    <w:rsid w:val="007257CE"/>
    <w:rsid w:val="00725D0C"/>
    <w:rsid w:val="007260DA"/>
    <w:rsid w:val="007263AC"/>
    <w:rsid w:val="007263BA"/>
    <w:rsid w:val="007267D4"/>
    <w:rsid w:val="007269C9"/>
    <w:rsid w:val="00726D33"/>
    <w:rsid w:val="00727224"/>
    <w:rsid w:val="00727291"/>
    <w:rsid w:val="007273E5"/>
    <w:rsid w:val="00727424"/>
    <w:rsid w:val="00727693"/>
    <w:rsid w:val="007278D8"/>
    <w:rsid w:val="00727EA2"/>
    <w:rsid w:val="00727F4A"/>
    <w:rsid w:val="007303FD"/>
    <w:rsid w:val="00730623"/>
    <w:rsid w:val="007309B7"/>
    <w:rsid w:val="00730EFE"/>
    <w:rsid w:val="0073155B"/>
    <w:rsid w:val="00731888"/>
    <w:rsid w:val="00731BBF"/>
    <w:rsid w:val="00731E3D"/>
    <w:rsid w:val="00731F75"/>
    <w:rsid w:val="007321AF"/>
    <w:rsid w:val="007323E1"/>
    <w:rsid w:val="007333AD"/>
    <w:rsid w:val="00733414"/>
    <w:rsid w:val="00734711"/>
    <w:rsid w:val="0073480E"/>
    <w:rsid w:val="00734B53"/>
    <w:rsid w:val="00734B8F"/>
    <w:rsid w:val="00734D1A"/>
    <w:rsid w:val="00734D3C"/>
    <w:rsid w:val="007356C2"/>
    <w:rsid w:val="007356E6"/>
    <w:rsid w:val="007358A2"/>
    <w:rsid w:val="007359E6"/>
    <w:rsid w:val="00735DDB"/>
    <w:rsid w:val="00735E54"/>
    <w:rsid w:val="00735F23"/>
    <w:rsid w:val="00736508"/>
    <w:rsid w:val="0073650D"/>
    <w:rsid w:val="00736522"/>
    <w:rsid w:val="007368D5"/>
    <w:rsid w:val="007369B2"/>
    <w:rsid w:val="00736A3F"/>
    <w:rsid w:val="00736BF3"/>
    <w:rsid w:val="00736DA6"/>
    <w:rsid w:val="00736E21"/>
    <w:rsid w:val="0073746B"/>
    <w:rsid w:val="0073752B"/>
    <w:rsid w:val="00737F95"/>
    <w:rsid w:val="00737FCA"/>
    <w:rsid w:val="00740096"/>
    <w:rsid w:val="00740319"/>
    <w:rsid w:val="007409F6"/>
    <w:rsid w:val="00741156"/>
    <w:rsid w:val="00741941"/>
    <w:rsid w:val="00741B89"/>
    <w:rsid w:val="00741C82"/>
    <w:rsid w:val="007425AE"/>
    <w:rsid w:val="00742AC0"/>
    <w:rsid w:val="00742C17"/>
    <w:rsid w:val="00742E9C"/>
    <w:rsid w:val="00743321"/>
    <w:rsid w:val="0074341B"/>
    <w:rsid w:val="00743ACE"/>
    <w:rsid w:val="00743DD2"/>
    <w:rsid w:val="007445DD"/>
    <w:rsid w:val="00744A59"/>
    <w:rsid w:val="00744B4B"/>
    <w:rsid w:val="00744BE9"/>
    <w:rsid w:val="00745128"/>
    <w:rsid w:val="00745186"/>
    <w:rsid w:val="007457CA"/>
    <w:rsid w:val="00745CD7"/>
    <w:rsid w:val="00745DD4"/>
    <w:rsid w:val="00746387"/>
    <w:rsid w:val="007466DF"/>
    <w:rsid w:val="007470C7"/>
    <w:rsid w:val="007472B9"/>
    <w:rsid w:val="007472BE"/>
    <w:rsid w:val="0075016B"/>
    <w:rsid w:val="00750A85"/>
    <w:rsid w:val="00750AE0"/>
    <w:rsid w:val="00750AFB"/>
    <w:rsid w:val="007516EB"/>
    <w:rsid w:val="00751CE2"/>
    <w:rsid w:val="00751EEE"/>
    <w:rsid w:val="00751F29"/>
    <w:rsid w:val="00752028"/>
    <w:rsid w:val="00752508"/>
    <w:rsid w:val="00752553"/>
    <w:rsid w:val="00752639"/>
    <w:rsid w:val="007527C1"/>
    <w:rsid w:val="00752821"/>
    <w:rsid w:val="00752943"/>
    <w:rsid w:val="00752A0D"/>
    <w:rsid w:val="00752D25"/>
    <w:rsid w:val="00752D9D"/>
    <w:rsid w:val="00752F94"/>
    <w:rsid w:val="00752F99"/>
    <w:rsid w:val="00752FE6"/>
    <w:rsid w:val="00753152"/>
    <w:rsid w:val="007538B9"/>
    <w:rsid w:val="00753BA6"/>
    <w:rsid w:val="00753CA0"/>
    <w:rsid w:val="00753F07"/>
    <w:rsid w:val="0075412E"/>
    <w:rsid w:val="00754ACD"/>
    <w:rsid w:val="00754DFD"/>
    <w:rsid w:val="007552EB"/>
    <w:rsid w:val="00755A50"/>
    <w:rsid w:val="00756068"/>
    <w:rsid w:val="00756095"/>
    <w:rsid w:val="007561D7"/>
    <w:rsid w:val="00756AC9"/>
    <w:rsid w:val="00756B12"/>
    <w:rsid w:val="00756BB9"/>
    <w:rsid w:val="007574A7"/>
    <w:rsid w:val="007576D2"/>
    <w:rsid w:val="00761545"/>
    <w:rsid w:val="00761AF3"/>
    <w:rsid w:val="00761DC2"/>
    <w:rsid w:val="00761F14"/>
    <w:rsid w:val="00761FE2"/>
    <w:rsid w:val="00762587"/>
    <w:rsid w:val="007625F0"/>
    <w:rsid w:val="00762684"/>
    <w:rsid w:val="00762B84"/>
    <w:rsid w:val="00762B9C"/>
    <w:rsid w:val="00762D73"/>
    <w:rsid w:val="00763709"/>
    <w:rsid w:val="00763D4C"/>
    <w:rsid w:val="00763D53"/>
    <w:rsid w:val="007640A9"/>
    <w:rsid w:val="0076416A"/>
    <w:rsid w:val="007643E3"/>
    <w:rsid w:val="007647A3"/>
    <w:rsid w:val="00764EB0"/>
    <w:rsid w:val="00765070"/>
    <w:rsid w:val="007652F5"/>
    <w:rsid w:val="00765408"/>
    <w:rsid w:val="007655CD"/>
    <w:rsid w:val="007655E6"/>
    <w:rsid w:val="007656CB"/>
    <w:rsid w:val="00765E0A"/>
    <w:rsid w:val="00765E60"/>
    <w:rsid w:val="00765FDD"/>
    <w:rsid w:val="00766E1F"/>
    <w:rsid w:val="00766F98"/>
    <w:rsid w:val="007670DE"/>
    <w:rsid w:val="007671EF"/>
    <w:rsid w:val="00767443"/>
    <w:rsid w:val="00767558"/>
    <w:rsid w:val="007679BF"/>
    <w:rsid w:val="00767FBD"/>
    <w:rsid w:val="007709B0"/>
    <w:rsid w:val="00770A26"/>
    <w:rsid w:val="00770D45"/>
    <w:rsid w:val="0077107C"/>
    <w:rsid w:val="00771945"/>
    <w:rsid w:val="00771C64"/>
    <w:rsid w:val="00771DFE"/>
    <w:rsid w:val="0077231B"/>
    <w:rsid w:val="00772797"/>
    <w:rsid w:val="0077291F"/>
    <w:rsid w:val="007729BA"/>
    <w:rsid w:val="007729E2"/>
    <w:rsid w:val="00772CF2"/>
    <w:rsid w:val="007731DE"/>
    <w:rsid w:val="0077342C"/>
    <w:rsid w:val="0077349E"/>
    <w:rsid w:val="007736C0"/>
    <w:rsid w:val="0077402A"/>
    <w:rsid w:val="00774576"/>
    <w:rsid w:val="00774839"/>
    <w:rsid w:val="00774CEC"/>
    <w:rsid w:val="007755C1"/>
    <w:rsid w:val="007761DC"/>
    <w:rsid w:val="00776577"/>
    <w:rsid w:val="0077681B"/>
    <w:rsid w:val="00776A0E"/>
    <w:rsid w:val="00776A57"/>
    <w:rsid w:val="00776F3F"/>
    <w:rsid w:val="00777C07"/>
    <w:rsid w:val="00777CF6"/>
    <w:rsid w:val="00780202"/>
    <w:rsid w:val="007802D2"/>
    <w:rsid w:val="007809BE"/>
    <w:rsid w:val="00780E26"/>
    <w:rsid w:val="007810C5"/>
    <w:rsid w:val="00781298"/>
    <w:rsid w:val="007813E1"/>
    <w:rsid w:val="00781445"/>
    <w:rsid w:val="00781609"/>
    <w:rsid w:val="0078183F"/>
    <w:rsid w:val="00781BE3"/>
    <w:rsid w:val="00781C0C"/>
    <w:rsid w:val="00781C59"/>
    <w:rsid w:val="00782274"/>
    <w:rsid w:val="0078242F"/>
    <w:rsid w:val="00782A62"/>
    <w:rsid w:val="00782AC0"/>
    <w:rsid w:val="00783127"/>
    <w:rsid w:val="00783147"/>
    <w:rsid w:val="0078318A"/>
    <w:rsid w:val="00783835"/>
    <w:rsid w:val="00783C89"/>
    <w:rsid w:val="00784368"/>
    <w:rsid w:val="007843A6"/>
    <w:rsid w:val="00784420"/>
    <w:rsid w:val="00784523"/>
    <w:rsid w:val="00784EF8"/>
    <w:rsid w:val="00785348"/>
    <w:rsid w:val="00785AF0"/>
    <w:rsid w:val="0078674E"/>
    <w:rsid w:val="00786959"/>
    <w:rsid w:val="00786B86"/>
    <w:rsid w:val="00786C05"/>
    <w:rsid w:val="00786C4D"/>
    <w:rsid w:val="00786F16"/>
    <w:rsid w:val="00787194"/>
    <w:rsid w:val="00787632"/>
    <w:rsid w:val="00787B79"/>
    <w:rsid w:val="00787DBB"/>
    <w:rsid w:val="00787F3B"/>
    <w:rsid w:val="007903D0"/>
    <w:rsid w:val="007904CD"/>
    <w:rsid w:val="0079052D"/>
    <w:rsid w:val="00790E3C"/>
    <w:rsid w:val="00791284"/>
    <w:rsid w:val="007914D2"/>
    <w:rsid w:val="00791C81"/>
    <w:rsid w:val="00792119"/>
    <w:rsid w:val="0079292A"/>
    <w:rsid w:val="00792CBA"/>
    <w:rsid w:val="00793552"/>
    <w:rsid w:val="00793F05"/>
    <w:rsid w:val="00794A0F"/>
    <w:rsid w:val="00794F68"/>
    <w:rsid w:val="0079508D"/>
    <w:rsid w:val="007951BE"/>
    <w:rsid w:val="00795561"/>
    <w:rsid w:val="0079568F"/>
    <w:rsid w:val="0079580D"/>
    <w:rsid w:val="007958E1"/>
    <w:rsid w:val="00795D9A"/>
    <w:rsid w:val="0079660D"/>
    <w:rsid w:val="00796F46"/>
    <w:rsid w:val="00797954"/>
    <w:rsid w:val="00797DB7"/>
    <w:rsid w:val="007A0456"/>
    <w:rsid w:val="007A0AEF"/>
    <w:rsid w:val="007A11A9"/>
    <w:rsid w:val="007A1496"/>
    <w:rsid w:val="007A1EF0"/>
    <w:rsid w:val="007A2A94"/>
    <w:rsid w:val="007A2B96"/>
    <w:rsid w:val="007A2C41"/>
    <w:rsid w:val="007A2F28"/>
    <w:rsid w:val="007A3534"/>
    <w:rsid w:val="007A3952"/>
    <w:rsid w:val="007A3E74"/>
    <w:rsid w:val="007A4047"/>
    <w:rsid w:val="007A40B1"/>
    <w:rsid w:val="007A4A52"/>
    <w:rsid w:val="007A524F"/>
    <w:rsid w:val="007A527B"/>
    <w:rsid w:val="007A59BC"/>
    <w:rsid w:val="007A5ABE"/>
    <w:rsid w:val="007A5B45"/>
    <w:rsid w:val="007A5BBF"/>
    <w:rsid w:val="007A5F41"/>
    <w:rsid w:val="007A618D"/>
    <w:rsid w:val="007A61AD"/>
    <w:rsid w:val="007A629F"/>
    <w:rsid w:val="007A64A2"/>
    <w:rsid w:val="007A65B6"/>
    <w:rsid w:val="007A67CD"/>
    <w:rsid w:val="007A68DC"/>
    <w:rsid w:val="007A6FA6"/>
    <w:rsid w:val="007A6FF5"/>
    <w:rsid w:val="007A7A65"/>
    <w:rsid w:val="007A7F03"/>
    <w:rsid w:val="007B01E4"/>
    <w:rsid w:val="007B0B34"/>
    <w:rsid w:val="007B0CB7"/>
    <w:rsid w:val="007B12F0"/>
    <w:rsid w:val="007B13C7"/>
    <w:rsid w:val="007B15BC"/>
    <w:rsid w:val="007B1BE5"/>
    <w:rsid w:val="007B1C34"/>
    <w:rsid w:val="007B1ED3"/>
    <w:rsid w:val="007B2417"/>
    <w:rsid w:val="007B27D6"/>
    <w:rsid w:val="007B2C4E"/>
    <w:rsid w:val="007B2D0E"/>
    <w:rsid w:val="007B3212"/>
    <w:rsid w:val="007B34C4"/>
    <w:rsid w:val="007B38C5"/>
    <w:rsid w:val="007B3E8D"/>
    <w:rsid w:val="007B4FB6"/>
    <w:rsid w:val="007B5058"/>
    <w:rsid w:val="007B5106"/>
    <w:rsid w:val="007B5F15"/>
    <w:rsid w:val="007B66BF"/>
    <w:rsid w:val="007B677B"/>
    <w:rsid w:val="007B71F6"/>
    <w:rsid w:val="007B786C"/>
    <w:rsid w:val="007B7B44"/>
    <w:rsid w:val="007B7EC6"/>
    <w:rsid w:val="007C04A4"/>
    <w:rsid w:val="007C07A8"/>
    <w:rsid w:val="007C09C8"/>
    <w:rsid w:val="007C0A8B"/>
    <w:rsid w:val="007C0C3C"/>
    <w:rsid w:val="007C0C54"/>
    <w:rsid w:val="007C0E79"/>
    <w:rsid w:val="007C0F7F"/>
    <w:rsid w:val="007C1338"/>
    <w:rsid w:val="007C150C"/>
    <w:rsid w:val="007C1C50"/>
    <w:rsid w:val="007C1D4D"/>
    <w:rsid w:val="007C212A"/>
    <w:rsid w:val="007C2294"/>
    <w:rsid w:val="007C237C"/>
    <w:rsid w:val="007C2756"/>
    <w:rsid w:val="007C27E2"/>
    <w:rsid w:val="007C2AED"/>
    <w:rsid w:val="007C2E62"/>
    <w:rsid w:val="007C34FB"/>
    <w:rsid w:val="007C3659"/>
    <w:rsid w:val="007C37E5"/>
    <w:rsid w:val="007C3872"/>
    <w:rsid w:val="007C3CBB"/>
    <w:rsid w:val="007C3D12"/>
    <w:rsid w:val="007C3DAB"/>
    <w:rsid w:val="007C41BE"/>
    <w:rsid w:val="007C42E7"/>
    <w:rsid w:val="007C46CC"/>
    <w:rsid w:val="007C479F"/>
    <w:rsid w:val="007C485F"/>
    <w:rsid w:val="007C4973"/>
    <w:rsid w:val="007C4C70"/>
    <w:rsid w:val="007C5149"/>
    <w:rsid w:val="007C5515"/>
    <w:rsid w:val="007C5A6E"/>
    <w:rsid w:val="007C6290"/>
    <w:rsid w:val="007C63CB"/>
    <w:rsid w:val="007C6A57"/>
    <w:rsid w:val="007C6CA4"/>
    <w:rsid w:val="007C6F48"/>
    <w:rsid w:val="007C783D"/>
    <w:rsid w:val="007C7A1A"/>
    <w:rsid w:val="007C7D0A"/>
    <w:rsid w:val="007C7DCA"/>
    <w:rsid w:val="007D05EA"/>
    <w:rsid w:val="007D06BD"/>
    <w:rsid w:val="007D07A0"/>
    <w:rsid w:val="007D0846"/>
    <w:rsid w:val="007D0EC4"/>
    <w:rsid w:val="007D101A"/>
    <w:rsid w:val="007D1180"/>
    <w:rsid w:val="007D1F68"/>
    <w:rsid w:val="007D22E6"/>
    <w:rsid w:val="007D23D3"/>
    <w:rsid w:val="007D2530"/>
    <w:rsid w:val="007D29A9"/>
    <w:rsid w:val="007D2A6B"/>
    <w:rsid w:val="007D2D3A"/>
    <w:rsid w:val="007D30F9"/>
    <w:rsid w:val="007D4234"/>
    <w:rsid w:val="007D4919"/>
    <w:rsid w:val="007D4EDA"/>
    <w:rsid w:val="007D5558"/>
    <w:rsid w:val="007D57AB"/>
    <w:rsid w:val="007D6015"/>
    <w:rsid w:val="007D6396"/>
    <w:rsid w:val="007D6618"/>
    <w:rsid w:val="007D70E0"/>
    <w:rsid w:val="007D732C"/>
    <w:rsid w:val="007D7338"/>
    <w:rsid w:val="007D753B"/>
    <w:rsid w:val="007E0BB7"/>
    <w:rsid w:val="007E0FD1"/>
    <w:rsid w:val="007E121D"/>
    <w:rsid w:val="007E15B7"/>
    <w:rsid w:val="007E1914"/>
    <w:rsid w:val="007E221A"/>
    <w:rsid w:val="007E2BE2"/>
    <w:rsid w:val="007E2F43"/>
    <w:rsid w:val="007E33EF"/>
    <w:rsid w:val="007E33FB"/>
    <w:rsid w:val="007E3C44"/>
    <w:rsid w:val="007E3EEF"/>
    <w:rsid w:val="007E43D6"/>
    <w:rsid w:val="007E4509"/>
    <w:rsid w:val="007E4553"/>
    <w:rsid w:val="007E4638"/>
    <w:rsid w:val="007E4ACD"/>
    <w:rsid w:val="007E4F90"/>
    <w:rsid w:val="007E5111"/>
    <w:rsid w:val="007E543C"/>
    <w:rsid w:val="007E5887"/>
    <w:rsid w:val="007E5C46"/>
    <w:rsid w:val="007E5E12"/>
    <w:rsid w:val="007E6003"/>
    <w:rsid w:val="007E6931"/>
    <w:rsid w:val="007E69C4"/>
    <w:rsid w:val="007E6F81"/>
    <w:rsid w:val="007E72DE"/>
    <w:rsid w:val="007E773E"/>
    <w:rsid w:val="007E776C"/>
    <w:rsid w:val="007F12FE"/>
    <w:rsid w:val="007F20DD"/>
    <w:rsid w:val="007F21D4"/>
    <w:rsid w:val="007F24AA"/>
    <w:rsid w:val="007F30BB"/>
    <w:rsid w:val="007F3281"/>
    <w:rsid w:val="007F32A4"/>
    <w:rsid w:val="007F42A4"/>
    <w:rsid w:val="007F450D"/>
    <w:rsid w:val="007F53C5"/>
    <w:rsid w:val="007F5BF8"/>
    <w:rsid w:val="007F5D6F"/>
    <w:rsid w:val="007F5E8A"/>
    <w:rsid w:val="007F5F34"/>
    <w:rsid w:val="007F5F60"/>
    <w:rsid w:val="007F60D4"/>
    <w:rsid w:val="007F6356"/>
    <w:rsid w:val="007F643A"/>
    <w:rsid w:val="007F6570"/>
    <w:rsid w:val="007F686E"/>
    <w:rsid w:val="007F6DD8"/>
    <w:rsid w:val="007F6F29"/>
    <w:rsid w:val="007F7536"/>
    <w:rsid w:val="007F7BE8"/>
    <w:rsid w:val="007F7D73"/>
    <w:rsid w:val="0080052A"/>
    <w:rsid w:val="00800541"/>
    <w:rsid w:val="008005CC"/>
    <w:rsid w:val="00800C58"/>
    <w:rsid w:val="00800F15"/>
    <w:rsid w:val="0080154F"/>
    <w:rsid w:val="00801A31"/>
    <w:rsid w:val="00801E8C"/>
    <w:rsid w:val="00802119"/>
    <w:rsid w:val="00802418"/>
    <w:rsid w:val="0080251C"/>
    <w:rsid w:val="00802546"/>
    <w:rsid w:val="008025DF"/>
    <w:rsid w:val="00802AA2"/>
    <w:rsid w:val="008032DD"/>
    <w:rsid w:val="0080358C"/>
    <w:rsid w:val="008035F3"/>
    <w:rsid w:val="00803655"/>
    <w:rsid w:val="00804AE9"/>
    <w:rsid w:val="008051F3"/>
    <w:rsid w:val="008052F2"/>
    <w:rsid w:val="008053C7"/>
    <w:rsid w:val="008056B8"/>
    <w:rsid w:val="0080574B"/>
    <w:rsid w:val="00805964"/>
    <w:rsid w:val="00806183"/>
    <w:rsid w:val="00806354"/>
    <w:rsid w:val="00806496"/>
    <w:rsid w:val="00806766"/>
    <w:rsid w:val="008115BF"/>
    <w:rsid w:val="00811600"/>
    <w:rsid w:val="00813095"/>
    <w:rsid w:val="008133DB"/>
    <w:rsid w:val="00813537"/>
    <w:rsid w:val="0081493C"/>
    <w:rsid w:val="008149C8"/>
    <w:rsid w:val="00814CD7"/>
    <w:rsid w:val="00814F59"/>
    <w:rsid w:val="0081571A"/>
    <w:rsid w:val="00815CE3"/>
    <w:rsid w:val="00815DE9"/>
    <w:rsid w:val="00815DF3"/>
    <w:rsid w:val="008164DA"/>
    <w:rsid w:val="008167D2"/>
    <w:rsid w:val="008167E1"/>
    <w:rsid w:val="00816A61"/>
    <w:rsid w:val="00816B20"/>
    <w:rsid w:val="00816DDD"/>
    <w:rsid w:val="00816FD1"/>
    <w:rsid w:val="00817947"/>
    <w:rsid w:val="00817F73"/>
    <w:rsid w:val="0082065F"/>
    <w:rsid w:val="008210FC"/>
    <w:rsid w:val="008213B2"/>
    <w:rsid w:val="0082173B"/>
    <w:rsid w:val="00821780"/>
    <w:rsid w:val="00821834"/>
    <w:rsid w:val="00821B4F"/>
    <w:rsid w:val="00821F2E"/>
    <w:rsid w:val="00821F89"/>
    <w:rsid w:val="008229C2"/>
    <w:rsid w:val="00822A5C"/>
    <w:rsid w:val="00822E12"/>
    <w:rsid w:val="008230FD"/>
    <w:rsid w:val="008234AF"/>
    <w:rsid w:val="00823671"/>
    <w:rsid w:val="00823B9D"/>
    <w:rsid w:val="00824B7F"/>
    <w:rsid w:val="00825408"/>
    <w:rsid w:val="008256B6"/>
    <w:rsid w:val="008258C9"/>
    <w:rsid w:val="00825935"/>
    <w:rsid w:val="00825BE1"/>
    <w:rsid w:val="008260A5"/>
    <w:rsid w:val="0082657C"/>
    <w:rsid w:val="008266D3"/>
    <w:rsid w:val="00826FAA"/>
    <w:rsid w:val="008270A5"/>
    <w:rsid w:val="00827127"/>
    <w:rsid w:val="008273FC"/>
    <w:rsid w:val="00827426"/>
    <w:rsid w:val="0082778A"/>
    <w:rsid w:val="008279DD"/>
    <w:rsid w:val="00830494"/>
    <w:rsid w:val="0083080E"/>
    <w:rsid w:val="00830938"/>
    <w:rsid w:val="008312F2"/>
    <w:rsid w:val="00831469"/>
    <w:rsid w:val="00831B31"/>
    <w:rsid w:val="008320F3"/>
    <w:rsid w:val="0083213C"/>
    <w:rsid w:val="008322A7"/>
    <w:rsid w:val="00832443"/>
    <w:rsid w:val="00832C02"/>
    <w:rsid w:val="00832CA2"/>
    <w:rsid w:val="00832CB3"/>
    <w:rsid w:val="00832E94"/>
    <w:rsid w:val="008330B3"/>
    <w:rsid w:val="008331C3"/>
    <w:rsid w:val="0083326D"/>
    <w:rsid w:val="008333A2"/>
    <w:rsid w:val="0083383A"/>
    <w:rsid w:val="00833B29"/>
    <w:rsid w:val="00833C98"/>
    <w:rsid w:val="0083413C"/>
    <w:rsid w:val="00834894"/>
    <w:rsid w:val="0083501A"/>
    <w:rsid w:val="0083516A"/>
    <w:rsid w:val="0083581B"/>
    <w:rsid w:val="00835B10"/>
    <w:rsid w:val="00835E50"/>
    <w:rsid w:val="00836121"/>
    <w:rsid w:val="0083654D"/>
    <w:rsid w:val="00837989"/>
    <w:rsid w:val="00837A73"/>
    <w:rsid w:val="00837CD7"/>
    <w:rsid w:val="00837DAA"/>
    <w:rsid w:val="00840186"/>
    <w:rsid w:val="00840BB4"/>
    <w:rsid w:val="008414A2"/>
    <w:rsid w:val="00841512"/>
    <w:rsid w:val="00841A5F"/>
    <w:rsid w:val="00841DB4"/>
    <w:rsid w:val="00841F00"/>
    <w:rsid w:val="0084217A"/>
    <w:rsid w:val="008422B5"/>
    <w:rsid w:val="00842380"/>
    <w:rsid w:val="00842696"/>
    <w:rsid w:val="008427DE"/>
    <w:rsid w:val="00842859"/>
    <w:rsid w:val="00842A53"/>
    <w:rsid w:val="00842B92"/>
    <w:rsid w:val="00842F1A"/>
    <w:rsid w:val="00842FD6"/>
    <w:rsid w:val="008434B2"/>
    <w:rsid w:val="00843868"/>
    <w:rsid w:val="008446CA"/>
    <w:rsid w:val="00844F7B"/>
    <w:rsid w:val="0084575D"/>
    <w:rsid w:val="008457CE"/>
    <w:rsid w:val="00845AD3"/>
    <w:rsid w:val="008464C3"/>
    <w:rsid w:val="008466AD"/>
    <w:rsid w:val="00846974"/>
    <w:rsid w:val="00846A77"/>
    <w:rsid w:val="00846B0C"/>
    <w:rsid w:val="008472EA"/>
    <w:rsid w:val="00847507"/>
    <w:rsid w:val="00847622"/>
    <w:rsid w:val="00847937"/>
    <w:rsid w:val="008479CF"/>
    <w:rsid w:val="00847AF1"/>
    <w:rsid w:val="00847C8D"/>
    <w:rsid w:val="00847CF8"/>
    <w:rsid w:val="00847F31"/>
    <w:rsid w:val="008501A9"/>
    <w:rsid w:val="00851017"/>
    <w:rsid w:val="008510E8"/>
    <w:rsid w:val="0085112C"/>
    <w:rsid w:val="00851791"/>
    <w:rsid w:val="0085183A"/>
    <w:rsid w:val="008518D1"/>
    <w:rsid w:val="00851E01"/>
    <w:rsid w:val="00851F75"/>
    <w:rsid w:val="0085208D"/>
    <w:rsid w:val="0085232B"/>
    <w:rsid w:val="00852543"/>
    <w:rsid w:val="00852CB3"/>
    <w:rsid w:val="00852CED"/>
    <w:rsid w:val="00852E05"/>
    <w:rsid w:val="008533A8"/>
    <w:rsid w:val="00853816"/>
    <w:rsid w:val="008539BC"/>
    <w:rsid w:val="00853C93"/>
    <w:rsid w:val="00853FBB"/>
    <w:rsid w:val="008545BD"/>
    <w:rsid w:val="008545EA"/>
    <w:rsid w:val="008547A6"/>
    <w:rsid w:val="00854881"/>
    <w:rsid w:val="00854C2F"/>
    <w:rsid w:val="0085547D"/>
    <w:rsid w:val="00855898"/>
    <w:rsid w:val="00855BB9"/>
    <w:rsid w:val="00855F65"/>
    <w:rsid w:val="00856970"/>
    <w:rsid w:val="00856DD6"/>
    <w:rsid w:val="0085708F"/>
    <w:rsid w:val="008574F7"/>
    <w:rsid w:val="00857AA0"/>
    <w:rsid w:val="00857CB1"/>
    <w:rsid w:val="00857E3F"/>
    <w:rsid w:val="00857E65"/>
    <w:rsid w:val="00860197"/>
    <w:rsid w:val="008603CB"/>
    <w:rsid w:val="00860488"/>
    <w:rsid w:val="008606AF"/>
    <w:rsid w:val="00861076"/>
    <w:rsid w:val="00861A6C"/>
    <w:rsid w:val="00861EB9"/>
    <w:rsid w:val="00861F84"/>
    <w:rsid w:val="008622C4"/>
    <w:rsid w:val="008623BC"/>
    <w:rsid w:val="008629FF"/>
    <w:rsid w:val="00862AAE"/>
    <w:rsid w:val="00862C64"/>
    <w:rsid w:val="00862EC7"/>
    <w:rsid w:val="00862F59"/>
    <w:rsid w:val="00863918"/>
    <w:rsid w:val="008639E3"/>
    <w:rsid w:val="00863F28"/>
    <w:rsid w:val="00864028"/>
    <w:rsid w:val="00864097"/>
    <w:rsid w:val="008640CC"/>
    <w:rsid w:val="008642A8"/>
    <w:rsid w:val="00864BC7"/>
    <w:rsid w:val="00864CA3"/>
    <w:rsid w:val="00864D6A"/>
    <w:rsid w:val="00864E1E"/>
    <w:rsid w:val="00864F60"/>
    <w:rsid w:val="00865ABF"/>
    <w:rsid w:val="00865B0B"/>
    <w:rsid w:val="00865D9B"/>
    <w:rsid w:val="0086703A"/>
    <w:rsid w:val="008671D9"/>
    <w:rsid w:val="008674B2"/>
    <w:rsid w:val="00867975"/>
    <w:rsid w:val="00867D34"/>
    <w:rsid w:val="00867DD5"/>
    <w:rsid w:val="00867E1E"/>
    <w:rsid w:val="0087070A"/>
    <w:rsid w:val="008708D4"/>
    <w:rsid w:val="00870DE6"/>
    <w:rsid w:val="00870E39"/>
    <w:rsid w:val="00871472"/>
    <w:rsid w:val="00871497"/>
    <w:rsid w:val="00871710"/>
    <w:rsid w:val="008719DD"/>
    <w:rsid w:val="00871F5E"/>
    <w:rsid w:val="008722A9"/>
    <w:rsid w:val="008722CA"/>
    <w:rsid w:val="00872BCA"/>
    <w:rsid w:val="008735EC"/>
    <w:rsid w:val="00873B31"/>
    <w:rsid w:val="00873F44"/>
    <w:rsid w:val="00873F77"/>
    <w:rsid w:val="00873FAA"/>
    <w:rsid w:val="008742BF"/>
    <w:rsid w:val="008746E1"/>
    <w:rsid w:val="00874924"/>
    <w:rsid w:val="00874CA3"/>
    <w:rsid w:val="00874FDC"/>
    <w:rsid w:val="00875199"/>
    <w:rsid w:val="008751EA"/>
    <w:rsid w:val="008758F4"/>
    <w:rsid w:val="008762ED"/>
    <w:rsid w:val="0087639C"/>
    <w:rsid w:val="0087698C"/>
    <w:rsid w:val="00877E00"/>
    <w:rsid w:val="0088003B"/>
    <w:rsid w:val="0088016D"/>
    <w:rsid w:val="00880901"/>
    <w:rsid w:val="008809E3"/>
    <w:rsid w:val="008809F5"/>
    <w:rsid w:val="008810FA"/>
    <w:rsid w:val="00881318"/>
    <w:rsid w:val="00881599"/>
    <w:rsid w:val="00882051"/>
    <w:rsid w:val="00882D30"/>
    <w:rsid w:val="00883259"/>
    <w:rsid w:val="008838D4"/>
    <w:rsid w:val="00883C65"/>
    <w:rsid w:val="008847BE"/>
    <w:rsid w:val="00884AB3"/>
    <w:rsid w:val="00884DC1"/>
    <w:rsid w:val="008851BB"/>
    <w:rsid w:val="008855D2"/>
    <w:rsid w:val="008864D9"/>
    <w:rsid w:val="008866B2"/>
    <w:rsid w:val="00886938"/>
    <w:rsid w:val="00886ACA"/>
    <w:rsid w:val="00886BA4"/>
    <w:rsid w:val="00887A10"/>
    <w:rsid w:val="00887F57"/>
    <w:rsid w:val="008903A2"/>
    <w:rsid w:val="008903C7"/>
    <w:rsid w:val="008904A5"/>
    <w:rsid w:val="0089084A"/>
    <w:rsid w:val="00890CEB"/>
    <w:rsid w:val="00890EB6"/>
    <w:rsid w:val="00890F7B"/>
    <w:rsid w:val="00891052"/>
    <w:rsid w:val="008911B4"/>
    <w:rsid w:val="00891556"/>
    <w:rsid w:val="008915A0"/>
    <w:rsid w:val="00891CE2"/>
    <w:rsid w:val="00891DAD"/>
    <w:rsid w:val="00891EBE"/>
    <w:rsid w:val="008922E2"/>
    <w:rsid w:val="008928A2"/>
    <w:rsid w:val="008928D6"/>
    <w:rsid w:val="008929E5"/>
    <w:rsid w:val="00892E31"/>
    <w:rsid w:val="00892FB8"/>
    <w:rsid w:val="0089357A"/>
    <w:rsid w:val="00893DCA"/>
    <w:rsid w:val="0089474F"/>
    <w:rsid w:val="00894B64"/>
    <w:rsid w:val="00894F6F"/>
    <w:rsid w:val="008952CE"/>
    <w:rsid w:val="00895542"/>
    <w:rsid w:val="0089589E"/>
    <w:rsid w:val="00895B86"/>
    <w:rsid w:val="00895C3E"/>
    <w:rsid w:val="00895DA0"/>
    <w:rsid w:val="00895EFB"/>
    <w:rsid w:val="008963D1"/>
    <w:rsid w:val="008968EB"/>
    <w:rsid w:val="00897016"/>
    <w:rsid w:val="00897715"/>
    <w:rsid w:val="0089796F"/>
    <w:rsid w:val="008A041D"/>
    <w:rsid w:val="008A06F2"/>
    <w:rsid w:val="008A071D"/>
    <w:rsid w:val="008A07C8"/>
    <w:rsid w:val="008A1049"/>
    <w:rsid w:val="008A13BA"/>
    <w:rsid w:val="008A1C8C"/>
    <w:rsid w:val="008A1CBE"/>
    <w:rsid w:val="008A1EFB"/>
    <w:rsid w:val="008A1F33"/>
    <w:rsid w:val="008A2666"/>
    <w:rsid w:val="008A2A98"/>
    <w:rsid w:val="008A2B05"/>
    <w:rsid w:val="008A2B7C"/>
    <w:rsid w:val="008A2D96"/>
    <w:rsid w:val="008A2DFE"/>
    <w:rsid w:val="008A337A"/>
    <w:rsid w:val="008A3380"/>
    <w:rsid w:val="008A36C9"/>
    <w:rsid w:val="008A37BD"/>
    <w:rsid w:val="008A3921"/>
    <w:rsid w:val="008A3B3B"/>
    <w:rsid w:val="008A420D"/>
    <w:rsid w:val="008A430F"/>
    <w:rsid w:val="008A48D5"/>
    <w:rsid w:val="008A4BF4"/>
    <w:rsid w:val="008A50AB"/>
    <w:rsid w:val="008A521E"/>
    <w:rsid w:val="008A52E5"/>
    <w:rsid w:val="008A56B2"/>
    <w:rsid w:val="008A583E"/>
    <w:rsid w:val="008A5843"/>
    <w:rsid w:val="008A5CDE"/>
    <w:rsid w:val="008A638B"/>
    <w:rsid w:val="008A6533"/>
    <w:rsid w:val="008A65F6"/>
    <w:rsid w:val="008A6BC9"/>
    <w:rsid w:val="008A6E95"/>
    <w:rsid w:val="008A6F16"/>
    <w:rsid w:val="008A7902"/>
    <w:rsid w:val="008A7D89"/>
    <w:rsid w:val="008B0A74"/>
    <w:rsid w:val="008B161E"/>
    <w:rsid w:val="008B1863"/>
    <w:rsid w:val="008B1876"/>
    <w:rsid w:val="008B190C"/>
    <w:rsid w:val="008B19FD"/>
    <w:rsid w:val="008B1B77"/>
    <w:rsid w:val="008B1D60"/>
    <w:rsid w:val="008B1F08"/>
    <w:rsid w:val="008B200E"/>
    <w:rsid w:val="008B20EB"/>
    <w:rsid w:val="008B247F"/>
    <w:rsid w:val="008B2F2C"/>
    <w:rsid w:val="008B3EC1"/>
    <w:rsid w:val="008B4940"/>
    <w:rsid w:val="008B49E1"/>
    <w:rsid w:val="008B557C"/>
    <w:rsid w:val="008B5DE9"/>
    <w:rsid w:val="008B5E6E"/>
    <w:rsid w:val="008B60FD"/>
    <w:rsid w:val="008B618E"/>
    <w:rsid w:val="008B6208"/>
    <w:rsid w:val="008B6430"/>
    <w:rsid w:val="008B66B9"/>
    <w:rsid w:val="008B6829"/>
    <w:rsid w:val="008B6B44"/>
    <w:rsid w:val="008B6C8A"/>
    <w:rsid w:val="008B6CF3"/>
    <w:rsid w:val="008B6EF3"/>
    <w:rsid w:val="008B7754"/>
    <w:rsid w:val="008B7F18"/>
    <w:rsid w:val="008B7F90"/>
    <w:rsid w:val="008C0781"/>
    <w:rsid w:val="008C07FD"/>
    <w:rsid w:val="008C11C8"/>
    <w:rsid w:val="008C12BB"/>
    <w:rsid w:val="008C16F5"/>
    <w:rsid w:val="008C210C"/>
    <w:rsid w:val="008C2710"/>
    <w:rsid w:val="008C2A1B"/>
    <w:rsid w:val="008C30C7"/>
    <w:rsid w:val="008C34FF"/>
    <w:rsid w:val="008C38D8"/>
    <w:rsid w:val="008C3CAA"/>
    <w:rsid w:val="008C3D70"/>
    <w:rsid w:val="008C3D8F"/>
    <w:rsid w:val="008C3F49"/>
    <w:rsid w:val="008C40B5"/>
    <w:rsid w:val="008C438E"/>
    <w:rsid w:val="008C453A"/>
    <w:rsid w:val="008C455D"/>
    <w:rsid w:val="008C47FA"/>
    <w:rsid w:val="008C486E"/>
    <w:rsid w:val="008C491A"/>
    <w:rsid w:val="008C4B2D"/>
    <w:rsid w:val="008C4C14"/>
    <w:rsid w:val="008C4CDE"/>
    <w:rsid w:val="008C4D3D"/>
    <w:rsid w:val="008C5950"/>
    <w:rsid w:val="008C5A32"/>
    <w:rsid w:val="008C5C45"/>
    <w:rsid w:val="008C5D05"/>
    <w:rsid w:val="008C5D0C"/>
    <w:rsid w:val="008C6368"/>
    <w:rsid w:val="008C680B"/>
    <w:rsid w:val="008C6819"/>
    <w:rsid w:val="008C7C5C"/>
    <w:rsid w:val="008C7D86"/>
    <w:rsid w:val="008C7E72"/>
    <w:rsid w:val="008D085B"/>
    <w:rsid w:val="008D0B94"/>
    <w:rsid w:val="008D0DA8"/>
    <w:rsid w:val="008D11E0"/>
    <w:rsid w:val="008D1397"/>
    <w:rsid w:val="008D17EE"/>
    <w:rsid w:val="008D31CD"/>
    <w:rsid w:val="008D32CF"/>
    <w:rsid w:val="008D34A7"/>
    <w:rsid w:val="008D385B"/>
    <w:rsid w:val="008D3E59"/>
    <w:rsid w:val="008D4418"/>
    <w:rsid w:val="008D45F7"/>
    <w:rsid w:val="008D4604"/>
    <w:rsid w:val="008D4C9B"/>
    <w:rsid w:val="008D4DFE"/>
    <w:rsid w:val="008D50A8"/>
    <w:rsid w:val="008D510D"/>
    <w:rsid w:val="008D5458"/>
    <w:rsid w:val="008D5584"/>
    <w:rsid w:val="008D575C"/>
    <w:rsid w:val="008D63DD"/>
    <w:rsid w:val="008D6742"/>
    <w:rsid w:val="008D6AD6"/>
    <w:rsid w:val="008D6DAF"/>
    <w:rsid w:val="008D7030"/>
    <w:rsid w:val="008D7252"/>
    <w:rsid w:val="008D746A"/>
    <w:rsid w:val="008D7475"/>
    <w:rsid w:val="008D74BA"/>
    <w:rsid w:val="008D75F5"/>
    <w:rsid w:val="008E03D9"/>
    <w:rsid w:val="008E1DB4"/>
    <w:rsid w:val="008E2537"/>
    <w:rsid w:val="008E296C"/>
    <w:rsid w:val="008E2F3E"/>
    <w:rsid w:val="008E30DB"/>
    <w:rsid w:val="008E325B"/>
    <w:rsid w:val="008E3513"/>
    <w:rsid w:val="008E3993"/>
    <w:rsid w:val="008E3D29"/>
    <w:rsid w:val="008E47CA"/>
    <w:rsid w:val="008E4EFE"/>
    <w:rsid w:val="008E4F7F"/>
    <w:rsid w:val="008E523D"/>
    <w:rsid w:val="008E5604"/>
    <w:rsid w:val="008E5FF0"/>
    <w:rsid w:val="008E60F0"/>
    <w:rsid w:val="008E645A"/>
    <w:rsid w:val="008E6595"/>
    <w:rsid w:val="008E65F3"/>
    <w:rsid w:val="008E67A2"/>
    <w:rsid w:val="008E6904"/>
    <w:rsid w:val="008E6934"/>
    <w:rsid w:val="008E69D3"/>
    <w:rsid w:val="008E6BE5"/>
    <w:rsid w:val="008E6C6A"/>
    <w:rsid w:val="008E6CD6"/>
    <w:rsid w:val="008E70E1"/>
    <w:rsid w:val="008E70F4"/>
    <w:rsid w:val="008E7631"/>
    <w:rsid w:val="008E779D"/>
    <w:rsid w:val="008E783F"/>
    <w:rsid w:val="008E7892"/>
    <w:rsid w:val="008E78F9"/>
    <w:rsid w:val="008F007B"/>
    <w:rsid w:val="008F0202"/>
    <w:rsid w:val="008F0534"/>
    <w:rsid w:val="008F0558"/>
    <w:rsid w:val="008F0C7E"/>
    <w:rsid w:val="008F1217"/>
    <w:rsid w:val="008F169D"/>
    <w:rsid w:val="008F17EF"/>
    <w:rsid w:val="008F1BD6"/>
    <w:rsid w:val="008F2627"/>
    <w:rsid w:val="008F2CC0"/>
    <w:rsid w:val="008F2DB1"/>
    <w:rsid w:val="008F2F5E"/>
    <w:rsid w:val="008F33DF"/>
    <w:rsid w:val="008F36D3"/>
    <w:rsid w:val="008F3D93"/>
    <w:rsid w:val="008F4595"/>
    <w:rsid w:val="008F4626"/>
    <w:rsid w:val="008F4BF7"/>
    <w:rsid w:val="008F4CD0"/>
    <w:rsid w:val="008F5AF2"/>
    <w:rsid w:val="008F5BCF"/>
    <w:rsid w:val="008F5C55"/>
    <w:rsid w:val="008F637D"/>
    <w:rsid w:val="008F6609"/>
    <w:rsid w:val="008F70A6"/>
    <w:rsid w:val="009002DD"/>
    <w:rsid w:val="0090082F"/>
    <w:rsid w:val="00901B20"/>
    <w:rsid w:val="00901BEF"/>
    <w:rsid w:val="00901C48"/>
    <w:rsid w:val="00901D9E"/>
    <w:rsid w:val="0090205A"/>
    <w:rsid w:val="00902325"/>
    <w:rsid w:val="0090256D"/>
    <w:rsid w:val="00902A91"/>
    <w:rsid w:val="009032F9"/>
    <w:rsid w:val="009033A6"/>
    <w:rsid w:val="00903655"/>
    <w:rsid w:val="00903963"/>
    <w:rsid w:val="00903AD4"/>
    <w:rsid w:val="00903C14"/>
    <w:rsid w:val="00904076"/>
    <w:rsid w:val="00904C2E"/>
    <w:rsid w:val="00904D68"/>
    <w:rsid w:val="0090543D"/>
    <w:rsid w:val="00905459"/>
    <w:rsid w:val="009054BC"/>
    <w:rsid w:val="00905C65"/>
    <w:rsid w:val="00905CC2"/>
    <w:rsid w:val="00905CE6"/>
    <w:rsid w:val="00906195"/>
    <w:rsid w:val="0090655C"/>
    <w:rsid w:val="00906A58"/>
    <w:rsid w:val="00906E52"/>
    <w:rsid w:val="00906F0B"/>
    <w:rsid w:val="00907097"/>
    <w:rsid w:val="009072E5"/>
    <w:rsid w:val="0090755A"/>
    <w:rsid w:val="00907A71"/>
    <w:rsid w:val="00907B53"/>
    <w:rsid w:val="009107D1"/>
    <w:rsid w:val="00910B0F"/>
    <w:rsid w:val="00910CB8"/>
    <w:rsid w:val="00911121"/>
    <w:rsid w:val="00911366"/>
    <w:rsid w:val="009115A7"/>
    <w:rsid w:val="00911D7E"/>
    <w:rsid w:val="00911EA9"/>
    <w:rsid w:val="0091219C"/>
    <w:rsid w:val="00912297"/>
    <w:rsid w:val="00912351"/>
    <w:rsid w:val="009127A0"/>
    <w:rsid w:val="00912823"/>
    <w:rsid w:val="0091293C"/>
    <w:rsid w:val="00912D57"/>
    <w:rsid w:val="00913087"/>
    <w:rsid w:val="0091345D"/>
    <w:rsid w:val="009139A6"/>
    <w:rsid w:val="00913DD6"/>
    <w:rsid w:val="00913DF1"/>
    <w:rsid w:val="00913E6B"/>
    <w:rsid w:val="00913F35"/>
    <w:rsid w:val="009140B1"/>
    <w:rsid w:val="00914571"/>
    <w:rsid w:val="00914907"/>
    <w:rsid w:val="00914BD6"/>
    <w:rsid w:val="00914D02"/>
    <w:rsid w:val="00915313"/>
    <w:rsid w:val="0091579C"/>
    <w:rsid w:val="009159D6"/>
    <w:rsid w:val="00915F40"/>
    <w:rsid w:val="009160F9"/>
    <w:rsid w:val="00916CF0"/>
    <w:rsid w:val="00917293"/>
    <w:rsid w:val="00917326"/>
    <w:rsid w:val="0091751C"/>
    <w:rsid w:val="009176B1"/>
    <w:rsid w:val="00917748"/>
    <w:rsid w:val="00917ABF"/>
    <w:rsid w:val="00917BDB"/>
    <w:rsid w:val="00920248"/>
    <w:rsid w:val="009205BC"/>
    <w:rsid w:val="00920728"/>
    <w:rsid w:val="00920CEB"/>
    <w:rsid w:val="00920D0E"/>
    <w:rsid w:val="00920D62"/>
    <w:rsid w:val="0092100A"/>
    <w:rsid w:val="00921ACB"/>
    <w:rsid w:val="00921F24"/>
    <w:rsid w:val="00922A78"/>
    <w:rsid w:val="00922A81"/>
    <w:rsid w:val="00922D49"/>
    <w:rsid w:val="0092300A"/>
    <w:rsid w:val="009230A0"/>
    <w:rsid w:val="009231CA"/>
    <w:rsid w:val="00923B9E"/>
    <w:rsid w:val="00923CBF"/>
    <w:rsid w:val="00923CFA"/>
    <w:rsid w:val="0092401F"/>
    <w:rsid w:val="0092489C"/>
    <w:rsid w:val="0092493A"/>
    <w:rsid w:val="00924AFA"/>
    <w:rsid w:val="00924B04"/>
    <w:rsid w:val="009259B0"/>
    <w:rsid w:val="009261BF"/>
    <w:rsid w:val="00926254"/>
    <w:rsid w:val="009262B6"/>
    <w:rsid w:val="00926438"/>
    <w:rsid w:val="009268F9"/>
    <w:rsid w:val="00926A88"/>
    <w:rsid w:val="0092749D"/>
    <w:rsid w:val="00927502"/>
    <w:rsid w:val="0092758F"/>
    <w:rsid w:val="0092781F"/>
    <w:rsid w:val="00927A30"/>
    <w:rsid w:val="00927E54"/>
    <w:rsid w:val="0093013C"/>
    <w:rsid w:val="00930165"/>
    <w:rsid w:val="009307EB"/>
    <w:rsid w:val="00930AFE"/>
    <w:rsid w:val="00930CCA"/>
    <w:rsid w:val="009312D8"/>
    <w:rsid w:val="00931557"/>
    <w:rsid w:val="009316A8"/>
    <w:rsid w:val="00931921"/>
    <w:rsid w:val="00931A32"/>
    <w:rsid w:val="009320E1"/>
    <w:rsid w:val="009321C4"/>
    <w:rsid w:val="00932542"/>
    <w:rsid w:val="00932649"/>
    <w:rsid w:val="0093266D"/>
    <w:rsid w:val="00932902"/>
    <w:rsid w:val="00932958"/>
    <w:rsid w:val="00932B09"/>
    <w:rsid w:val="00932B94"/>
    <w:rsid w:val="00933063"/>
    <w:rsid w:val="009338F2"/>
    <w:rsid w:val="00933D34"/>
    <w:rsid w:val="00933F69"/>
    <w:rsid w:val="0093492F"/>
    <w:rsid w:val="00934FC2"/>
    <w:rsid w:val="0093507C"/>
    <w:rsid w:val="00935084"/>
    <w:rsid w:val="009350BF"/>
    <w:rsid w:val="00935692"/>
    <w:rsid w:val="00935C5C"/>
    <w:rsid w:val="009360F1"/>
    <w:rsid w:val="009361FC"/>
    <w:rsid w:val="0093665F"/>
    <w:rsid w:val="00936880"/>
    <w:rsid w:val="00936D33"/>
    <w:rsid w:val="00936F84"/>
    <w:rsid w:val="009370C7"/>
    <w:rsid w:val="00937449"/>
    <w:rsid w:val="009374A8"/>
    <w:rsid w:val="00937F0A"/>
    <w:rsid w:val="00940ACC"/>
    <w:rsid w:val="0094109C"/>
    <w:rsid w:val="00941455"/>
    <w:rsid w:val="00941782"/>
    <w:rsid w:val="009420C9"/>
    <w:rsid w:val="009423D0"/>
    <w:rsid w:val="009426D5"/>
    <w:rsid w:val="009429D7"/>
    <w:rsid w:val="00942E2D"/>
    <w:rsid w:val="00942F17"/>
    <w:rsid w:val="00942F25"/>
    <w:rsid w:val="00942FC4"/>
    <w:rsid w:val="00943178"/>
    <w:rsid w:val="00943733"/>
    <w:rsid w:val="00943DC1"/>
    <w:rsid w:val="00944000"/>
    <w:rsid w:val="00944113"/>
    <w:rsid w:val="00944735"/>
    <w:rsid w:val="00944C2F"/>
    <w:rsid w:val="00945075"/>
    <w:rsid w:val="0094539B"/>
    <w:rsid w:val="009458B0"/>
    <w:rsid w:val="0094599A"/>
    <w:rsid w:val="00945B22"/>
    <w:rsid w:val="00946BCA"/>
    <w:rsid w:val="0094710F"/>
    <w:rsid w:val="00947168"/>
    <w:rsid w:val="009474FF"/>
    <w:rsid w:val="0094793E"/>
    <w:rsid w:val="00947D60"/>
    <w:rsid w:val="00947F00"/>
    <w:rsid w:val="009500EE"/>
    <w:rsid w:val="009500FD"/>
    <w:rsid w:val="009502FF"/>
    <w:rsid w:val="0095050B"/>
    <w:rsid w:val="0095066A"/>
    <w:rsid w:val="009511BF"/>
    <w:rsid w:val="00951735"/>
    <w:rsid w:val="00951E07"/>
    <w:rsid w:val="00952606"/>
    <w:rsid w:val="009527DD"/>
    <w:rsid w:val="009527FC"/>
    <w:rsid w:val="00952F68"/>
    <w:rsid w:val="00952FC8"/>
    <w:rsid w:val="00954182"/>
    <w:rsid w:val="009541C1"/>
    <w:rsid w:val="00954428"/>
    <w:rsid w:val="00954AFE"/>
    <w:rsid w:val="00955725"/>
    <w:rsid w:val="0095591A"/>
    <w:rsid w:val="00955AA3"/>
    <w:rsid w:val="00955BC9"/>
    <w:rsid w:val="00955BD5"/>
    <w:rsid w:val="00955BE3"/>
    <w:rsid w:val="00955C44"/>
    <w:rsid w:val="00955E6F"/>
    <w:rsid w:val="00956078"/>
    <w:rsid w:val="009564B7"/>
    <w:rsid w:val="00956714"/>
    <w:rsid w:val="00956F56"/>
    <w:rsid w:val="009574BD"/>
    <w:rsid w:val="00957D99"/>
    <w:rsid w:val="009600A9"/>
    <w:rsid w:val="0096011C"/>
    <w:rsid w:val="009604E6"/>
    <w:rsid w:val="00960699"/>
    <w:rsid w:val="0096074A"/>
    <w:rsid w:val="00960DD7"/>
    <w:rsid w:val="009617D5"/>
    <w:rsid w:val="00963D0D"/>
    <w:rsid w:val="009642EF"/>
    <w:rsid w:val="00964A74"/>
    <w:rsid w:val="00964F5A"/>
    <w:rsid w:val="0096513E"/>
    <w:rsid w:val="00965555"/>
    <w:rsid w:val="0096570D"/>
    <w:rsid w:val="00965C2E"/>
    <w:rsid w:val="009665BF"/>
    <w:rsid w:val="00966669"/>
    <w:rsid w:val="00966A01"/>
    <w:rsid w:val="0096733D"/>
    <w:rsid w:val="0096735C"/>
    <w:rsid w:val="009673DC"/>
    <w:rsid w:val="00967764"/>
    <w:rsid w:val="009677E6"/>
    <w:rsid w:val="00967CC8"/>
    <w:rsid w:val="009701E5"/>
    <w:rsid w:val="009704C3"/>
    <w:rsid w:val="009704CD"/>
    <w:rsid w:val="00970D8C"/>
    <w:rsid w:val="00971549"/>
    <w:rsid w:val="00971772"/>
    <w:rsid w:val="009717D7"/>
    <w:rsid w:val="00971BA4"/>
    <w:rsid w:val="00971DA4"/>
    <w:rsid w:val="00971E06"/>
    <w:rsid w:val="00972078"/>
    <w:rsid w:val="009720F3"/>
    <w:rsid w:val="009722E9"/>
    <w:rsid w:val="009726E1"/>
    <w:rsid w:val="009728C3"/>
    <w:rsid w:val="00972DE5"/>
    <w:rsid w:val="00973888"/>
    <w:rsid w:val="009738B0"/>
    <w:rsid w:val="009739AF"/>
    <w:rsid w:val="009739EE"/>
    <w:rsid w:val="00973B6A"/>
    <w:rsid w:val="0097403B"/>
    <w:rsid w:val="00974308"/>
    <w:rsid w:val="00974E58"/>
    <w:rsid w:val="00975032"/>
    <w:rsid w:val="00975566"/>
    <w:rsid w:val="00975636"/>
    <w:rsid w:val="0097619C"/>
    <w:rsid w:val="009768EB"/>
    <w:rsid w:val="00976AB7"/>
    <w:rsid w:val="00976D0D"/>
    <w:rsid w:val="00976E89"/>
    <w:rsid w:val="009771AC"/>
    <w:rsid w:val="009772BB"/>
    <w:rsid w:val="009777F7"/>
    <w:rsid w:val="0098065F"/>
    <w:rsid w:val="00980B7B"/>
    <w:rsid w:val="00980C5B"/>
    <w:rsid w:val="00980F7C"/>
    <w:rsid w:val="009812DA"/>
    <w:rsid w:val="00981347"/>
    <w:rsid w:val="0098139D"/>
    <w:rsid w:val="0098148D"/>
    <w:rsid w:val="009819B1"/>
    <w:rsid w:val="00981B9F"/>
    <w:rsid w:val="00981D43"/>
    <w:rsid w:val="00982280"/>
    <w:rsid w:val="009822FA"/>
    <w:rsid w:val="0098237F"/>
    <w:rsid w:val="00982A2E"/>
    <w:rsid w:val="009832E1"/>
    <w:rsid w:val="0098367B"/>
    <w:rsid w:val="00983998"/>
    <w:rsid w:val="009839E3"/>
    <w:rsid w:val="009842B6"/>
    <w:rsid w:val="00984381"/>
    <w:rsid w:val="009848D7"/>
    <w:rsid w:val="009856AB"/>
    <w:rsid w:val="00985D58"/>
    <w:rsid w:val="0098684B"/>
    <w:rsid w:val="00986AC6"/>
    <w:rsid w:val="00986BCE"/>
    <w:rsid w:val="009872C9"/>
    <w:rsid w:val="00987A58"/>
    <w:rsid w:val="00987C9F"/>
    <w:rsid w:val="0099060E"/>
    <w:rsid w:val="00990AF4"/>
    <w:rsid w:val="0099109B"/>
    <w:rsid w:val="00991410"/>
    <w:rsid w:val="00991F16"/>
    <w:rsid w:val="00992951"/>
    <w:rsid w:val="00992BC5"/>
    <w:rsid w:val="00992D3B"/>
    <w:rsid w:val="00992FF7"/>
    <w:rsid w:val="00993035"/>
    <w:rsid w:val="00993854"/>
    <w:rsid w:val="00994476"/>
    <w:rsid w:val="0099457D"/>
    <w:rsid w:val="00994820"/>
    <w:rsid w:val="009950C4"/>
    <w:rsid w:val="00995789"/>
    <w:rsid w:val="00995A9A"/>
    <w:rsid w:val="00995BAD"/>
    <w:rsid w:val="00995C26"/>
    <w:rsid w:val="00996145"/>
    <w:rsid w:val="009969C8"/>
    <w:rsid w:val="009A0476"/>
    <w:rsid w:val="009A047A"/>
    <w:rsid w:val="009A13E1"/>
    <w:rsid w:val="009A1571"/>
    <w:rsid w:val="009A1C85"/>
    <w:rsid w:val="009A22C6"/>
    <w:rsid w:val="009A2499"/>
    <w:rsid w:val="009A253B"/>
    <w:rsid w:val="009A2B51"/>
    <w:rsid w:val="009A313B"/>
    <w:rsid w:val="009A32C1"/>
    <w:rsid w:val="009A3BD6"/>
    <w:rsid w:val="009A3F4C"/>
    <w:rsid w:val="009A40E3"/>
    <w:rsid w:val="009A46AB"/>
    <w:rsid w:val="009A487E"/>
    <w:rsid w:val="009A4AAC"/>
    <w:rsid w:val="009A4D78"/>
    <w:rsid w:val="009A4FA1"/>
    <w:rsid w:val="009A50C5"/>
    <w:rsid w:val="009A5F17"/>
    <w:rsid w:val="009A6226"/>
    <w:rsid w:val="009A6650"/>
    <w:rsid w:val="009A66A8"/>
    <w:rsid w:val="009A6F3C"/>
    <w:rsid w:val="009A7045"/>
    <w:rsid w:val="009A78C4"/>
    <w:rsid w:val="009A7A25"/>
    <w:rsid w:val="009B0B49"/>
    <w:rsid w:val="009B0C94"/>
    <w:rsid w:val="009B0EA0"/>
    <w:rsid w:val="009B1619"/>
    <w:rsid w:val="009B1656"/>
    <w:rsid w:val="009B1674"/>
    <w:rsid w:val="009B1948"/>
    <w:rsid w:val="009B2016"/>
    <w:rsid w:val="009B22FE"/>
    <w:rsid w:val="009B23FB"/>
    <w:rsid w:val="009B26D9"/>
    <w:rsid w:val="009B26F9"/>
    <w:rsid w:val="009B3220"/>
    <w:rsid w:val="009B3A32"/>
    <w:rsid w:val="009B3ACF"/>
    <w:rsid w:val="009B3F35"/>
    <w:rsid w:val="009B4876"/>
    <w:rsid w:val="009B4C27"/>
    <w:rsid w:val="009B4F89"/>
    <w:rsid w:val="009B4FFE"/>
    <w:rsid w:val="009B57AC"/>
    <w:rsid w:val="009B6182"/>
    <w:rsid w:val="009B64B8"/>
    <w:rsid w:val="009B6577"/>
    <w:rsid w:val="009B671C"/>
    <w:rsid w:val="009B6870"/>
    <w:rsid w:val="009B6A85"/>
    <w:rsid w:val="009B6E8F"/>
    <w:rsid w:val="009B6F2C"/>
    <w:rsid w:val="009B7014"/>
    <w:rsid w:val="009B71FB"/>
    <w:rsid w:val="009B72F2"/>
    <w:rsid w:val="009B74DE"/>
    <w:rsid w:val="009B76AA"/>
    <w:rsid w:val="009B7850"/>
    <w:rsid w:val="009B7C04"/>
    <w:rsid w:val="009B7D8F"/>
    <w:rsid w:val="009B7E67"/>
    <w:rsid w:val="009C0855"/>
    <w:rsid w:val="009C0F4C"/>
    <w:rsid w:val="009C11CE"/>
    <w:rsid w:val="009C1650"/>
    <w:rsid w:val="009C2199"/>
    <w:rsid w:val="009C286A"/>
    <w:rsid w:val="009C2CDE"/>
    <w:rsid w:val="009C3061"/>
    <w:rsid w:val="009C308F"/>
    <w:rsid w:val="009C35B9"/>
    <w:rsid w:val="009C39BF"/>
    <w:rsid w:val="009C3B90"/>
    <w:rsid w:val="009C3F5C"/>
    <w:rsid w:val="009C41F7"/>
    <w:rsid w:val="009C4A97"/>
    <w:rsid w:val="009C513B"/>
    <w:rsid w:val="009C58BA"/>
    <w:rsid w:val="009C5906"/>
    <w:rsid w:val="009C5C37"/>
    <w:rsid w:val="009C5C82"/>
    <w:rsid w:val="009C5D2B"/>
    <w:rsid w:val="009C5E0F"/>
    <w:rsid w:val="009C605C"/>
    <w:rsid w:val="009C6137"/>
    <w:rsid w:val="009C6461"/>
    <w:rsid w:val="009C6900"/>
    <w:rsid w:val="009C6FC2"/>
    <w:rsid w:val="009C79E4"/>
    <w:rsid w:val="009C7B85"/>
    <w:rsid w:val="009C7CE4"/>
    <w:rsid w:val="009D03B4"/>
    <w:rsid w:val="009D0A28"/>
    <w:rsid w:val="009D0B2A"/>
    <w:rsid w:val="009D0B5D"/>
    <w:rsid w:val="009D0BDD"/>
    <w:rsid w:val="009D0C03"/>
    <w:rsid w:val="009D0CA9"/>
    <w:rsid w:val="009D0F5F"/>
    <w:rsid w:val="009D11DC"/>
    <w:rsid w:val="009D1395"/>
    <w:rsid w:val="009D148F"/>
    <w:rsid w:val="009D15FF"/>
    <w:rsid w:val="009D17EA"/>
    <w:rsid w:val="009D1B21"/>
    <w:rsid w:val="009D236F"/>
    <w:rsid w:val="009D2373"/>
    <w:rsid w:val="009D238D"/>
    <w:rsid w:val="009D244B"/>
    <w:rsid w:val="009D2577"/>
    <w:rsid w:val="009D27F7"/>
    <w:rsid w:val="009D2AC5"/>
    <w:rsid w:val="009D2EDE"/>
    <w:rsid w:val="009D363A"/>
    <w:rsid w:val="009D3999"/>
    <w:rsid w:val="009D3AE4"/>
    <w:rsid w:val="009D4753"/>
    <w:rsid w:val="009D47B7"/>
    <w:rsid w:val="009D49A6"/>
    <w:rsid w:val="009D4B7C"/>
    <w:rsid w:val="009D5126"/>
    <w:rsid w:val="009D518B"/>
    <w:rsid w:val="009D562E"/>
    <w:rsid w:val="009D5D5A"/>
    <w:rsid w:val="009D6D42"/>
    <w:rsid w:val="009D713A"/>
    <w:rsid w:val="009D7C04"/>
    <w:rsid w:val="009D7E30"/>
    <w:rsid w:val="009E01BB"/>
    <w:rsid w:val="009E01D4"/>
    <w:rsid w:val="009E055E"/>
    <w:rsid w:val="009E067A"/>
    <w:rsid w:val="009E0808"/>
    <w:rsid w:val="009E08D6"/>
    <w:rsid w:val="009E0BD5"/>
    <w:rsid w:val="009E107C"/>
    <w:rsid w:val="009E11F0"/>
    <w:rsid w:val="009E156A"/>
    <w:rsid w:val="009E1D07"/>
    <w:rsid w:val="009E1D5E"/>
    <w:rsid w:val="009E25DB"/>
    <w:rsid w:val="009E2621"/>
    <w:rsid w:val="009E267B"/>
    <w:rsid w:val="009E271B"/>
    <w:rsid w:val="009E2A0C"/>
    <w:rsid w:val="009E3A05"/>
    <w:rsid w:val="009E3A6D"/>
    <w:rsid w:val="009E3AD1"/>
    <w:rsid w:val="009E3C1F"/>
    <w:rsid w:val="009E4361"/>
    <w:rsid w:val="009E4BFC"/>
    <w:rsid w:val="009E4E6F"/>
    <w:rsid w:val="009E5B18"/>
    <w:rsid w:val="009E5FDE"/>
    <w:rsid w:val="009E60DC"/>
    <w:rsid w:val="009E6350"/>
    <w:rsid w:val="009E6A31"/>
    <w:rsid w:val="009E6E6E"/>
    <w:rsid w:val="009E6F93"/>
    <w:rsid w:val="009E702C"/>
    <w:rsid w:val="009E706D"/>
    <w:rsid w:val="009E74BA"/>
    <w:rsid w:val="009E778A"/>
    <w:rsid w:val="009E7893"/>
    <w:rsid w:val="009E7FFC"/>
    <w:rsid w:val="009F0912"/>
    <w:rsid w:val="009F0C66"/>
    <w:rsid w:val="009F0D1A"/>
    <w:rsid w:val="009F0D2D"/>
    <w:rsid w:val="009F120C"/>
    <w:rsid w:val="009F235B"/>
    <w:rsid w:val="009F26F2"/>
    <w:rsid w:val="009F2834"/>
    <w:rsid w:val="009F2F09"/>
    <w:rsid w:val="009F3132"/>
    <w:rsid w:val="009F31DF"/>
    <w:rsid w:val="009F3785"/>
    <w:rsid w:val="009F3DB7"/>
    <w:rsid w:val="009F3FE3"/>
    <w:rsid w:val="009F4063"/>
    <w:rsid w:val="009F4116"/>
    <w:rsid w:val="009F4B75"/>
    <w:rsid w:val="009F50B7"/>
    <w:rsid w:val="009F517B"/>
    <w:rsid w:val="009F546D"/>
    <w:rsid w:val="009F5529"/>
    <w:rsid w:val="009F5614"/>
    <w:rsid w:val="009F56A9"/>
    <w:rsid w:val="009F5976"/>
    <w:rsid w:val="009F5DC0"/>
    <w:rsid w:val="009F61A5"/>
    <w:rsid w:val="009F62B5"/>
    <w:rsid w:val="009F6834"/>
    <w:rsid w:val="009F6854"/>
    <w:rsid w:val="009F6DA8"/>
    <w:rsid w:val="009F74AA"/>
    <w:rsid w:val="009F761E"/>
    <w:rsid w:val="009F76FE"/>
    <w:rsid w:val="009F79AC"/>
    <w:rsid w:val="009F7A6E"/>
    <w:rsid w:val="009F7EBD"/>
    <w:rsid w:val="009F7F80"/>
    <w:rsid w:val="00A0086E"/>
    <w:rsid w:val="00A00ADB"/>
    <w:rsid w:val="00A012CE"/>
    <w:rsid w:val="00A014B9"/>
    <w:rsid w:val="00A019C4"/>
    <w:rsid w:val="00A01C19"/>
    <w:rsid w:val="00A02134"/>
    <w:rsid w:val="00A02260"/>
    <w:rsid w:val="00A02B23"/>
    <w:rsid w:val="00A03098"/>
    <w:rsid w:val="00A030C5"/>
    <w:rsid w:val="00A0318C"/>
    <w:rsid w:val="00A035A5"/>
    <w:rsid w:val="00A03725"/>
    <w:rsid w:val="00A038C6"/>
    <w:rsid w:val="00A03C7E"/>
    <w:rsid w:val="00A03E24"/>
    <w:rsid w:val="00A03E74"/>
    <w:rsid w:val="00A04256"/>
    <w:rsid w:val="00A04666"/>
    <w:rsid w:val="00A05051"/>
    <w:rsid w:val="00A056FA"/>
    <w:rsid w:val="00A05F62"/>
    <w:rsid w:val="00A05FC7"/>
    <w:rsid w:val="00A06524"/>
    <w:rsid w:val="00A0677B"/>
    <w:rsid w:val="00A06A36"/>
    <w:rsid w:val="00A06E79"/>
    <w:rsid w:val="00A077A6"/>
    <w:rsid w:val="00A07B9E"/>
    <w:rsid w:val="00A07D96"/>
    <w:rsid w:val="00A10073"/>
    <w:rsid w:val="00A10282"/>
    <w:rsid w:val="00A107CD"/>
    <w:rsid w:val="00A10CDA"/>
    <w:rsid w:val="00A111E8"/>
    <w:rsid w:val="00A116A7"/>
    <w:rsid w:val="00A11B24"/>
    <w:rsid w:val="00A11BE1"/>
    <w:rsid w:val="00A11FCA"/>
    <w:rsid w:val="00A122BE"/>
    <w:rsid w:val="00A12A40"/>
    <w:rsid w:val="00A131F1"/>
    <w:rsid w:val="00A13259"/>
    <w:rsid w:val="00A13562"/>
    <w:rsid w:val="00A135C5"/>
    <w:rsid w:val="00A1388E"/>
    <w:rsid w:val="00A13913"/>
    <w:rsid w:val="00A13A37"/>
    <w:rsid w:val="00A13D5D"/>
    <w:rsid w:val="00A13E81"/>
    <w:rsid w:val="00A13EAE"/>
    <w:rsid w:val="00A141CD"/>
    <w:rsid w:val="00A141E7"/>
    <w:rsid w:val="00A14753"/>
    <w:rsid w:val="00A14B18"/>
    <w:rsid w:val="00A14D8B"/>
    <w:rsid w:val="00A155A8"/>
    <w:rsid w:val="00A15B9C"/>
    <w:rsid w:val="00A1629F"/>
    <w:rsid w:val="00A168DE"/>
    <w:rsid w:val="00A16B3F"/>
    <w:rsid w:val="00A17694"/>
    <w:rsid w:val="00A1776D"/>
    <w:rsid w:val="00A17A3E"/>
    <w:rsid w:val="00A17BC1"/>
    <w:rsid w:val="00A204E8"/>
    <w:rsid w:val="00A208A0"/>
    <w:rsid w:val="00A20DCE"/>
    <w:rsid w:val="00A2185F"/>
    <w:rsid w:val="00A22253"/>
    <w:rsid w:val="00A23906"/>
    <w:rsid w:val="00A24D89"/>
    <w:rsid w:val="00A24F1B"/>
    <w:rsid w:val="00A26072"/>
    <w:rsid w:val="00A26314"/>
    <w:rsid w:val="00A2661A"/>
    <w:rsid w:val="00A26919"/>
    <w:rsid w:val="00A26B8D"/>
    <w:rsid w:val="00A26CAD"/>
    <w:rsid w:val="00A26D78"/>
    <w:rsid w:val="00A277FD"/>
    <w:rsid w:val="00A27926"/>
    <w:rsid w:val="00A27F21"/>
    <w:rsid w:val="00A307A0"/>
    <w:rsid w:val="00A30D0D"/>
    <w:rsid w:val="00A30F2C"/>
    <w:rsid w:val="00A3113E"/>
    <w:rsid w:val="00A318A2"/>
    <w:rsid w:val="00A31BC6"/>
    <w:rsid w:val="00A31DAB"/>
    <w:rsid w:val="00A32780"/>
    <w:rsid w:val="00A3279A"/>
    <w:rsid w:val="00A32D03"/>
    <w:rsid w:val="00A33796"/>
    <w:rsid w:val="00A339BA"/>
    <w:rsid w:val="00A34030"/>
    <w:rsid w:val="00A34413"/>
    <w:rsid w:val="00A345D6"/>
    <w:rsid w:val="00A34BD8"/>
    <w:rsid w:val="00A3515C"/>
    <w:rsid w:val="00A3553D"/>
    <w:rsid w:val="00A35C7E"/>
    <w:rsid w:val="00A3629D"/>
    <w:rsid w:val="00A36A8C"/>
    <w:rsid w:val="00A37082"/>
    <w:rsid w:val="00A370EB"/>
    <w:rsid w:val="00A376B1"/>
    <w:rsid w:val="00A406B1"/>
    <w:rsid w:val="00A40B6A"/>
    <w:rsid w:val="00A42037"/>
    <w:rsid w:val="00A4228A"/>
    <w:rsid w:val="00A4266E"/>
    <w:rsid w:val="00A4286B"/>
    <w:rsid w:val="00A428F1"/>
    <w:rsid w:val="00A42957"/>
    <w:rsid w:val="00A43109"/>
    <w:rsid w:val="00A43682"/>
    <w:rsid w:val="00A440A4"/>
    <w:rsid w:val="00A443B1"/>
    <w:rsid w:val="00A44499"/>
    <w:rsid w:val="00A44510"/>
    <w:rsid w:val="00A447C5"/>
    <w:rsid w:val="00A44897"/>
    <w:rsid w:val="00A4499F"/>
    <w:rsid w:val="00A44A15"/>
    <w:rsid w:val="00A44CE6"/>
    <w:rsid w:val="00A44E2D"/>
    <w:rsid w:val="00A455DB"/>
    <w:rsid w:val="00A4584A"/>
    <w:rsid w:val="00A45979"/>
    <w:rsid w:val="00A45A79"/>
    <w:rsid w:val="00A45BF0"/>
    <w:rsid w:val="00A46517"/>
    <w:rsid w:val="00A46634"/>
    <w:rsid w:val="00A47150"/>
    <w:rsid w:val="00A47328"/>
    <w:rsid w:val="00A47B1F"/>
    <w:rsid w:val="00A47E13"/>
    <w:rsid w:val="00A501C5"/>
    <w:rsid w:val="00A50754"/>
    <w:rsid w:val="00A509C6"/>
    <w:rsid w:val="00A5109F"/>
    <w:rsid w:val="00A51202"/>
    <w:rsid w:val="00A5135F"/>
    <w:rsid w:val="00A51BFD"/>
    <w:rsid w:val="00A523FE"/>
    <w:rsid w:val="00A52459"/>
    <w:rsid w:val="00A52745"/>
    <w:rsid w:val="00A52843"/>
    <w:rsid w:val="00A52C23"/>
    <w:rsid w:val="00A537A0"/>
    <w:rsid w:val="00A53DA1"/>
    <w:rsid w:val="00A541AC"/>
    <w:rsid w:val="00A54A3A"/>
    <w:rsid w:val="00A54BD3"/>
    <w:rsid w:val="00A5589B"/>
    <w:rsid w:val="00A55F63"/>
    <w:rsid w:val="00A56798"/>
    <w:rsid w:val="00A56F36"/>
    <w:rsid w:val="00A57213"/>
    <w:rsid w:val="00A573F2"/>
    <w:rsid w:val="00A573F5"/>
    <w:rsid w:val="00A5789C"/>
    <w:rsid w:val="00A5792B"/>
    <w:rsid w:val="00A57DF2"/>
    <w:rsid w:val="00A6007B"/>
    <w:rsid w:val="00A60630"/>
    <w:rsid w:val="00A60C6F"/>
    <w:rsid w:val="00A60EC2"/>
    <w:rsid w:val="00A60F33"/>
    <w:rsid w:val="00A6122C"/>
    <w:rsid w:val="00A61795"/>
    <w:rsid w:val="00A6179A"/>
    <w:rsid w:val="00A61E10"/>
    <w:rsid w:val="00A62586"/>
    <w:rsid w:val="00A627E1"/>
    <w:rsid w:val="00A62F69"/>
    <w:rsid w:val="00A62F83"/>
    <w:rsid w:val="00A62FCE"/>
    <w:rsid w:val="00A6339B"/>
    <w:rsid w:val="00A636F1"/>
    <w:rsid w:val="00A63B14"/>
    <w:rsid w:val="00A6434F"/>
    <w:rsid w:val="00A64422"/>
    <w:rsid w:val="00A64C64"/>
    <w:rsid w:val="00A64F19"/>
    <w:rsid w:val="00A65130"/>
    <w:rsid w:val="00A65272"/>
    <w:rsid w:val="00A65831"/>
    <w:rsid w:val="00A65C3F"/>
    <w:rsid w:val="00A66770"/>
    <w:rsid w:val="00A66A55"/>
    <w:rsid w:val="00A66A6F"/>
    <w:rsid w:val="00A66F76"/>
    <w:rsid w:val="00A67060"/>
    <w:rsid w:val="00A672E5"/>
    <w:rsid w:val="00A6736A"/>
    <w:rsid w:val="00A673C5"/>
    <w:rsid w:val="00A6769B"/>
    <w:rsid w:val="00A679D6"/>
    <w:rsid w:val="00A67A25"/>
    <w:rsid w:val="00A7011A"/>
    <w:rsid w:val="00A704DC"/>
    <w:rsid w:val="00A7059F"/>
    <w:rsid w:val="00A708E7"/>
    <w:rsid w:val="00A712E4"/>
    <w:rsid w:val="00A712F1"/>
    <w:rsid w:val="00A71543"/>
    <w:rsid w:val="00A71624"/>
    <w:rsid w:val="00A718CF"/>
    <w:rsid w:val="00A71E76"/>
    <w:rsid w:val="00A721E1"/>
    <w:rsid w:val="00A7223E"/>
    <w:rsid w:val="00A723EF"/>
    <w:rsid w:val="00A7246C"/>
    <w:rsid w:val="00A728F8"/>
    <w:rsid w:val="00A72AE0"/>
    <w:rsid w:val="00A72FA2"/>
    <w:rsid w:val="00A73B0F"/>
    <w:rsid w:val="00A73EFD"/>
    <w:rsid w:val="00A742C5"/>
    <w:rsid w:val="00A748F9"/>
    <w:rsid w:val="00A74AAE"/>
    <w:rsid w:val="00A74B18"/>
    <w:rsid w:val="00A74B40"/>
    <w:rsid w:val="00A757FB"/>
    <w:rsid w:val="00A75857"/>
    <w:rsid w:val="00A75931"/>
    <w:rsid w:val="00A75C88"/>
    <w:rsid w:val="00A75FC7"/>
    <w:rsid w:val="00A76096"/>
    <w:rsid w:val="00A765D7"/>
    <w:rsid w:val="00A766CB"/>
    <w:rsid w:val="00A76C7D"/>
    <w:rsid w:val="00A774CD"/>
    <w:rsid w:val="00A7760E"/>
    <w:rsid w:val="00A77654"/>
    <w:rsid w:val="00A779E7"/>
    <w:rsid w:val="00A77FE0"/>
    <w:rsid w:val="00A8043B"/>
    <w:rsid w:val="00A804F8"/>
    <w:rsid w:val="00A80B24"/>
    <w:rsid w:val="00A80B9D"/>
    <w:rsid w:val="00A81249"/>
    <w:rsid w:val="00A8132C"/>
    <w:rsid w:val="00A813AA"/>
    <w:rsid w:val="00A818F7"/>
    <w:rsid w:val="00A81B75"/>
    <w:rsid w:val="00A8209C"/>
    <w:rsid w:val="00A8235F"/>
    <w:rsid w:val="00A825D2"/>
    <w:rsid w:val="00A82741"/>
    <w:rsid w:val="00A82821"/>
    <w:rsid w:val="00A828C8"/>
    <w:rsid w:val="00A830D1"/>
    <w:rsid w:val="00A834BE"/>
    <w:rsid w:val="00A83E07"/>
    <w:rsid w:val="00A848AE"/>
    <w:rsid w:val="00A84CC6"/>
    <w:rsid w:val="00A84DFD"/>
    <w:rsid w:val="00A8565A"/>
    <w:rsid w:val="00A8588B"/>
    <w:rsid w:val="00A85EB9"/>
    <w:rsid w:val="00A860E1"/>
    <w:rsid w:val="00A8682E"/>
    <w:rsid w:val="00A86882"/>
    <w:rsid w:val="00A86899"/>
    <w:rsid w:val="00A868D2"/>
    <w:rsid w:val="00A86C1A"/>
    <w:rsid w:val="00A86E6B"/>
    <w:rsid w:val="00A87194"/>
    <w:rsid w:val="00A87288"/>
    <w:rsid w:val="00A8795F"/>
    <w:rsid w:val="00A87CD9"/>
    <w:rsid w:val="00A9032A"/>
    <w:rsid w:val="00A90AC8"/>
    <w:rsid w:val="00A90D01"/>
    <w:rsid w:val="00A90FFF"/>
    <w:rsid w:val="00A91A05"/>
    <w:rsid w:val="00A91AD4"/>
    <w:rsid w:val="00A91B87"/>
    <w:rsid w:val="00A9201B"/>
    <w:rsid w:val="00A926CF"/>
    <w:rsid w:val="00A9278C"/>
    <w:rsid w:val="00A92A73"/>
    <w:rsid w:val="00A92D01"/>
    <w:rsid w:val="00A9331F"/>
    <w:rsid w:val="00A93422"/>
    <w:rsid w:val="00A93879"/>
    <w:rsid w:val="00A94554"/>
    <w:rsid w:val="00A94EFF"/>
    <w:rsid w:val="00A95159"/>
    <w:rsid w:val="00A9560F"/>
    <w:rsid w:val="00A958D4"/>
    <w:rsid w:val="00A95F4E"/>
    <w:rsid w:val="00A9613C"/>
    <w:rsid w:val="00A9637D"/>
    <w:rsid w:val="00A96A94"/>
    <w:rsid w:val="00A97865"/>
    <w:rsid w:val="00A97B73"/>
    <w:rsid w:val="00A97D87"/>
    <w:rsid w:val="00AA01F7"/>
    <w:rsid w:val="00AA04A6"/>
    <w:rsid w:val="00AA04F4"/>
    <w:rsid w:val="00AA064B"/>
    <w:rsid w:val="00AA07CA"/>
    <w:rsid w:val="00AA0F13"/>
    <w:rsid w:val="00AA1375"/>
    <w:rsid w:val="00AA1BB2"/>
    <w:rsid w:val="00AA2029"/>
    <w:rsid w:val="00AA211E"/>
    <w:rsid w:val="00AA2289"/>
    <w:rsid w:val="00AA238F"/>
    <w:rsid w:val="00AA2B26"/>
    <w:rsid w:val="00AA2B39"/>
    <w:rsid w:val="00AA2BE7"/>
    <w:rsid w:val="00AA30C1"/>
    <w:rsid w:val="00AA31F4"/>
    <w:rsid w:val="00AA32AC"/>
    <w:rsid w:val="00AA4001"/>
    <w:rsid w:val="00AA469E"/>
    <w:rsid w:val="00AA47D6"/>
    <w:rsid w:val="00AA506E"/>
    <w:rsid w:val="00AA526B"/>
    <w:rsid w:val="00AA558F"/>
    <w:rsid w:val="00AA5EFE"/>
    <w:rsid w:val="00AA5F55"/>
    <w:rsid w:val="00AA63CC"/>
    <w:rsid w:val="00AA6747"/>
    <w:rsid w:val="00AA6E79"/>
    <w:rsid w:val="00AA7007"/>
    <w:rsid w:val="00AA7138"/>
    <w:rsid w:val="00AA7281"/>
    <w:rsid w:val="00AA7538"/>
    <w:rsid w:val="00AA7588"/>
    <w:rsid w:val="00AA768F"/>
    <w:rsid w:val="00AA790E"/>
    <w:rsid w:val="00AB04A9"/>
    <w:rsid w:val="00AB05BE"/>
    <w:rsid w:val="00AB0747"/>
    <w:rsid w:val="00AB0C1E"/>
    <w:rsid w:val="00AB1025"/>
    <w:rsid w:val="00AB12B5"/>
    <w:rsid w:val="00AB12F5"/>
    <w:rsid w:val="00AB155A"/>
    <w:rsid w:val="00AB22A1"/>
    <w:rsid w:val="00AB2717"/>
    <w:rsid w:val="00AB2C0F"/>
    <w:rsid w:val="00AB2FFC"/>
    <w:rsid w:val="00AB30E0"/>
    <w:rsid w:val="00AB370D"/>
    <w:rsid w:val="00AB3EE5"/>
    <w:rsid w:val="00AB435D"/>
    <w:rsid w:val="00AB4536"/>
    <w:rsid w:val="00AB4806"/>
    <w:rsid w:val="00AB4869"/>
    <w:rsid w:val="00AB4955"/>
    <w:rsid w:val="00AB49F7"/>
    <w:rsid w:val="00AB535D"/>
    <w:rsid w:val="00AB53D2"/>
    <w:rsid w:val="00AB5885"/>
    <w:rsid w:val="00AB5888"/>
    <w:rsid w:val="00AB59EA"/>
    <w:rsid w:val="00AB5E9F"/>
    <w:rsid w:val="00AB6061"/>
    <w:rsid w:val="00AB62FD"/>
    <w:rsid w:val="00AB663E"/>
    <w:rsid w:val="00AB69F1"/>
    <w:rsid w:val="00AB6D70"/>
    <w:rsid w:val="00AB763C"/>
    <w:rsid w:val="00AB7AD6"/>
    <w:rsid w:val="00AB7C9B"/>
    <w:rsid w:val="00AC01B3"/>
    <w:rsid w:val="00AC0330"/>
    <w:rsid w:val="00AC1354"/>
    <w:rsid w:val="00AC1B44"/>
    <w:rsid w:val="00AC1C26"/>
    <w:rsid w:val="00AC1CA3"/>
    <w:rsid w:val="00AC1D26"/>
    <w:rsid w:val="00AC284F"/>
    <w:rsid w:val="00AC2A81"/>
    <w:rsid w:val="00AC2E1F"/>
    <w:rsid w:val="00AC2FA2"/>
    <w:rsid w:val="00AC36B8"/>
    <w:rsid w:val="00AC3ADF"/>
    <w:rsid w:val="00AC3F88"/>
    <w:rsid w:val="00AC48EA"/>
    <w:rsid w:val="00AC51FD"/>
    <w:rsid w:val="00AC5561"/>
    <w:rsid w:val="00AC5D8E"/>
    <w:rsid w:val="00AC5F0D"/>
    <w:rsid w:val="00AC60E1"/>
    <w:rsid w:val="00AC6211"/>
    <w:rsid w:val="00AC6604"/>
    <w:rsid w:val="00AC6788"/>
    <w:rsid w:val="00AC6A07"/>
    <w:rsid w:val="00AC6B43"/>
    <w:rsid w:val="00AC6B58"/>
    <w:rsid w:val="00AC7461"/>
    <w:rsid w:val="00AC778F"/>
    <w:rsid w:val="00AC7A94"/>
    <w:rsid w:val="00AD05AC"/>
    <w:rsid w:val="00AD0695"/>
    <w:rsid w:val="00AD06D6"/>
    <w:rsid w:val="00AD080E"/>
    <w:rsid w:val="00AD143D"/>
    <w:rsid w:val="00AD1653"/>
    <w:rsid w:val="00AD1B79"/>
    <w:rsid w:val="00AD2068"/>
    <w:rsid w:val="00AD2078"/>
    <w:rsid w:val="00AD23A5"/>
    <w:rsid w:val="00AD23D4"/>
    <w:rsid w:val="00AD2938"/>
    <w:rsid w:val="00AD2CBF"/>
    <w:rsid w:val="00AD2CF8"/>
    <w:rsid w:val="00AD2F76"/>
    <w:rsid w:val="00AD3031"/>
    <w:rsid w:val="00AD31CC"/>
    <w:rsid w:val="00AD3344"/>
    <w:rsid w:val="00AD37F1"/>
    <w:rsid w:val="00AD3C27"/>
    <w:rsid w:val="00AD4F32"/>
    <w:rsid w:val="00AD52FD"/>
    <w:rsid w:val="00AD5EAD"/>
    <w:rsid w:val="00AD5F67"/>
    <w:rsid w:val="00AD602B"/>
    <w:rsid w:val="00AD60A4"/>
    <w:rsid w:val="00AD60D2"/>
    <w:rsid w:val="00AD653E"/>
    <w:rsid w:val="00AD68B2"/>
    <w:rsid w:val="00AD6D4A"/>
    <w:rsid w:val="00AD6DC7"/>
    <w:rsid w:val="00AD6DF4"/>
    <w:rsid w:val="00AD6E3D"/>
    <w:rsid w:val="00AD7265"/>
    <w:rsid w:val="00AD7464"/>
    <w:rsid w:val="00AD7D51"/>
    <w:rsid w:val="00AE00EF"/>
    <w:rsid w:val="00AE01D0"/>
    <w:rsid w:val="00AE0341"/>
    <w:rsid w:val="00AE0712"/>
    <w:rsid w:val="00AE0965"/>
    <w:rsid w:val="00AE1332"/>
    <w:rsid w:val="00AE15F1"/>
    <w:rsid w:val="00AE1E8C"/>
    <w:rsid w:val="00AE246F"/>
    <w:rsid w:val="00AE260D"/>
    <w:rsid w:val="00AE2936"/>
    <w:rsid w:val="00AE29CB"/>
    <w:rsid w:val="00AE2C30"/>
    <w:rsid w:val="00AE2EA6"/>
    <w:rsid w:val="00AE304C"/>
    <w:rsid w:val="00AE304F"/>
    <w:rsid w:val="00AE3136"/>
    <w:rsid w:val="00AE437E"/>
    <w:rsid w:val="00AE45CF"/>
    <w:rsid w:val="00AE4A33"/>
    <w:rsid w:val="00AE4C49"/>
    <w:rsid w:val="00AE4D25"/>
    <w:rsid w:val="00AE4D6C"/>
    <w:rsid w:val="00AE4D77"/>
    <w:rsid w:val="00AE4F1D"/>
    <w:rsid w:val="00AE53D5"/>
    <w:rsid w:val="00AE5642"/>
    <w:rsid w:val="00AE5668"/>
    <w:rsid w:val="00AE59EB"/>
    <w:rsid w:val="00AE5C1D"/>
    <w:rsid w:val="00AE5D53"/>
    <w:rsid w:val="00AE5E81"/>
    <w:rsid w:val="00AE6E35"/>
    <w:rsid w:val="00AE7275"/>
    <w:rsid w:val="00AE79D1"/>
    <w:rsid w:val="00AE7C56"/>
    <w:rsid w:val="00AE7C5D"/>
    <w:rsid w:val="00AE7E4C"/>
    <w:rsid w:val="00AE7FDF"/>
    <w:rsid w:val="00AF08FB"/>
    <w:rsid w:val="00AF09ED"/>
    <w:rsid w:val="00AF0D85"/>
    <w:rsid w:val="00AF0E4A"/>
    <w:rsid w:val="00AF0F84"/>
    <w:rsid w:val="00AF0FE5"/>
    <w:rsid w:val="00AF1307"/>
    <w:rsid w:val="00AF2067"/>
    <w:rsid w:val="00AF234C"/>
    <w:rsid w:val="00AF23D0"/>
    <w:rsid w:val="00AF256C"/>
    <w:rsid w:val="00AF29BA"/>
    <w:rsid w:val="00AF372D"/>
    <w:rsid w:val="00AF4D6D"/>
    <w:rsid w:val="00AF5376"/>
    <w:rsid w:val="00AF5F4E"/>
    <w:rsid w:val="00AF6230"/>
    <w:rsid w:val="00AF6245"/>
    <w:rsid w:val="00AF65ED"/>
    <w:rsid w:val="00AF69F2"/>
    <w:rsid w:val="00AF6A65"/>
    <w:rsid w:val="00AF6E44"/>
    <w:rsid w:val="00AF7029"/>
    <w:rsid w:val="00AF776B"/>
    <w:rsid w:val="00AF77B9"/>
    <w:rsid w:val="00AF7893"/>
    <w:rsid w:val="00AF7D0F"/>
    <w:rsid w:val="00AF7EE5"/>
    <w:rsid w:val="00B00096"/>
    <w:rsid w:val="00B0009A"/>
    <w:rsid w:val="00B003C3"/>
    <w:rsid w:val="00B00488"/>
    <w:rsid w:val="00B007F9"/>
    <w:rsid w:val="00B010FD"/>
    <w:rsid w:val="00B0118B"/>
    <w:rsid w:val="00B01275"/>
    <w:rsid w:val="00B01825"/>
    <w:rsid w:val="00B01DD7"/>
    <w:rsid w:val="00B027D7"/>
    <w:rsid w:val="00B02B4D"/>
    <w:rsid w:val="00B02DF0"/>
    <w:rsid w:val="00B03191"/>
    <w:rsid w:val="00B03708"/>
    <w:rsid w:val="00B03858"/>
    <w:rsid w:val="00B0398C"/>
    <w:rsid w:val="00B042AC"/>
    <w:rsid w:val="00B0457F"/>
    <w:rsid w:val="00B04F71"/>
    <w:rsid w:val="00B05E32"/>
    <w:rsid w:val="00B0632A"/>
    <w:rsid w:val="00B063FD"/>
    <w:rsid w:val="00B066E6"/>
    <w:rsid w:val="00B06DE2"/>
    <w:rsid w:val="00B07172"/>
    <w:rsid w:val="00B073A3"/>
    <w:rsid w:val="00B0763D"/>
    <w:rsid w:val="00B07682"/>
    <w:rsid w:val="00B07747"/>
    <w:rsid w:val="00B077C8"/>
    <w:rsid w:val="00B10F81"/>
    <w:rsid w:val="00B1111B"/>
    <w:rsid w:val="00B1149C"/>
    <w:rsid w:val="00B11F86"/>
    <w:rsid w:val="00B124E6"/>
    <w:rsid w:val="00B12B1D"/>
    <w:rsid w:val="00B12C60"/>
    <w:rsid w:val="00B12FF8"/>
    <w:rsid w:val="00B13078"/>
    <w:rsid w:val="00B134A0"/>
    <w:rsid w:val="00B138A2"/>
    <w:rsid w:val="00B138BC"/>
    <w:rsid w:val="00B13A16"/>
    <w:rsid w:val="00B13ED5"/>
    <w:rsid w:val="00B14A5D"/>
    <w:rsid w:val="00B14B5B"/>
    <w:rsid w:val="00B14DBB"/>
    <w:rsid w:val="00B15DB1"/>
    <w:rsid w:val="00B16064"/>
    <w:rsid w:val="00B16985"/>
    <w:rsid w:val="00B16B18"/>
    <w:rsid w:val="00B16F24"/>
    <w:rsid w:val="00B16F33"/>
    <w:rsid w:val="00B17225"/>
    <w:rsid w:val="00B17568"/>
    <w:rsid w:val="00B17915"/>
    <w:rsid w:val="00B179CB"/>
    <w:rsid w:val="00B17ED8"/>
    <w:rsid w:val="00B2029F"/>
    <w:rsid w:val="00B206A2"/>
    <w:rsid w:val="00B208C2"/>
    <w:rsid w:val="00B20C8F"/>
    <w:rsid w:val="00B21121"/>
    <w:rsid w:val="00B21201"/>
    <w:rsid w:val="00B21380"/>
    <w:rsid w:val="00B216BD"/>
    <w:rsid w:val="00B21863"/>
    <w:rsid w:val="00B21A6D"/>
    <w:rsid w:val="00B21AA0"/>
    <w:rsid w:val="00B21B03"/>
    <w:rsid w:val="00B21B3D"/>
    <w:rsid w:val="00B22011"/>
    <w:rsid w:val="00B223DC"/>
    <w:rsid w:val="00B227A3"/>
    <w:rsid w:val="00B227F3"/>
    <w:rsid w:val="00B22BB3"/>
    <w:rsid w:val="00B22DD0"/>
    <w:rsid w:val="00B233E0"/>
    <w:rsid w:val="00B2364A"/>
    <w:rsid w:val="00B23666"/>
    <w:rsid w:val="00B239DA"/>
    <w:rsid w:val="00B24316"/>
    <w:rsid w:val="00B246F4"/>
    <w:rsid w:val="00B26397"/>
    <w:rsid w:val="00B26783"/>
    <w:rsid w:val="00B267D7"/>
    <w:rsid w:val="00B26ADF"/>
    <w:rsid w:val="00B27058"/>
    <w:rsid w:val="00B271A8"/>
    <w:rsid w:val="00B271AF"/>
    <w:rsid w:val="00B2744B"/>
    <w:rsid w:val="00B274AF"/>
    <w:rsid w:val="00B27C71"/>
    <w:rsid w:val="00B301B7"/>
    <w:rsid w:val="00B30977"/>
    <w:rsid w:val="00B31081"/>
    <w:rsid w:val="00B3112F"/>
    <w:rsid w:val="00B3174A"/>
    <w:rsid w:val="00B31CBB"/>
    <w:rsid w:val="00B31EF9"/>
    <w:rsid w:val="00B321B5"/>
    <w:rsid w:val="00B3229F"/>
    <w:rsid w:val="00B32C70"/>
    <w:rsid w:val="00B32D67"/>
    <w:rsid w:val="00B32E89"/>
    <w:rsid w:val="00B33270"/>
    <w:rsid w:val="00B33320"/>
    <w:rsid w:val="00B336A3"/>
    <w:rsid w:val="00B340D4"/>
    <w:rsid w:val="00B34B4D"/>
    <w:rsid w:val="00B34EE7"/>
    <w:rsid w:val="00B3527A"/>
    <w:rsid w:val="00B352DB"/>
    <w:rsid w:val="00B353A2"/>
    <w:rsid w:val="00B358A9"/>
    <w:rsid w:val="00B35BA0"/>
    <w:rsid w:val="00B35EEB"/>
    <w:rsid w:val="00B3622D"/>
    <w:rsid w:val="00B367A5"/>
    <w:rsid w:val="00B36954"/>
    <w:rsid w:val="00B36A7B"/>
    <w:rsid w:val="00B36EB3"/>
    <w:rsid w:val="00B371D4"/>
    <w:rsid w:val="00B37493"/>
    <w:rsid w:val="00B376EF"/>
    <w:rsid w:val="00B37955"/>
    <w:rsid w:val="00B37D12"/>
    <w:rsid w:val="00B40CD1"/>
    <w:rsid w:val="00B40F9D"/>
    <w:rsid w:val="00B41371"/>
    <w:rsid w:val="00B418EA"/>
    <w:rsid w:val="00B41CE3"/>
    <w:rsid w:val="00B41D72"/>
    <w:rsid w:val="00B42283"/>
    <w:rsid w:val="00B423E9"/>
    <w:rsid w:val="00B425E8"/>
    <w:rsid w:val="00B428F0"/>
    <w:rsid w:val="00B43105"/>
    <w:rsid w:val="00B433F5"/>
    <w:rsid w:val="00B43441"/>
    <w:rsid w:val="00B434C4"/>
    <w:rsid w:val="00B436F0"/>
    <w:rsid w:val="00B438B4"/>
    <w:rsid w:val="00B43C04"/>
    <w:rsid w:val="00B4400C"/>
    <w:rsid w:val="00B444E5"/>
    <w:rsid w:val="00B44D5E"/>
    <w:rsid w:val="00B44E36"/>
    <w:rsid w:val="00B451D1"/>
    <w:rsid w:val="00B4529C"/>
    <w:rsid w:val="00B45E6C"/>
    <w:rsid w:val="00B4602B"/>
    <w:rsid w:val="00B4648B"/>
    <w:rsid w:val="00B46C1E"/>
    <w:rsid w:val="00B46F69"/>
    <w:rsid w:val="00B472DD"/>
    <w:rsid w:val="00B4773D"/>
    <w:rsid w:val="00B4799C"/>
    <w:rsid w:val="00B5012C"/>
    <w:rsid w:val="00B505A6"/>
    <w:rsid w:val="00B505E5"/>
    <w:rsid w:val="00B5147A"/>
    <w:rsid w:val="00B51549"/>
    <w:rsid w:val="00B51599"/>
    <w:rsid w:val="00B5186D"/>
    <w:rsid w:val="00B51AE9"/>
    <w:rsid w:val="00B51C70"/>
    <w:rsid w:val="00B51E8B"/>
    <w:rsid w:val="00B51FEB"/>
    <w:rsid w:val="00B5209B"/>
    <w:rsid w:val="00B5221B"/>
    <w:rsid w:val="00B522CD"/>
    <w:rsid w:val="00B522DD"/>
    <w:rsid w:val="00B52855"/>
    <w:rsid w:val="00B529CF"/>
    <w:rsid w:val="00B53080"/>
    <w:rsid w:val="00B53563"/>
    <w:rsid w:val="00B53994"/>
    <w:rsid w:val="00B53AEF"/>
    <w:rsid w:val="00B53BED"/>
    <w:rsid w:val="00B542A5"/>
    <w:rsid w:val="00B549AD"/>
    <w:rsid w:val="00B54BE4"/>
    <w:rsid w:val="00B54DAD"/>
    <w:rsid w:val="00B551A7"/>
    <w:rsid w:val="00B55640"/>
    <w:rsid w:val="00B55795"/>
    <w:rsid w:val="00B55BFF"/>
    <w:rsid w:val="00B55E84"/>
    <w:rsid w:val="00B561CE"/>
    <w:rsid w:val="00B56705"/>
    <w:rsid w:val="00B567E0"/>
    <w:rsid w:val="00B569DD"/>
    <w:rsid w:val="00B56EAB"/>
    <w:rsid w:val="00B577BA"/>
    <w:rsid w:val="00B57960"/>
    <w:rsid w:val="00B57A14"/>
    <w:rsid w:val="00B57CA2"/>
    <w:rsid w:val="00B57DA7"/>
    <w:rsid w:val="00B57E57"/>
    <w:rsid w:val="00B6018B"/>
    <w:rsid w:val="00B604E5"/>
    <w:rsid w:val="00B604F1"/>
    <w:rsid w:val="00B605F6"/>
    <w:rsid w:val="00B606C2"/>
    <w:rsid w:val="00B607C2"/>
    <w:rsid w:val="00B60E9E"/>
    <w:rsid w:val="00B60FD4"/>
    <w:rsid w:val="00B60FFB"/>
    <w:rsid w:val="00B61312"/>
    <w:rsid w:val="00B614F1"/>
    <w:rsid w:val="00B61C19"/>
    <w:rsid w:val="00B61D2A"/>
    <w:rsid w:val="00B62697"/>
    <w:rsid w:val="00B62702"/>
    <w:rsid w:val="00B62998"/>
    <w:rsid w:val="00B62D3D"/>
    <w:rsid w:val="00B62F45"/>
    <w:rsid w:val="00B63632"/>
    <w:rsid w:val="00B636F3"/>
    <w:rsid w:val="00B63B04"/>
    <w:rsid w:val="00B642B3"/>
    <w:rsid w:val="00B642E9"/>
    <w:rsid w:val="00B646CA"/>
    <w:rsid w:val="00B648F6"/>
    <w:rsid w:val="00B64923"/>
    <w:rsid w:val="00B64946"/>
    <w:rsid w:val="00B64C44"/>
    <w:rsid w:val="00B64D5A"/>
    <w:rsid w:val="00B65491"/>
    <w:rsid w:val="00B657C2"/>
    <w:rsid w:val="00B657D2"/>
    <w:rsid w:val="00B65B2F"/>
    <w:rsid w:val="00B65CBF"/>
    <w:rsid w:val="00B65E3C"/>
    <w:rsid w:val="00B66624"/>
    <w:rsid w:val="00B66C61"/>
    <w:rsid w:val="00B66E65"/>
    <w:rsid w:val="00B67201"/>
    <w:rsid w:val="00B67394"/>
    <w:rsid w:val="00B67E30"/>
    <w:rsid w:val="00B67F5A"/>
    <w:rsid w:val="00B702DC"/>
    <w:rsid w:val="00B7033A"/>
    <w:rsid w:val="00B70430"/>
    <w:rsid w:val="00B70773"/>
    <w:rsid w:val="00B70796"/>
    <w:rsid w:val="00B707BA"/>
    <w:rsid w:val="00B70BFC"/>
    <w:rsid w:val="00B70FF0"/>
    <w:rsid w:val="00B7120A"/>
    <w:rsid w:val="00B713A4"/>
    <w:rsid w:val="00B715CF"/>
    <w:rsid w:val="00B7177C"/>
    <w:rsid w:val="00B71BEE"/>
    <w:rsid w:val="00B71C83"/>
    <w:rsid w:val="00B71E98"/>
    <w:rsid w:val="00B720BE"/>
    <w:rsid w:val="00B72778"/>
    <w:rsid w:val="00B727E2"/>
    <w:rsid w:val="00B72858"/>
    <w:rsid w:val="00B72C8A"/>
    <w:rsid w:val="00B734EB"/>
    <w:rsid w:val="00B73514"/>
    <w:rsid w:val="00B7375D"/>
    <w:rsid w:val="00B73B0F"/>
    <w:rsid w:val="00B73B84"/>
    <w:rsid w:val="00B73B9D"/>
    <w:rsid w:val="00B73C17"/>
    <w:rsid w:val="00B74145"/>
    <w:rsid w:val="00B7433D"/>
    <w:rsid w:val="00B7463B"/>
    <w:rsid w:val="00B74B6F"/>
    <w:rsid w:val="00B756B3"/>
    <w:rsid w:val="00B75920"/>
    <w:rsid w:val="00B7596E"/>
    <w:rsid w:val="00B75E64"/>
    <w:rsid w:val="00B76817"/>
    <w:rsid w:val="00B76A00"/>
    <w:rsid w:val="00B76CF0"/>
    <w:rsid w:val="00B772D6"/>
    <w:rsid w:val="00B77347"/>
    <w:rsid w:val="00B77A3C"/>
    <w:rsid w:val="00B77B2D"/>
    <w:rsid w:val="00B80D44"/>
    <w:rsid w:val="00B80E2E"/>
    <w:rsid w:val="00B80E47"/>
    <w:rsid w:val="00B8112D"/>
    <w:rsid w:val="00B812A8"/>
    <w:rsid w:val="00B81B05"/>
    <w:rsid w:val="00B81B92"/>
    <w:rsid w:val="00B82177"/>
    <w:rsid w:val="00B825A0"/>
    <w:rsid w:val="00B826A1"/>
    <w:rsid w:val="00B8362B"/>
    <w:rsid w:val="00B83BA5"/>
    <w:rsid w:val="00B83C8C"/>
    <w:rsid w:val="00B83E1D"/>
    <w:rsid w:val="00B83F42"/>
    <w:rsid w:val="00B8486F"/>
    <w:rsid w:val="00B8502A"/>
    <w:rsid w:val="00B85172"/>
    <w:rsid w:val="00B853AE"/>
    <w:rsid w:val="00B8541C"/>
    <w:rsid w:val="00B85442"/>
    <w:rsid w:val="00B85871"/>
    <w:rsid w:val="00B859FD"/>
    <w:rsid w:val="00B85C1F"/>
    <w:rsid w:val="00B860DB"/>
    <w:rsid w:val="00B863CB"/>
    <w:rsid w:val="00B8650E"/>
    <w:rsid w:val="00B86A30"/>
    <w:rsid w:val="00B86DAE"/>
    <w:rsid w:val="00B87D51"/>
    <w:rsid w:val="00B901A9"/>
    <w:rsid w:val="00B90305"/>
    <w:rsid w:val="00B9032B"/>
    <w:rsid w:val="00B903BD"/>
    <w:rsid w:val="00B90B03"/>
    <w:rsid w:val="00B91133"/>
    <w:rsid w:val="00B918E8"/>
    <w:rsid w:val="00B91E42"/>
    <w:rsid w:val="00B92937"/>
    <w:rsid w:val="00B9294B"/>
    <w:rsid w:val="00B92B76"/>
    <w:rsid w:val="00B92E07"/>
    <w:rsid w:val="00B92F10"/>
    <w:rsid w:val="00B934F8"/>
    <w:rsid w:val="00B93A05"/>
    <w:rsid w:val="00B93E21"/>
    <w:rsid w:val="00B942C6"/>
    <w:rsid w:val="00B94AFC"/>
    <w:rsid w:val="00B94DCB"/>
    <w:rsid w:val="00B95078"/>
    <w:rsid w:val="00B9526F"/>
    <w:rsid w:val="00B9580E"/>
    <w:rsid w:val="00B95AAD"/>
    <w:rsid w:val="00B9623F"/>
    <w:rsid w:val="00B9651E"/>
    <w:rsid w:val="00B9695D"/>
    <w:rsid w:val="00B96A89"/>
    <w:rsid w:val="00B96CD1"/>
    <w:rsid w:val="00B9765D"/>
    <w:rsid w:val="00B978F2"/>
    <w:rsid w:val="00B97962"/>
    <w:rsid w:val="00B97E6A"/>
    <w:rsid w:val="00BA0091"/>
    <w:rsid w:val="00BA01C1"/>
    <w:rsid w:val="00BA0550"/>
    <w:rsid w:val="00BA072F"/>
    <w:rsid w:val="00BA0823"/>
    <w:rsid w:val="00BA097A"/>
    <w:rsid w:val="00BA0D28"/>
    <w:rsid w:val="00BA102B"/>
    <w:rsid w:val="00BA1112"/>
    <w:rsid w:val="00BA120D"/>
    <w:rsid w:val="00BA1253"/>
    <w:rsid w:val="00BA12C7"/>
    <w:rsid w:val="00BA1BC8"/>
    <w:rsid w:val="00BA1E88"/>
    <w:rsid w:val="00BA207F"/>
    <w:rsid w:val="00BA21B5"/>
    <w:rsid w:val="00BA2432"/>
    <w:rsid w:val="00BA26ED"/>
    <w:rsid w:val="00BA2C82"/>
    <w:rsid w:val="00BA3B53"/>
    <w:rsid w:val="00BA41F5"/>
    <w:rsid w:val="00BA46FE"/>
    <w:rsid w:val="00BA4927"/>
    <w:rsid w:val="00BA4F77"/>
    <w:rsid w:val="00BA58F3"/>
    <w:rsid w:val="00BA5A10"/>
    <w:rsid w:val="00BA5A38"/>
    <w:rsid w:val="00BA5A7D"/>
    <w:rsid w:val="00BA5B97"/>
    <w:rsid w:val="00BA5F47"/>
    <w:rsid w:val="00BA5F68"/>
    <w:rsid w:val="00BA5FC4"/>
    <w:rsid w:val="00BA5FF7"/>
    <w:rsid w:val="00BA6C16"/>
    <w:rsid w:val="00BA6EE0"/>
    <w:rsid w:val="00BA7086"/>
    <w:rsid w:val="00BA70A2"/>
    <w:rsid w:val="00BA74B8"/>
    <w:rsid w:val="00BA77AB"/>
    <w:rsid w:val="00BA7E55"/>
    <w:rsid w:val="00BB01FF"/>
    <w:rsid w:val="00BB1A6D"/>
    <w:rsid w:val="00BB1BD9"/>
    <w:rsid w:val="00BB2083"/>
    <w:rsid w:val="00BB2236"/>
    <w:rsid w:val="00BB2C9D"/>
    <w:rsid w:val="00BB2F7D"/>
    <w:rsid w:val="00BB3FF3"/>
    <w:rsid w:val="00BB40EB"/>
    <w:rsid w:val="00BB43E4"/>
    <w:rsid w:val="00BB4567"/>
    <w:rsid w:val="00BB4626"/>
    <w:rsid w:val="00BB49B4"/>
    <w:rsid w:val="00BB49BE"/>
    <w:rsid w:val="00BB52FF"/>
    <w:rsid w:val="00BB598E"/>
    <w:rsid w:val="00BB6303"/>
    <w:rsid w:val="00BB67E6"/>
    <w:rsid w:val="00BB693B"/>
    <w:rsid w:val="00BB7057"/>
    <w:rsid w:val="00BB71AD"/>
    <w:rsid w:val="00BB7939"/>
    <w:rsid w:val="00BB7A2B"/>
    <w:rsid w:val="00BB7CEA"/>
    <w:rsid w:val="00BB7F89"/>
    <w:rsid w:val="00BB7F92"/>
    <w:rsid w:val="00BC0256"/>
    <w:rsid w:val="00BC04C2"/>
    <w:rsid w:val="00BC08C2"/>
    <w:rsid w:val="00BC0D18"/>
    <w:rsid w:val="00BC0F69"/>
    <w:rsid w:val="00BC1886"/>
    <w:rsid w:val="00BC222F"/>
    <w:rsid w:val="00BC258D"/>
    <w:rsid w:val="00BC2B26"/>
    <w:rsid w:val="00BC2CD7"/>
    <w:rsid w:val="00BC2DB8"/>
    <w:rsid w:val="00BC2DCA"/>
    <w:rsid w:val="00BC2EB8"/>
    <w:rsid w:val="00BC300B"/>
    <w:rsid w:val="00BC3451"/>
    <w:rsid w:val="00BC36FC"/>
    <w:rsid w:val="00BC37E6"/>
    <w:rsid w:val="00BC3A83"/>
    <w:rsid w:val="00BC3AE6"/>
    <w:rsid w:val="00BC3DBB"/>
    <w:rsid w:val="00BC3E85"/>
    <w:rsid w:val="00BC3EAA"/>
    <w:rsid w:val="00BC3FD3"/>
    <w:rsid w:val="00BC42F2"/>
    <w:rsid w:val="00BC432E"/>
    <w:rsid w:val="00BC4B3E"/>
    <w:rsid w:val="00BC524B"/>
    <w:rsid w:val="00BC56E0"/>
    <w:rsid w:val="00BC68A7"/>
    <w:rsid w:val="00BC6DBA"/>
    <w:rsid w:val="00BC70B3"/>
    <w:rsid w:val="00BC72CD"/>
    <w:rsid w:val="00BC7332"/>
    <w:rsid w:val="00BC7D15"/>
    <w:rsid w:val="00BC7E41"/>
    <w:rsid w:val="00BC7EEF"/>
    <w:rsid w:val="00BD0448"/>
    <w:rsid w:val="00BD08DA"/>
    <w:rsid w:val="00BD0DCE"/>
    <w:rsid w:val="00BD12DA"/>
    <w:rsid w:val="00BD13CB"/>
    <w:rsid w:val="00BD1673"/>
    <w:rsid w:val="00BD16F7"/>
    <w:rsid w:val="00BD2276"/>
    <w:rsid w:val="00BD22A7"/>
    <w:rsid w:val="00BD244C"/>
    <w:rsid w:val="00BD27C9"/>
    <w:rsid w:val="00BD2D15"/>
    <w:rsid w:val="00BD2ED4"/>
    <w:rsid w:val="00BD30DE"/>
    <w:rsid w:val="00BD35D5"/>
    <w:rsid w:val="00BD3E42"/>
    <w:rsid w:val="00BD4314"/>
    <w:rsid w:val="00BD4595"/>
    <w:rsid w:val="00BD4B80"/>
    <w:rsid w:val="00BD4E3D"/>
    <w:rsid w:val="00BD4EB0"/>
    <w:rsid w:val="00BD5478"/>
    <w:rsid w:val="00BD5490"/>
    <w:rsid w:val="00BD565D"/>
    <w:rsid w:val="00BD587B"/>
    <w:rsid w:val="00BD58DC"/>
    <w:rsid w:val="00BD58F8"/>
    <w:rsid w:val="00BD5C65"/>
    <w:rsid w:val="00BD63C9"/>
    <w:rsid w:val="00BD66FD"/>
    <w:rsid w:val="00BD689D"/>
    <w:rsid w:val="00BD6903"/>
    <w:rsid w:val="00BD7194"/>
    <w:rsid w:val="00BD72CA"/>
    <w:rsid w:val="00BD7391"/>
    <w:rsid w:val="00BD779F"/>
    <w:rsid w:val="00BD7A10"/>
    <w:rsid w:val="00BD7A33"/>
    <w:rsid w:val="00BD7AE0"/>
    <w:rsid w:val="00BD7AF8"/>
    <w:rsid w:val="00BD7D21"/>
    <w:rsid w:val="00BE022F"/>
    <w:rsid w:val="00BE050D"/>
    <w:rsid w:val="00BE0B4B"/>
    <w:rsid w:val="00BE0BA3"/>
    <w:rsid w:val="00BE156D"/>
    <w:rsid w:val="00BE1730"/>
    <w:rsid w:val="00BE17E5"/>
    <w:rsid w:val="00BE17E8"/>
    <w:rsid w:val="00BE247B"/>
    <w:rsid w:val="00BE280C"/>
    <w:rsid w:val="00BE2E9C"/>
    <w:rsid w:val="00BE382E"/>
    <w:rsid w:val="00BE3FC1"/>
    <w:rsid w:val="00BE58D8"/>
    <w:rsid w:val="00BE5A72"/>
    <w:rsid w:val="00BE5BBB"/>
    <w:rsid w:val="00BE5C1A"/>
    <w:rsid w:val="00BE5D98"/>
    <w:rsid w:val="00BE5E0C"/>
    <w:rsid w:val="00BE644C"/>
    <w:rsid w:val="00BE6620"/>
    <w:rsid w:val="00BE669E"/>
    <w:rsid w:val="00BE6DCD"/>
    <w:rsid w:val="00BE6EA8"/>
    <w:rsid w:val="00BE6FB4"/>
    <w:rsid w:val="00BF0748"/>
    <w:rsid w:val="00BF1077"/>
    <w:rsid w:val="00BF130E"/>
    <w:rsid w:val="00BF14F1"/>
    <w:rsid w:val="00BF198C"/>
    <w:rsid w:val="00BF1C00"/>
    <w:rsid w:val="00BF1CE5"/>
    <w:rsid w:val="00BF20D7"/>
    <w:rsid w:val="00BF247E"/>
    <w:rsid w:val="00BF2A26"/>
    <w:rsid w:val="00BF2E89"/>
    <w:rsid w:val="00BF3015"/>
    <w:rsid w:val="00BF30A6"/>
    <w:rsid w:val="00BF3301"/>
    <w:rsid w:val="00BF3653"/>
    <w:rsid w:val="00BF3772"/>
    <w:rsid w:val="00BF46EF"/>
    <w:rsid w:val="00BF49A0"/>
    <w:rsid w:val="00BF50B2"/>
    <w:rsid w:val="00BF54B5"/>
    <w:rsid w:val="00BF5CB6"/>
    <w:rsid w:val="00BF5D1F"/>
    <w:rsid w:val="00BF5F54"/>
    <w:rsid w:val="00BF682C"/>
    <w:rsid w:val="00BF6AB4"/>
    <w:rsid w:val="00BF6B58"/>
    <w:rsid w:val="00BF6F14"/>
    <w:rsid w:val="00BF7083"/>
    <w:rsid w:val="00BF7184"/>
    <w:rsid w:val="00BF7519"/>
    <w:rsid w:val="00BF7B7D"/>
    <w:rsid w:val="00BF7CB4"/>
    <w:rsid w:val="00C0007A"/>
    <w:rsid w:val="00C002A9"/>
    <w:rsid w:val="00C00C02"/>
    <w:rsid w:val="00C00F6D"/>
    <w:rsid w:val="00C010F5"/>
    <w:rsid w:val="00C01390"/>
    <w:rsid w:val="00C01702"/>
    <w:rsid w:val="00C0187C"/>
    <w:rsid w:val="00C01CDA"/>
    <w:rsid w:val="00C01F3F"/>
    <w:rsid w:val="00C02961"/>
    <w:rsid w:val="00C02EA6"/>
    <w:rsid w:val="00C02F52"/>
    <w:rsid w:val="00C031D1"/>
    <w:rsid w:val="00C034BC"/>
    <w:rsid w:val="00C039B2"/>
    <w:rsid w:val="00C04478"/>
    <w:rsid w:val="00C0484F"/>
    <w:rsid w:val="00C0489C"/>
    <w:rsid w:val="00C04AD3"/>
    <w:rsid w:val="00C04CFF"/>
    <w:rsid w:val="00C060EB"/>
    <w:rsid w:val="00C0670A"/>
    <w:rsid w:val="00C0680A"/>
    <w:rsid w:val="00C07FCB"/>
    <w:rsid w:val="00C100C4"/>
    <w:rsid w:val="00C10126"/>
    <w:rsid w:val="00C105A4"/>
    <w:rsid w:val="00C106A9"/>
    <w:rsid w:val="00C11404"/>
    <w:rsid w:val="00C1183A"/>
    <w:rsid w:val="00C11A83"/>
    <w:rsid w:val="00C12595"/>
    <w:rsid w:val="00C12961"/>
    <w:rsid w:val="00C12FAE"/>
    <w:rsid w:val="00C1331A"/>
    <w:rsid w:val="00C13483"/>
    <w:rsid w:val="00C13797"/>
    <w:rsid w:val="00C13885"/>
    <w:rsid w:val="00C1426A"/>
    <w:rsid w:val="00C145E0"/>
    <w:rsid w:val="00C150C2"/>
    <w:rsid w:val="00C15271"/>
    <w:rsid w:val="00C154D7"/>
    <w:rsid w:val="00C154FE"/>
    <w:rsid w:val="00C15DBC"/>
    <w:rsid w:val="00C16233"/>
    <w:rsid w:val="00C1642C"/>
    <w:rsid w:val="00C16562"/>
    <w:rsid w:val="00C16EDE"/>
    <w:rsid w:val="00C17340"/>
    <w:rsid w:val="00C1739B"/>
    <w:rsid w:val="00C178A6"/>
    <w:rsid w:val="00C17AB5"/>
    <w:rsid w:val="00C17BBA"/>
    <w:rsid w:val="00C20180"/>
    <w:rsid w:val="00C201A8"/>
    <w:rsid w:val="00C20357"/>
    <w:rsid w:val="00C20665"/>
    <w:rsid w:val="00C20BB2"/>
    <w:rsid w:val="00C20C09"/>
    <w:rsid w:val="00C20D6E"/>
    <w:rsid w:val="00C20D96"/>
    <w:rsid w:val="00C21085"/>
    <w:rsid w:val="00C216C2"/>
    <w:rsid w:val="00C219F5"/>
    <w:rsid w:val="00C2247A"/>
    <w:rsid w:val="00C226CE"/>
    <w:rsid w:val="00C229E7"/>
    <w:rsid w:val="00C22DE4"/>
    <w:rsid w:val="00C23471"/>
    <w:rsid w:val="00C23484"/>
    <w:rsid w:val="00C235C5"/>
    <w:rsid w:val="00C23C1A"/>
    <w:rsid w:val="00C248DF"/>
    <w:rsid w:val="00C249A1"/>
    <w:rsid w:val="00C24A0B"/>
    <w:rsid w:val="00C24DCD"/>
    <w:rsid w:val="00C251A0"/>
    <w:rsid w:val="00C25825"/>
    <w:rsid w:val="00C26670"/>
    <w:rsid w:val="00C266FB"/>
    <w:rsid w:val="00C267C3"/>
    <w:rsid w:val="00C26CAA"/>
    <w:rsid w:val="00C2705E"/>
    <w:rsid w:val="00C271BA"/>
    <w:rsid w:val="00C2738D"/>
    <w:rsid w:val="00C273E0"/>
    <w:rsid w:val="00C30015"/>
    <w:rsid w:val="00C302AE"/>
    <w:rsid w:val="00C30983"/>
    <w:rsid w:val="00C3098B"/>
    <w:rsid w:val="00C30CBD"/>
    <w:rsid w:val="00C30F6E"/>
    <w:rsid w:val="00C30FFB"/>
    <w:rsid w:val="00C31220"/>
    <w:rsid w:val="00C31455"/>
    <w:rsid w:val="00C321A4"/>
    <w:rsid w:val="00C32E53"/>
    <w:rsid w:val="00C3364A"/>
    <w:rsid w:val="00C3374B"/>
    <w:rsid w:val="00C33938"/>
    <w:rsid w:val="00C33A41"/>
    <w:rsid w:val="00C33A9E"/>
    <w:rsid w:val="00C3547C"/>
    <w:rsid w:val="00C35501"/>
    <w:rsid w:val="00C358CB"/>
    <w:rsid w:val="00C35DED"/>
    <w:rsid w:val="00C35FF2"/>
    <w:rsid w:val="00C36DD3"/>
    <w:rsid w:val="00C37019"/>
    <w:rsid w:val="00C3709F"/>
    <w:rsid w:val="00C375F2"/>
    <w:rsid w:val="00C3767A"/>
    <w:rsid w:val="00C40179"/>
    <w:rsid w:val="00C40264"/>
    <w:rsid w:val="00C40280"/>
    <w:rsid w:val="00C40602"/>
    <w:rsid w:val="00C407CB"/>
    <w:rsid w:val="00C413BC"/>
    <w:rsid w:val="00C41856"/>
    <w:rsid w:val="00C4192E"/>
    <w:rsid w:val="00C41CAC"/>
    <w:rsid w:val="00C42823"/>
    <w:rsid w:val="00C42F25"/>
    <w:rsid w:val="00C4309F"/>
    <w:rsid w:val="00C43146"/>
    <w:rsid w:val="00C4339E"/>
    <w:rsid w:val="00C4346F"/>
    <w:rsid w:val="00C43D52"/>
    <w:rsid w:val="00C44015"/>
    <w:rsid w:val="00C440AB"/>
    <w:rsid w:val="00C44310"/>
    <w:rsid w:val="00C445CC"/>
    <w:rsid w:val="00C445F1"/>
    <w:rsid w:val="00C449C1"/>
    <w:rsid w:val="00C44C77"/>
    <w:rsid w:val="00C44E31"/>
    <w:rsid w:val="00C44EBC"/>
    <w:rsid w:val="00C45674"/>
    <w:rsid w:val="00C457C7"/>
    <w:rsid w:val="00C45B03"/>
    <w:rsid w:val="00C45BF5"/>
    <w:rsid w:val="00C45BFD"/>
    <w:rsid w:val="00C45EB1"/>
    <w:rsid w:val="00C461A7"/>
    <w:rsid w:val="00C461F3"/>
    <w:rsid w:val="00C4646C"/>
    <w:rsid w:val="00C4653B"/>
    <w:rsid w:val="00C465E3"/>
    <w:rsid w:val="00C46E00"/>
    <w:rsid w:val="00C476FD"/>
    <w:rsid w:val="00C477C8"/>
    <w:rsid w:val="00C47CA0"/>
    <w:rsid w:val="00C503C4"/>
    <w:rsid w:val="00C50B6F"/>
    <w:rsid w:val="00C50F10"/>
    <w:rsid w:val="00C51CF4"/>
    <w:rsid w:val="00C51DC9"/>
    <w:rsid w:val="00C51E74"/>
    <w:rsid w:val="00C51F89"/>
    <w:rsid w:val="00C52D53"/>
    <w:rsid w:val="00C530CB"/>
    <w:rsid w:val="00C53211"/>
    <w:rsid w:val="00C53248"/>
    <w:rsid w:val="00C53828"/>
    <w:rsid w:val="00C540CE"/>
    <w:rsid w:val="00C544F8"/>
    <w:rsid w:val="00C54500"/>
    <w:rsid w:val="00C54724"/>
    <w:rsid w:val="00C54F89"/>
    <w:rsid w:val="00C55189"/>
    <w:rsid w:val="00C5544E"/>
    <w:rsid w:val="00C55533"/>
    <w:rsid w:val="00C5591C"/>
    <w:rsid w:val="00C55B46"/>
    <w:rsid w:val="00C55D35"/>
    <w:rsid w:val="00C55E91"/>
    <w:rsid w:val="00C55F97"/>
    <w:rsid w:val="00C56793"/>
    <w:rsid w:val="00C56AE4"/>
    <w:rsid w:val="00C56C58"/>
    <w:rsid w:val="00C574C7"/>
    <w:rsid w:val="00C5761D"/>
    <w:rsid w:val="00C57976"/>
    <w:rsid w:val="00C57B87"/>
    <w:rsid w:val="00C57F5A"/>
    <w:rsid w:val="00C57FAC"/>
    <w:rsid w:val="00C604E6"/>
    <w:rsid w:val="00C608C2"/>
    <w:rsid w:val="00C60E9A"/>
    <w:rsid w:val="00C60FCD"/>
    <w:rsid w:val="00C61B43"/>
    <w:rsid w:val="00C61BE6"/>
    <w:rsid w:val="00C61C94"/>
    <w:rsid w:val="00C61FD8"/>
    <w:rsid w:val="00C621CD"/>
    <w:rsid w:val="00C623FB"/>
    <w:rsid w:val="00C62E73"/>
    <w:rsid w:val="00C63166"/>
    <w:rsid w:val="00C638B8"/>
    <w:rsid w:val="00C63911"/>
    <w:rsid w:val="00C63CBD"/>
    <w:rsid w:val="00C63E3C"/>
    <w:rsid w:val="00C6472B"/>
    <w:rsid w:val="00C64D59"/>
    <w:rsid w:val="00C65139"/>
    <w:rsid w:val="00C65158"/>
    <w:rsid w:val="00C652B0"/>
    <w:rsid w:val="00C65445"/>
    <w:rsid w:val="00C65526"/>
    <w:rsid w:val="00C65639"/>
    <w:rsid w:val="00C659ED"/>
    <w:rsid w:val="00C65A5D"/>
    <w:rsid w:val="00C65B2A"/>
    <w:rsid w:val="00C65D62"/>
    <w:rsid w:val="00C66003"/>
    <w:rsid w:val="00C664AC"/>
    <w:rsid w:val="00C66CA2"/>
    <w:rsid w:val="00C67025"/>
    <w:rsid w:val="00C67078"/>
    <w:rsid w:val="00C671E1"/>
    <w:rsid w:val="00C6758F"/>
    <w:rsid w:val="00C6784E"/>
    <w:rsid w:val="00C6794D"/>
    <w:rsid w:val="00C67EBE"/>
    <w:rsid w:val="00C70A1B"/>
    <w:rsid w:val="00C70F40"/>
    <w:rsid w:val="00C721FD"/>
    <w:rsid w:val="00C7223B"/>
    <w:rsid w:val="00C72709"/>
    <w:rsid w:val="00C72796"/>
    <w:rsid w:val="00C7297C"/>
    <w:rsid w:val="00C72EDE"/>
    <w:rsid w:val="00C73052"/>
    <w:rsid w:val="00C73D15"/>
    <w:rsid w:val="00C73E84"/>
    <w:rsid w:val="00C7464B"/>
    <w:rsid w:val="00C74727"/>
    <w:rsid w:val="00C749B1"/>
    <w:rsid w:val="00C75059"/>
    <w:rsid w:val="00C7541B"/>
    <w:rsid w:val="00C75460"/>
    <w:rsid w:val="00C75B06"/>
    <w:rsid w:val="00C75E71"/>
    <w:rsid w:val="00C7674A"/>
    <w:rsid w:val="00C769DA"/>
    <w:rsid w:val="00C76B4E"/>
    <w:rsid w:val="00C76B98"/>
    <w:rsid w:val="00C76CF3"/>
    <w:rsid w:val="00C773F8"/>
    <w:rsid w:val="00C80268"/>
    <w:rsid w:val="00C81025"/>
    <w:rsid w:val="00C81172"/>
    <w:rsid w:val="00C815D0"/>
    <w:rsid w:val="00C815EC"/>
    <w:rsid w:val="00C8169A"/>
    <w:rsid w:val="00C818F3"/>
    <w:rsid w:val="00C819D3"/>
    <w:rsid w:val="00C81AE5"/>
    <w:rsid w:val="00C81F8D"/>
    <w:rsid w:val="00C81F90"/>
    <w:rsid w:val="00C82355"/>
    <w:rsid w:val="00C82601"/>
    <w:rsid w:val="00C82C14"/>
    <w:rsid w:val="00C82F89"/>
    <w:rsid w:val="00C82FAC"/>
    <w:rsid w:val="00C83789"/>
    <w:rsid w:val="00C83973"/>
    <w:rsid w:val="00C83EA2"/>
    <w:rsid w:val="00C83F14"/>
    <w:rsid w:val="00C83FCA"/>
    <w:rsid w:val="00C84229"/>
    <w:rsid w:val="00C84795"/>
    <w:rsid w:val="00C8480C"/>
    <w:rsid w:val="00C84D8B"/>
    <w:rsid w:val="00C85468"/>
    <w:rsid w:val="00C8559C"/>
    <w:rsid w:val="00C85726"/>
    <w:rsid w:val="00C857CB"/>
    <w:rsid w:val="00C85BAB"/>
    <w:rsid w:val="00C85D57"/>
    <w:rsid w:val="00C861A3"/>
    <w:rsid w:val="00C86323"/>
    <w:rsid w:val="00C8688B"/>
    <w:rsid w:val="00C86983"/>
    <w:rsid w:val="00C86A98"/>
    <w:rsid w:val="00C86C37"/>
    <w:rsid w:val="00C87640"/>
    <w:rsid w:val="00C878BD"/>
    <w:rsid w:val="00C87D4F"/>
    <w:rsid w:val="00C9085B"/>
    <w:rsid w:val="00C90A83"/>
    <w:rsid w:val="00C90CB2"/>
    <w:rsid w:val="00C9112E"/>
    <w:rsid w:val="00C91334"/>
    <w:rsid w:val="00C91F3B"/>
    <w:rsid w:val="00C92848"/>
    <w:rsid w:val="00C92B06"/>
    <w:rsid w:val="00C92F0C"/>
    <w:rsid w:val="00C9331E"/>
    <w:rsid w:val="00C93FDC"/>
    <w:rsid w:val="00C94270"/>
    <w:rsid w:val="00C94F94"/>
    <w:rsid w:val="00C950B8"/>
    <w:rsid w:val="00C95245"/>
    <w:rsid w:val="00C95A79"/>
    <w:rsid w:val="00C95BAD"/>
    <w:rsid w:val="00C96169"/>
    <w:rsid w:val="00C963E8"/>
    <w:rsid w:val="00C96A7C"/>
    <w:rsid w:val="00C97424"/>
    <w:rsid w:val="00C97735"/>
    <w:rsid w:val="00C97B54"/>
    <w:rsid w:val="00CA1802"/>
    <w:rsid w:val="00CA1CF3"/>
    <w:rsid w:val="00CA1D9B"/>
    <w:rsid w:val="00CA1EA3"/>
    <w:rsid w:val="00CA2145"/>
    <w:rsid w:val="00CA222C"/>
    <w:rsid w:val="00CA23D8"/>
    <w:rsid w:val="00CA2800"/>
    <w:rsid w:val="00CA2997"/>
    <w:rsid w:val="00CA2B3B"/>
    <w:rsid w:val="00CA2BEE"/>
    <w:rsid w:val="00CA32C1"/>
    <w:rsid w:val="00CA4704"/>
    <w:rsid w:val="00CA4CD2"/>
    <w:rsid w:val="00CA4DE6"/>
    <w:rsid w:val="00CA51E6"/>
    <w:rsid w:val="00CA5ADE"/>
    <w:rsid w:val="00CA5F4F"/>
    <w:rsid w:val="00CA5FD4"/>
    <w:rsid w:val="00CA649A"/>
    <w:rsid w:val="00CA6888"/>
    <w:rsid w:val="00CA72AD"/>
    <w:rsid w:val="00CA74CC"/>
    <w:rsid w:val="00CA752F"/>
    <w:rsid w:val="00CA77A3"/>
    <w:rsid w:val="00CA7875"/>
    <w:rsid w:val="00CA7CC3"/>
    <w:rsid w:val="00CB017D"/>
    <w:rsid w:val="00CB01D7"/>
    <w:rsid w:val="00CB03EE"/>
    <w:rsid w:val="00CB0856"/>
    <w:rsid w:val="00CB0ABA"/>
    <w:rsid w:val="00CB1036"/>
    <w:rsid w:val="00CB151E"/>
    <w:rsid w:val="00CB1562"/>
    <w:rsid w:val="00CB15B3"/>
    <w:rsid w:val="00CB18DA"/>
    <w:rsid w:val="00CB199F"/>
    <w:rsid w:val="00CB1FEE"/>
    <w:rsid w:val="00CB2503"/>
    <w:rsid w:val="00CB2B6E"/>
    <w:rsid w:val="00CB309B"/>
    <w:rsid w:val="00CB35C9"/>
    <w:rsid w:val="00CB38B0"/>
    <w:rsid w:val="00CB3A74"/>
    <w:rsid w:val="00CB3E91"/>
    <w:rsid w:val="00CB40A7"/>
    <w:rsid w:val="00CB4959"/>
    <w:rsid w:val="00CB4BF8"/>
    <w:rsid w:val="00CB4F2C"/>
    <w:rsid w:val="00CB50E5"/>
    <w:rsid w:val="00CB5637"/>
    <w:rsid w:val="00CB56A9"/>
    <w:rsid w:val="00CB591A"/>
    <w:rsid w:val="00CB5934"/>
    <w:rsid w:val="00CB5B4F"/>
    <w:rsid w:val="00CB62AA"/>
    <w:rsid w:val="00CB63BC"/>
    <w:rsid w:val="00CB6A3A"/>
    <w:rsid w:val="00CB707C"/>
    <w:rsid w:val="00CB742B"/>
    <w:rsid w:val="00CB775C"/>
    <w:rsid w:val="00CB787B"/>
    <w:rsid w:val="00CB792A"/>
    <w:rsid w:val="00CB7B27"/>
    <w:rsid w:val="00CB7BC5"/>
    <w:rsid w:val="00CC00BE"/>
    <w:rsid w:val="00CC0256"/>
    <w:rsid w:val="00CC02C9"/>
    <w:rsid w:val="00CC02DC"/>
    <w:rsid w:val="00CC085F"/>
    <w:rsid w:val="00CC0A2A"/>
    <w:rsid w:val="00CC0BE0"/>
    <w:rsid w:val="00CC0C04"/>
    <w:rsid w:val="00CC1923"/>
    <w:rsid w:val="00CC1B33"/>
    <w:rsid w:val="00CC1D9D"/>
    <w:rsid w:val="00CC1ECA"/>
    <w:rsid w:val="00CC20E7"/>
    <w:rsid w:val="00CC24B3"/>
    <w:rsid w:val="00CC2655"/>
    <w:rsid w:val="00CC3167"/>
    <w:rsid w:val="00CC31F1"/>
    <w:rsid w:val="00CC3406"/>
    <w:rsid w:val="00CC3D18"/>
    <w:rsid w:val="00CC4230"/>
    <w:rsid w:val="00CC4B7D"/>
    <w:rsid w:val="00CC504D"/>
    <w:rsid w:val="00CC5387"/>
    <w:rsid w:val="00CC56B7"/>
    <w:rsid w:val="00CC5C8E"/>
    <w:rsid w:val="00CC6210"/>
    <w:rsid w:val="00CC6510"/>
    <w:rsid w:val="00CC6B7C"/>
    <w:rsid w:val="00CC6C8C"/>
    <w:rsid w:val="00CC6F62"/>
    <w:rsid w:val="00CC75E0"/>
    <w:rsid w:val="00CC7B1D"/>
    <w:rsid w:val="00CC7B41"/>
    <w:rsid w:val="00CD064B"/>
    <w:rsid w:val="00CD0673"/>
    <w:rsid w:val="00CD0F2B"/>
    <w:rsid w:val="00CD1255"/>
    <w:rsid w:val="00CD161C"/>
    <w:rsid w:val="00CD1D63"/>
    <w:rsid w:val="00CD1DC6"/>
    <w:rsid w:val="00CD27C3"/>
    <w:rsid w:val="00CD2DA3"/>
    <w:rsid w:val="00CD2E7F"/>
    <w:rsid w:val="00CD3888"/>
    <w:rsid w:val="00CD3E0A"/>
    <w:rsid w:val="00CD3E7C"/>
    <w:rsid w:val="00CD3F44"/>
    <w:rsid w:val="00CD41EA"/>
    <w:rsid w:val="00CD4430"/>
    <w:rsid w:val="00CD4B19"/>
    <w:rsid w:val="00CD547F"/>
    <w:rsid w:val="00CD56E0"/>
    <w:rsid w:val="00CD5BDC"/>
    <w:rsid w:val="00CD5FA3"/>
    <w:rsid w:val="00CD6062"/>
    <w:rsid w:val="00CD6086"/>
    <w:rsid w:val="00CD6601"/>
    <w:rsid w:val="00CD66BB"/>
    <w:rsid w:val="00CD6804"/>
    <w:rsid w:val="00CD6A3A"/>
    <w:rsid w:val="00CD6D5F"/>
    <w:rsid w:val="00CD756C"/>
    <w:rsid w:val="00CD784A"/>
    <w:rsid w:val="00CD7B1C"/>
    <w:rsid w:val="00CD7BF2"/>
    <w:rsid w:val="00CD7D05"/>
    <w:rsid w:val="00CD7E08"/>
    <w:rsid w:val="00CD7FD9"/>
    <w:rsid w:val="00CE053E"/>
    <w:rsid w:val="00CE071C"/>
    <w:rsid w:val="00CE105A"/>
    <w:rsid w:val="00CE1802"/>
    <w:rsid w:val="00CE199E"/>
    <w:rsid w:val="00CE1C04"/>
    <w:rsid w:val="00CE1E7D"/>
    <w:rsid w:val="00CE2320"/>
    <w:rsid w:val="00CE2DBB"/>
    <w:rsid w:val="00CE2E2E"/>
    <w:rsid w:val="00CE30BF"/>
    <w:rsid w:val="00CE30C9"/>
    <w:rsid w:val="00CE30E6"/>
    <w:rsid w:val="00CE35F3"/>
    <w:rsid w:val="00CE40F8"/>
    <w:rsid w:val="00CE40FD"/>
    <w:rsid w:val="00CE4311"/>
    <w:rsid w:val="00CE4315"/>
    <w:rsid w:val="00CE4498"/>
    <w:rsid w:val="00CE45EE"/>
    <w:rsid w:val="00CE4879"/>
    <w:rsid w:val="00CE4AD9"/>
    <w:rsid w:val="00CE4E36"/>
    <w:rsid w:val="00CE5498"/>
    <w:rsid w:val="00CE5EC2"/>
    <w:rsid w:val="00CE6267"/>
    <w:rsid w:val="00CE74A4"/>
    <w:rsid w:val="00CE78DC"/>
    <w:rsid w:val="00CF008F"/>
    <w:rsid w:val="00CF0A98"/>
    <w:rsid w:val="00CF0D29"/>
    <w:rsid w:val="00CF0DDE"/>
    <w:rsid w:val="00CF1187"/>
    <w:rsid w:val="00CF17BB"/>
    <w:rsid w:val="00CF1C60"/>
    <w:rsid w:val="00CF298F"/>
    <w:rsid w:val="00CF2BE2"/>
    <w:rsid w:val="00CF30B4"/>
    <w:rsid w:val="00CF31B8"/>
    <w:rsid w:val="00CF32BA"/>
    <w:rsid w:val="00CF3AAE"/>
    <w:rsid w:val="00CF41B9"/>
    <w:rsid w:val="00CF41CD"/>
    <w:rsid w:val="00CF4BB3"/>
    <w:rsid w:val="00CF52A1"/>
    <w:rsid w:val="00CF5495"/>
    <w:rsid w:val="00CF5B54"/>
    <w:rsid w:val="00CF6198"/>
    <w:rsid w:val="00CF64C5"/>
    <w:rsid w:val="00CF6570"/>
    <w:rsid w:val="00CF693B"/>
    <w:rsid w:val="00CF6C2E"/>
    <w:rsid w:val="00CF6D7A"/>
    <w:rsid w:val="00CF7017"/>
    <w:rsid w:val="00CF704B"/>
    <w:rsid w:val="00CF7101"/>
    <w:rsid w:val="00CF7A26"/>
    <w:rsid w:val="00CF7F0C"/>
    <w:rsid w:val="00D003E4"/>
    <w:rsid w:val="00D005DC"/>
    <w:rsid w:val="00D018E8"/>
    <w:rsid w:val="00D01D27"/>
    <w:rsid w:val="00D02060"/>
    <w:rsid w:val="00D0211C"/>
    <w:rsid w:val="00D02204"/>
    <w:rsid w:val="00D0230B"/>
    <w:rsid w:val="00D024B4"/>
    <w:rsid w:val="00D027C9"/>
    <w:rsid w:val="00D02FA2"/>
    <w:rsid w:val="00D036E0"/>
    <w:rsid w:val="00D03B0D"/>
    <w:rsid w:val="00D03D1A"/>
    <w:rsid w:val="00D0499D"/>
    <w:rsid w:val="00D0509B"/>
    <w:rsid w:val="00D05214"/>
    <w:rsid w:val="00D052BD"/>
    <w:rsid w:val="00D0538C"/>
    <w:rsid w:val="00D057B5"/>
    <w:rsid w:val="00D057CC"/>
    <w:rsid w:val="00D05A61"/>
    <w:rsid w:val="00D0652E"/>
    <w:rsid w:val="00D06584"/>
    <w:rsid w:val="00D066DE"/>
    <w:rsid w:val="00D068D3"/>
    <w:rsid w:val="00D0691A"/>
    <w:rsid w:val="00D06D0B"/>
    <w:rsid w:val="00D06E09"/>
    <w:rsid w:val="00D07626"/>
    <w:rsid w:val="00D076BD"/>
    <w:rsid w:val="00D079AA"/>
    <w:rsid w:val="00D10037"/>
    <w:rsid w:val="00D10334"/>
    <w:rsid w:val="00D10573"/>
    <w:rsid w:val="00D1059F"/>
    <w:rsid w:val="00D106B8"/>
    <w:rsid w:val="00D10E47"/>
    <w:rsid w:val="00D10E5A"/>
    <w:rsid w:val="00D1131C"/>
    <w:rsid w:val="00D11A35"/>
    <w:rsid w:val="00D11D49"/>
    <w:rsid w:val="00D1235C"/>
    <w:rsid w:val="00D1277C"/>
    <w:rsid w:val="00D12B6A"/>
    <w:rsid w:val="00D13B68"/>
    <w:rsid w:val="00D13DCE"/>
    <w:rsid w:val="00D13EC2"/>
    <w:rsid w:val="00D13FE3"/>
    <w:rsid w:val="00D14589"/>
    <w:rsid w:val="00D14F2D"/>
    <w:rsid w:val="00D150FA"/>
    <w:rsid w:val="00D154F5"/>
    <w:rsid w:val="00D159D5"/>
    <w:rsid w:val="00D15AAB"/>
    <w:rsid w:val="00D15F2B"/>
    <w:rsid w:val="00D165E9"/>
    <w:rsid w:val="00D168B6"/>
    <w:rsid w:val="00D16D98"/>
    <w:rsid w:val="00D16F26"/>
    <w:rsid w:val="00D17379"/>
    <w:rsid w:val="00D1780F"/>
    <w:rsid w:val="00D17B90"/>
    <w:rsid w:val="00D17D6A"/>
    <w:rsid w:val="00D201F9"/>
    <w:rsid w:val="00D205F7"/>
    <w:rsid w:val="00D206E6"/>
    <w:rsid w:val="00D207B4"/>
    <w:rsid w:val="00D2099F"/>
    <w:rsid w:val="00D20A9D"/>
    <w:rsid w:val="00D211E4"/>
    <w:rsid w:val="00D213F1"/>
    <w:rsid w:val="00D21BC6"/>
    <w:rsid w:val="00D21E24"/>
    <w:rsid w:val="00D21E56"/>
    <w:rsid w:val="00D21F52"/>
    <w:rsid w:val="00D22877"/>
    <w:rsid w:val="00D229B9"/>
    <w:rsid w:val="00D22D48"/>
    <w:rsid w:val="00D22F66"/>
    <w:rsid w:val="00D23300"/>
    <w:rsid w:val="00D23855"/>
    <w:rsid w:val="00D23A54"/>
    <w:rsid w:val="00D23B05"/>
    <w:rsid w:val="00D23CEC"/>
    <w:rsid w:val="00D23FFD"/>
    <w:rsid w:val="00D240E4"/>
    <w:rsid w:val="00D24118"/>
    <w:rsid w:val="00D24453"/>
    <w:rsid w:val="00D24ACD"/>
    <w:rsid w:val="00D24C28"/>
    <w:rsid w:val="00D24DDF"/>
    <w:rsid w:val="00D24F14"/>
    <w:rsid w:val="00D25293"/>
    <w:rsid w:val="00D25A91"/>
    <w:rsid w:val="00D25DCD"/>
    <w:rsid w:val="00D260DE"/>
    <w:rsid w:val="00D26133"/>
    <w:rsid w:val="00D26AEF"/>
    <w:rsid w:val="00D2748F"/>
    <w:rsid w:val="00D278DF"/>
    <w:rsid w:val="00D27AA8"/>
    <w:rsid w:val="00D27B16"/>
    <w:rsid w:val="00D30116"/>
    <w:rsid w:val="00D303E9"/>
    <w:rsid w:val="00D3075D"/>
    <w:rsid w:val="00D30ACB"/>
    <w:rsid w:val="00D31051"/>
    <w:rsid w:val="00D31324"/>
    <w:rsid w:val="00D316A0"/>
    <w:rsid w:val="00D31857"/>
    <w:rsid w:val="00D31FFE"/>
    <w:rsid w:val="00D32599"/>
    <w:rsid w:val="00D3291D"/>
    <w:rsid w:val="00D3295B"/>
    <w:rsid w:val="00D337CE"/>
    <w:rsid w:val="00D339F6"/>
    <w:rsid w:val="00D33F93"/>
    <w:rsid w:val="00D3431E"/>
    <w:rsid w:val="00D34655"/>
    <w:rsid w:val="00D349D7"/>
    <w:rsid w:val="00D34A30"/>
    <w:rsid w:val="00D34AEB"/>
    <w:rsid w:val="00D35177"/>
    <w:rsid w:val="00D35CE7"/>
    <w:rsid w:val="00D35F77"/>
    <w:rsid w:val="00D36734"/>
    <w:rsid w:val="00D36821"/>
    <w:rsid w:val="00D36A47"/>
    <w:rsid w:val="00D3775E"/>
    <w:rsid w:val="00D37BC0"/>
    <w:rsid w:val="00D37FEC"/>
    <w:rsid w:val="00D4014D"/>
    <w:rsid w:val="00D401F9"/>
    <w:rsid w:val="00D40690"/>
    <w:rsid w:val="00D40879"/>
    <w:rsid w:val="00D40964"/>
    <w:rsid w:val="00D40CC7"/>
    <w:rsid w:val="00D410AB"/>
    <w:rsid w:val="00D41218"/>
    <w:rsid w:val="00D41265"/>
    <w:rsid w:val="00D414B5"/>
    <w:rsid w:val="00D41692"/>
    <w:rsid w:val="00D4198C"/>
    <w:rsid w:val="00D41A65"/>
    <w:rsid w:val="00D41B58"/>
    <w:rsid w:val="00D41B7C"/>
    <w:rsid w:val="00D41D58"/>
    <w:rsid w:val="00D41F2C"/>
    <w:rsid w:val="00D423D8"/>
    <w:rsid w:val="00D425C4"/>
    <w:rsid w:val="00D42AE4"/>
    <w:rsid w:val="00D42E5B"/>
    <w:rsid w:val="00D43618"/>
    <w:rsid w:val="00D43A64"/>
    <w:rsid w:val="00D43C0D"/>
    <w:rsid w:val="00D43D32"/>
    <w:rsid w:val="00D43DB3"/>
    <w:rsid w:val="00D43FEB"/>
    <w:rsid w:val="00D442B0"/>
    <w:rsid w:val="00D44344"/>
    <w:rsid w:val="00D44755"/>
    <w:rsid w:val="00D447B9"/>
    <w:rsid w:val="00D4485D"/>
    <w:rsid w:val="00D44F83"/>
    <w:rsid w:val="00D45079"/>
    <w:rsid w:val="00D45127"/>
    <w:rsid w:val="00D455C9"/>
    <w:rsid w:val="00D45647"/>
    <w:rsid w:val="00D4607C"/>
    <w:rsid w:val="00D46267"/>
    <w:rsid w:val="00D467DC"/>
    <w:rsid w:val="00D46833"/>
    <w:rsid w:val="00D46ACA"/>
    <w:rsid w:val="00D46CFF"/>
    <w:rsid w:val="00D46DA1"/>
    <w:rsid w:val="00D46F17"/>
    <w:rsid w:val="00D47243"/>
    <w:rsid w:val="00D47563"/>
    <w:rsid w:val="00D479EB"/>
    <w:rsid w:val="00D47B5F"/>
    <w:rsid w:val="00D47DD0"/>
    <w:rsid w:val="00D47E64"/>
    <w:rsid w:val="00D5016E"/>
    <w:rsid w:val="00D5018F"/>
    <w:rsid w:val="00D504EC"/>
    <w:rsid w:val="00D50C8F"/>
    <w:rsid w:val="00D51212"/>
    <w:rsid w:val="00D51820"/>
    <w:rsid w:val="00D51DBA"/>
    <w:rsid w:val="00D51E74"/>
    <w:rsid w:val="00D51F0D"/>
    <w:rsid w:val="00D521AF"/>
    <w:rsid w:val="00D523D1"/>
    <w:rsid w:val="00D528D1"/>
    <w:rsid w:val="00D52B03"/>
    <w:rsid w:val="00D532F9"/>
    <w:rsid w:val="00D53627"/>
    <w:rsid w:val="00D54895"/>
    <w:rsid w:val="00D54C4E"/>
    <w:rsid w:val="00D54DC8"/>
    <w:rsid w:val="00D5573C"/>
    <w:rsid w:val="00D55A01"/>
    <w:rsid w:val="00D55A49"/>
    <w:rsid w:val="00D56A35"/>
    <w:rsid w:val="00D56A43"/>
    <w:rsid w:val="00D5767C"/>
    <w:rsid w:val="00D5784A"/>
    <w:rsid w:val="00D5784B"/>
    <w:rsid w:val="00D57BD6"/>
    <w:rsid w:val="00D57DA5"/>
    <w:rsid w:val="00D60105"/>
    <w:rsid w:val="00D60242"/>
    <w:rsid w:val="00D60297"/>
    <w:rsid w:val="00D602C5"/>
    <w:rsid w:val="00D6057F"/>
    <w:rsid w:val="00D60675"/>
    <w:rsid w:val="00D60D92"/>
    <w:rsid w:val="00D60F58"/>
    <w:rsid w:val="00D61455"/>
    <w:rsid w:val="00D6152A"/>
    <w:rsid w:val="00D61701"/>
    <w:rsid w:val="00D6172F"/>
    <w:rsid w:val="00D62AC6"/>
    <w:rsid w:val="00D62E56"/>
    <w:rsid w:val="00D62EBC"/>
    <w:rsid w:val="00D63097"/>
    <w:rsid w:val="00D6378F"/>
    <w:rsid w:val="00D63995"/>
    <w:rsid w:val="00D63D5B"/>
    <w:rsid w:val="00D64063"/>
    <w:rsid w:val="00D642BD"/>
    <w:rsid w:val="00D6444E"/>
    <w:rsid w:val="00D648CE"/>
    <w:rsid w:val="00D64B9F"/>
    <w:rsid w:val="00D64D19"/>
    <w:rsid w:val="00D64F1D"/>
    <w:rsid w:val="00D64FFF"/>
    <w:rsid w:val="00D654DB"/>
    <w:rsid w:val="00D65795"/>
    <w:rsid w:val="00D65871"/>
    <w:rsid w:val="00D658CB"/>
    <w:rsid w:val="00D65D5C"/>
    <w:rsid w:val="00D6625A"/>
    <w:rsid w:val="00D66A75"/>
    <w:rsid w:val="00D66BCC"/>
    <w:rsid w:val="00D66C03"/>
    <w:rsid w:val="00D66EB7"/>
    <w:rsid w:val="00D67155"/>
    <w:rsid w:val="00D67A31"/>
    <w:rsid w:val="00D67CA9"/>
    <w:rsid w:val="00D7045D"/>
    <w:rsid w:val="00D705E0"/>
    <w:rsid w:val="00D70C1C"/>
    <w:rsid w:val="00D70F21"/>
    <w:rsid w:val="00D72271"/>
    <w:rsid w:val="00D725F0"/>
    <w:rsid w:val="00D729F1"/>
    <w:rsid w:val="00D72BBA"/>
    <w:rsid w:val="00D73979"/>
    <w:rsid w:val="00D73D4A"/>
    <w:rsid w:val="00D74B14"/>
    <w:rsid w:val="00D74C64"/>
    <w:rsid w:val="00D74EEC"/>
    <w:rsid w:val="00D750C3"/>
    <w:rsid w:val="00D7582C"/>
    <w:rsid w:val="00D75C58"/>
    <w:rsid w:val="00D75C91"/>
    <w:rsid w:val="00D75EB1"/>
    <w:rsid w:val="00D7615C"/>
    <w:rsid w:val="00D764A7"/>
    <w:rsid w:val="00D7679A"/>
    <w:rsid w:val="00D774BD"/>
    <w:rsid w:val="00D77900"/>
    <w:rsid w:val="00D779A9"/>
    <w:rsid w:val="00D77F56"/>
    <w:rsid w:val="00D800B7"/>
    <w:rsid w:val="00D81076"/>
    <w:rsid w:val="00D81434"/>
    <w:rsid w:val="00D817F0"/>
    <w:rsid w:val="00D81ABC"/>
    <w:rsid w:val="00D8287B"/>
    <w:rsid w:val="00D82AA8"/>
    <w:rsid w:val="00D82ABA"/>
    <w:rsid w:val="00D83068"/>
    <w:rsid w:val="00D8385F"/>
    <w:rsid w:val="00D83A57"/>
    <w:rsid w:val="00D83AFB"/>
    <w:rsid w:val="00D83C54"/>
    <w:rsid w:val="00D843CB"/>
    <w:rsid w:val="00D84619"/>
    <w:rsid w:val="00D84733"/>
    <w:rsid w:val="00D84D02"/>
    <w:rsid w:val="00D8617F"/>
    <w:rsid w:val="00D865BA"/>
    <w:rsid w:val="00D86AF2"/>
    <w:rsid w:val="00D87907"/>
    <w:rsid w:val="00D87DD7"/>
    <w:rsid w:val="00D90050"/>
    <w:rsid w:val="00D907F3"/>
    <w:rsid w:val="00D90C43"/>
    <w:rsid w:val="00D90EB5"/>
    <w:rsid w:val="00D910F7"/>
    <w:rsid w:val="00D9194A"/>
    <w:rsid w:val="00D91AAB"/>
    <w:rsid w:val="00D91AF8"/>
    <w:rsid w:val="00D91CDC"/>
    <w:rsid w:val="00D92AA8"/>
    <w:rsid w:val="00D93357"/>
    <w:rsid w:val="00D93698"/>
    <w:rsid w:val="00D93D8E"/>
    <w:rsid w:val="00D93F06"/>
    <w:rsid w:val="00D941DB"/>
    <w:rsid w:val="00D946A4"/>
    <w:rsid w:val="00D94B47"/>
    <w:rsid w:val="00D94CD7"/>
    <w:rsid w:val="00D94E4D"/>
    <w:rsid w:val="00D94F6A"/>
    <w:rsid w:val="00D94FD0"/>
    <w:rsid w:val="00D95197"/>
    <w:rsid w:val="00D952B3"/>
    <w:rsid w:val="00D95EA4"/>
    <w:rsid w:val="00D95F7E"/>
    <w:rsid w:val="00D95FD9"/>
    <w:rsid w:val="00D96472"/>
    <w:rsid w:val="00D96D8D"/>
    <w:rsid w:val="00D96F2E"/>
    <w:rsid w:val="00D97A62"/>
    <w:rsid w:val="00DA0244"/>
    <w:rsid w:val="00DA03EA"/>
    <w:rsid w:val="00DA08A9"/>
    <w:rsid w:val="00DA09A8"/>
    <w:rsid w:val="00DA0F02"/>
    <w:rsid w:val="00DA0F49"/>
    <w:rsid w:val="00DA16F0"/>
    <w:rsid w:val="00DA181E"/>
    <w:rsid w:val="00DA1832"/>
    <w:rsid w:val="00DA1A2D"/>
    <w:rsid w:val="00DA1C87"/>
    <w:rsid w:val="00DA1C9B"/>
    <w:rsid w:val="00DA2ADA"/>
    <w:rsid w:val="00DA2C80"/>
    <w:rsid w:val="00DA2DBF"/>
    <w:rsid w:val="00DA2EFB"/>
    <w:rsid w:val="00DA3059"/>
    <w:rsid w:val="00DA3311"/>
    <w:rsid w:val="00DA353F"/>
    <w:rsid w:val="00DA35B6"/>
    <w:rsid w:val="00DA36B7"/>
    <w:rsid w:val="00DA36CC"/>
    <w:rsid w:val="00DA37D1"/>
    <w:rsid w:val="00DA4251"/>
    <w:rsid w:val="00DA43DC"/>
    <w:rsid w:val="00DA4780"/>
    <w:rsid w:val="00DA49AF"/>
    <w:rsid w:val="00DA4BBF"/>
    <w:rsid w:val="00DA56EB"/>
    <w:rsid w:val="00DA5B4E"/>
    <w:rsid w:val="00DA5DF0"/>
    <w:rsid w:val="00DA6238"/>
    <w:rsid w:val="00DA624D"/>
    <w:rsid w:val="00DA6456"/>
    <w:rsid w:val="00DA68A0"/>
    <w:rsid w:val="00DA6CC9"/>
    <w:rsid w:val="00DA71AD"/>
    <w:rsid w:val="00DA71B7"/>
    <w:rsid w:val="00DA7649"/>
    <w:rsid w:val="00DA78D6"/>
    <w:rsid w:val="00DA7A4C"/>
    <w:rsid w:val="00DB04C4"/>
    <w:rsid w:val="00DB05CD"/>
    <w:rsid w:val="00DB0DAD"/>
    <w:rsid w:val="00DB0F5C"/>
    <w:rsid w:val="00DB11A8"/>
    <w:rsid w:val="00DB1531"/>
    <w:rsid w:val="00DB17CC"/>
    <w:rsid w:val="00DB1857"/>
    <w:rsid w:val="00DB1884"/>
    <w:rsid w:val="00DB22E9"/>
    <w:rsid w:val="00DB2915"/>
    <w:rsid w:val="00DB2937"/>
    <w:rsid w:val="00DB29AF"/>
    <w:rsid w:val="00DB29E8"/>
    <w:rsid w:val="00DB2A84"/>
    <w:rsid w:val="00DB2C9A"/>
    <w:rsid w:val="00DB2DCB"/>
    <w:rsid w:val="00DB2E32"/>
    <w:rsid w:val="00DB3218"/>
    <w:rsid w:val="00DB33BC"/>
    <w:rsid w:val="00DB3DF8"/>
    <w:rsid w:val="00DB3E7D"/>
    <w:rsid w:val="00DB4C51"/>
    <w:rsid w:val="00DB4DA0"/>
    <w:rsid w:val="00DB5191"/>
    <w:rsid w:val="00DB54EA"/>
    <w:rsid w:val="00DB5AC5"/>
    <w:rsid w:val="00DB5D8E"/>
    <w:rsid w:val="00DB61C4"/>
    <w:rsid w:val="00DB6C1C"/>
    <w:rsid w:val="00DB72ED"/>
    <w:rsid w:val="00DB7511"/>
    <w:rsid w:val="00DB797A"/>
    <w:rsid w:val="00DC0765"/>
    <w:rsid w:val="00DC10CC"/>
    <w:rsid w:val="00DC126A"/>
    <w:rsid w:val="00DC1573"/>
    <w:rsid w:val="00DC16B3"/>
    <w:rsid w:val="00DC1A4C"/>
    <w:rsid w:val="00DC1B3F"/>
    <w:rsid w:val="00DC1CD9"/>
    <w:rsid w:val="00DC1DF4"/>
    <w:rsid w:val="00DC2361"/>
    <w:rsid w:val="00DC26D0"/>
    <w:rsid w:val="00DC3287"/>
    <w:rsid w:val="00DC363E"/>
    <w:rsid w:val="00DC366A"/>
    <w:rsid w:val="00DC3B5B"/>
    <w:rsid w:val="00DC3D03"/>
    <w:rsid w:val="00DC3F7F"/>
    <w:rsid w:val="00DC42E8"/>
    <w:rsid w:val="00DC4C33"/>
    <w:rsid w:val="00DC4EA3"/>
    <w:rsid w:val="00DC53DA"/>
    <w:rsid w:val="00DC54EC"/>
    <w:rsid w:val="00DC5818"/>
    <w:rsid w:val="00DC5CD2"/>
    <w:rsid w:val="00DC6B8C"/>
    <w:rsid w:val="00DC6B8F"/>
    <w:rsid w:val="00DC7742"/>
    <w:rsid w:val="00DC7C2D"/>
    <w:rsid w:val="00DC7DAB"/>
    <w:rsid w:val="00DD0424"/>
    <w:rsid w:val="00DD088C"/>
    <w:rsid w:val="00DD0B27"/>
    <w:rsid w:val="00DD0FB7"/>
    <w:rsid w:val="00DD1181"/>
    <w:rsid w:val="00DD126F"/>
    <w:rsid w:val="00DD17CF"/>
    <w:rsid w:val="00DD2058"/>
    <w:rsid w:val="00DD2941"/>
    <w:rsid w:val="00DD2D8F"/>
    <w:rsid w:val="00DD2E04"/>
    <w:rsid w:val="00DD2E8B"/>
    <w:rsid w:val="00DD2FCE"/>
    <w:rsid w:val="00DD3A38"/>
    <w:rsid w:val="00DD3AD1"/>
    <w:rsid w:val="00DD400A"/>
    <w:rsid w:val="00DD4176"/>
    <w:rsid w:val="00DD43AB"/>
    <w:rsid w:val="00DD466D"/>
    <w:rsid w:val="00DD4787"/>
    <w:rsid w:val="00DD4827"/>
    <w:rsid w:val="00DD5185"/>
    <w:rsid w:val="00DD57D6"/>
    <w:rsid w:val="00DD5EC8"/>
    <w:rsid w:val="00DD6272"/>
    <w:rsid w:val="00DD67D5"/>
    <w:rsid w:val="00DD68EA"/>
    <w:rsid w:val="00DD6F45"/>
    <w:rsid w:val="00DD701E"/>
    <w:rsid w:val="00DD7D47"/>
    <w:rsid w:val="00DE0110"/>
    <w:rsid w:val="00DE05B8"/>
    <w:rsid w:val="00DE06E0"/>
    <w:rsid w:val="00DE0E9C"/>
    <w:rsid w:val="00DE0F7C"/>
    <w:rsid w:val="00DE1703"/>
    <w:rsid w:val="00DE18A2"/>
    <w:rsid w:val="00DE19E3"/>
    <w:rsid w:val="00DE1AA3"/>
    <w:rsid w:val="00DE1AD1"/>
    <w:rsid w:val="00DE1C96"/>
    <w:rsid w:val="00DE232F"/>
    <w:rsid w:val="00DE23BD"/>
    <w:rsid w:val="00DE2871"/>
    <w:rsid w:val="00DE2CDA"/>
    <w:rsid w:val="00DE3C1A"/>
    <w:rsid w:val="00DE3DAA"/>
    <w:rsid w:val="00DE3F23"/>
    <w:rsid w:val="00DE415D"/>
    <w:rsid w:val="00DE44A9"/>
    <w:rsid w:val="00DE4577"/>
    <w:rsid w:val="00DE4717"/>
    <w:rsid w:val="00DE485D"/>
    <w:rsid w:val="00DE51D9"/>
    <w:rsid w:val="00DE59BD"/>
    <w:rsid w:val="00DE63A0"/>
    <w:rsid w:val="00DE67A4"/>
    <w:rsid w:val="00DE6936"/>
    <w:rsid w:val="00DE6AD5"/>
    <w:rsid w:val="00DE70F3"/>
    <w:rsid w:val="00DE7134"/>
    <w:rsid w:val="00DE7406"/>
    <w:rsid w:val="00DE7A4B"/>
    <w:rsid w:val="00DE7A6A"/>
    <w:rsid w:val="00DF0131"/>
    <w:rsid w:val="00DF050D"/>
    <w:rsid w:val="00DF077C"/>
    <w:rsid w:val="00DF0C4A"/>
    <w:rsid w:val="00DF17C1"/>
    <w:rsid w:val="00DF19CF"/>
    <w:rsid w:val="00DF1FAD"/>
    <w:rsid w:val="00DF23EB"/>
    <w:rsid w:val="00DF2A63"/>
    <w:rsid w:val="00DF2E25"/>
    <w:rsid w:val="00DF2F68"/>
    <w:rsid w:val="00DF2F79"/>
    <w:rsid w:val="00DF3018"/>
    <w:rsid w:val="00DF307D"/>
    <w:rsid w:val="00DF38D8"/>
    <w:rsid w:val="00DF392F"/>
    <w:rsid w:val="00DF3A45"/>
    <w:rsid w:val="00DF3E86"/>
    <w:rsid w:val="00DF43BD"/>
    <w:rsid w:val="00DF447F"/>
    <w:rsid w:val="00DF46A6"/>
    <w:rsid w:val="00DF52F8"/>
    <w:rsid w:val="00DF5302"/>
    <w:rsid w:val="00DF580F"/>
    <w:rsid w:val="00DF5AEC"/>
    <w:rsid w:val="00DF5B3A"/>
    <w:rsid w:val="00DF5DE3"/>
    <w:rsid w:val="00DF67CC"/>
    <w:rsid w:val="00DF6AA9"/>
    <w:rsid w:val="00DF6D1C"/>
    <w:rsid w:val="00DF6D68"/>
    <w:rsid w:val="00DF6DE7"/>
    <w:rsid w:val="00DF6E9E"/>
    <w:rsid w:val="00DF72F3"/>
    <w:rsid w:val="00DF74B2"/>
    <w:rsid w:val="00DF7544"/>
    <w:rsid w:val="00DF7D45"/>
    <w:rsid w:val="00E003F2"/>
    <w:rsid w:val="00E007C5"/>
    <w:rsid w:val="00E009F1"/>
    <w:rsid w:val="00E01281"/>
    <w:rsid w:val="00E01E77"/>
    <w:rsid w:val="00E01EE9"/>
    <w:rsid w:val="00E01F26"/>
    <w:rsid w:val="00E02034"/>
    <w:rsid w:val="00E026D7"/>
    <w:rsid w:val="00E0280A"/>
    <w:rsid w:val="00E028A8"/>
    <w:rsid w:val="00E02D22"/>
    <w:rsid w:val="00E02F89"/>
    <w:rsid w:val="00E03203"/>
    <w:rsid w:val="00E03267"/>
    <w:rsid w:val="00E034DA"/>
    <w:rsid w:val="00E03634"/>
    <w:rsid w:val="00E0372D"/>
    <w:rsid w:val="00E03E8C"/>
    <w:rsid w:val="00E0474F"/>
    <w:rsid w:val="00E04B41"/>
    <w:rsid w:val="00E04CC3"/>
    <w:rsid w:val="00E04F16"/>
    <w:rsid w:val="00E050A7"/>
    <w:rsid w:val="00E05514"/>
    <w:rsid w:val="00E05B37"/>
    <w:rsid w:val="00E06937"/>
    <w:rsid w:val="00E07212"/>
    <w:rsid w:val="00E07401"/>
    <w:rsid w:val="00E07A84"/>
    <w:rsid w:val="00E07A9C"/>
    <w:rsid w:val="00E07B43"/>
    <w:rsid w:val="00E07BEF"/>
    <w:rsid w:val="00E07D94"/>
    <w:rsid w:val="00E100F1"/>
    <w:rsid w:val="00E108F5"/>
    <w:rsid w:val="00E10BA1"/>
    <w:rsid w:val="00E10C87"/>
    <w:rsid w:val="00E114C4"/>
    <w:rsid w:val="00E11606"/>
    <w:rsid w:val="00E1166B"/>
    <w:rsid w:val="00E119DE"/>
    <w:rsid w:val="00E119E9"/>
    <w:rsid w:val="00E11B66"/>
    <w:rsid w:val="00E11CEC"/>
    <w:rsid w:val="00E11D1C"/>
    <w:rsid w:val="00E11FB5"/>
    <w:rsid w:val="00E11FB6"/>
    <w:rsid w:val="00E1206A"/>
    <w:rsid w:val="00E12397"/>
    <w:rsid w:val="00E128BF"/>
    <w:rsid w:val="00E12DF9"/>
    <w:rsid w:val="00E138FB"/>
    <w:rsid w:val="00E14289"/>
    <w:rsid w:val="00E1435B"/>
    <w:rsid w:val="00E14805"/>
    <w:rsid w:val="00E1482C"/>
    <w:rsid w:val="00E14A62"/>
    <w:rsid w:val="00E14D69"/>
    <w:rsid w:val="00E14E7A"/>
    <w:rsid w:val="00E14F00"/>
    <w:rsid w:val="00E150DF"/>
    <w:rsid w:val="00E15391"/>
    <w:rsid w:val="00E1548B"/>
    <w:rsid w:val="00E154AC"/>
    <w:rsid w:val="00E15856"/>
    <w:rsid w:val="00E15CD0"/>
    <w:rsid w:val="00E15EF4"/>
    <w:rsid w:val="00E15F9D"/>
    <w:rsid w:val="00E16045"/>
    <w:rsid w:val="00E161E6"/>
    <w:rsid w:val="00E168F4"/>
    <w:rsid w:val="00E16CFD"/>
    <w:rsid w:val="00E17036"/>
    <w:rsid w:val="00E1716E"/>
    <w:rsid w:val="00E172F4"/>
    <w:rsid w:val="00E17D36"/>
    <w:rsid w:val="00E2039F"/>
    <w:rsid w:val="00E20622"/>
    <w:rsid w:val="00E20B6B"/>
    <w:rsid w:val="00E214C3"/>
    <w:rsid w:val="00E21DC6"/>
    <w:rsid w:val="00E2219F"/>
    <w:rsid w:val="00E22397"/>
    <w:rsid w:val="00E22462"/>
    <w:rsid w:val="00E22B1D"/>
    <w:rsid w:val="00E22C99"/>
    <w:rsid w:val="00E23560"/>
    <w:rsid w:val="00E23ED5"/>
    <w:rsid w:val="00E243F1"/>
    <w:rsid w:val="00E244E1"/>
    <w:rsid w:val="00E250FC"/>
    <w:rsid w:val="00E252FA"/>
    <w:rsid w:val="00E255D7"/>
    <w:rsid w:val="00E26094"/>
    <w:rsid w:val="00E26676"/>
    <w:rsid w:val="00E272E6"/>
    <w:rsid w:val="00E276CA"/>
    <w:rsid w:val="00E27ECE"/>
    <w:rsid w:val="00E27FB5"/>
    <w:rsid w:val="00E3019D"/>
    <w:rsid w:val="00E30222"/>
    <w:rsid w:val="00E30408"/>
    <w:rsid w:val="00E3056D"/>
    <w:rsid w:val="00E309F2"/>
    <w:rsid w:val="00E30F24"/>
    <w:rsid w:val="00E313E6"/>
    <w:rsid w:val="00E31461"/>
    <w:rsid w:val="00E3154C"/>
    <w:rsid w:val="00E3169D"/>
    <w:rsid w:val="00E318D7"/>
    <w:rsid w:val="00E31B3E"/>
    <w:rsid w:val="00E31C1A"/>
    <w:rsid w:val="00E32347"/>
    <w:rsid w:val="00E32402"/>
    <w:rsid w:val="00E326C6"/>
    <w:rsid w:val="00E3279F"/>
    <w:rsid w:val="00E329D0"/>
    <w:rsid w:val="00E32BD8"/>
    <w:rsid w:val="00E32DD8"/>
    <w:rsid w:val="00E32EF1"/>
    <w:rsid w:val="00E33175"/>
    <w:rsid w:val="00E33FA4"/>
    <w:rsid w:val="00E34C3D"/>
    <w:rsid w:val="00E34CB8"/>
    <w:rsid w:val="00E35753"/>
    <w:rsid w:val="00E35815"/>
    <w:rsid w:val="00E3584B"/>
    <w:rsid w:val="00E36FD2"/>
    <w:rsid w:val="00E3703B"/>
    <w:rsid w:val="00E37115"/>
    <w:rsid w:val="00E37185"/>
    <w:rsid w:val="00E37403"/>
    <w:rsid w:val="00E374DE"/>
    <w:rsid w:val="00E37675"/>
    <w:rsid w:val="00E376CE"/>
    <w:rsid w:val="00E37B92"/>
    <w:rsid w:val="00E37C35"/>
    <w:rsid w:val="00E37C85"/>
    <w:rsid w:val="00E4097E"/>
    <w:rsid w:val="00E40A52"/>
    <w:rsid w:val="00E40DBC"/>
    <w:rsid w:val="00E41586"/>
    <w:rsid w:val="00E4180A"/>
    <w:rsid w:val="00E41A3F"/>
    <w:rsid w:val="00E41B9F"/>
    <w:rsid w:val="00E42C0E"/>
    <w:rsid w:val="00E42C5B"/>
    <w:rsid w:val="00E43067"/>
    <w:rsid w:val="00E43633"/>
    <w:rsid w:val="00E43BE2"/>
    <w:rsid w:val="00E43F6C"/>
    <w:rsid w:val="00E440B9"/>
    <w:rsid w:val="00E4447A"/>
    <w:rsid w:val="00E445F7"/>
    <w:rsid w:val="00E44EF8"/>
    <w:rsid w:val="00E453B0"/>
    <w:rsid w:val="00E457E9"/>
    <w:rsid w:val="00E45FD2"/>
    <w:rsid w:val="00E46025"/>
    <w:rsid w:val="00E466A0"/>
    <w:rsid w:val="00E46A42"/>
    <w:rsid w:val="00E46AFC"/>
    <w:rsid w:val="00E46D62"/>
    <w:rsid w:val="00E479D7"/>
    <w:rsid w:val="00E47E22"/>
    <w:rsid w:val="00E501FA"/>
    <w:rsid w:val="00E50686"/>
    <w:rsid w:val="00E50775"/>
    <w:rsid w:val="00E508B8"/>
    <w:rsid w:val="00E50B9D"/>
    <w:rsid w:val="00E50E90"/>
    <w:rsid w:val="00E512D6"/>
    <w:rsid w:val="00E513A2"/>
    <w:rsid w:val="00E514F2"/>
    <w:rsid w:val="00E51B68"/>
    <w:rsid w:val="00E51C28"/>
    <w:rsid w:val="00E52785"/>
    <w:rsid w:val="00E52933"/>
    <w:rsid w:val="00E52A0D"/>
    <w:rsid w:val="00E52A0F"/>
    <w:rsid w:val="00E52EE7"/>
    <w:rsid w:val="00E52F35"/>
    <w:rsid w:val="00E532E6"/>
    <w:rsid w:val="00E53672"/>
    <w:rsid w:val="00E537AE"/>
    <w:rsid w:val="00E53BD8"/>
    <w:rsid w:val="00E53DBB"/>
    <w:rsid w:val="00E53FA5"/>
    <w:rsid w:val="00E54183"/>
    <w:rsid w:val="00E546D4"/>
    <w:rsid w:val="00E54725"/>
    <w:rsid w:val="00E548E3"/>
    <w:rsid w:val="00E54971"/>
    <w:rsid w:val="00E549CA"/>
    <w:rsid w:val="00E54CC9"/>
    <w:rsid w:val="00E54ED2"/>
    <w:rsid w:val="00E54FA9"/>
    <w:rsid w:val="00E553F7"/>
    <w:rsid w:val="00E55810"/>
    <w:rsid w:val="00E55FC1"/>
    <w:rsid w:val="00E56083"/>
    <w:rsid w:val="00E564C7"/>
    <w:rsid w:val="00E56625"/>
    <w:rsid w:val="00E56BB0"/>
    <w:rsid w:val="00E56C09"/>
    <w:rsid w:val="00E56C58"/>
    <w:rsid w:val="00E56F03"/>
    <w:rsid w:val="00E5772C"/>
    <w:rsid w:val="00E57AE8"/>
    <w:rsid w:val="00E57D09"/>
    <w:rsid w:val="00E601E7"/>
    <w:rsid w:val="00E609D1"/>
    <w:rsid w:val="00E610C3"/>
    <w:rsid w:val="00E61630"/>
    <w:rsid w:val="00E616F6"/>
    <w:rsid w:val="00E61B64"/>
    <w:rsid w:val="00E61D21"/>
    <w:rsid w:val="00E61D9B"/>
    <w:rsid w:val="00E61FDB"/>
    <w:rsid w:val="00E61FDF"/>
    <w:rsid w:val="00E62105"/>
    <w:rsid w:val="00E62191"/>
    <w:rsid w:val="00E622E9"/>
    <w:rsid w:val="00E6283C"/>
    <w:rsid w:val="00E62B8C"/>
    <w:rsid w:val="00E63143"/>
    <w:rsid w:val="00E63872"/>
    <w:rsid w:val="00E63AB6"/>
    <w:rsid w:val="00E63AB9"/>
    <w:rsid w:val="00E63CFE"/>
    <w:rsid w:val="00E63DFC"/>
    <w:rsid w:val="00E645E0"/>
    <w:rsid w:val="00E6477A"/>
    <w:rsid w:val="00E647FC"/>
    <w:rsid w:val="00E64A32"/>
    <w:rsid w:val="00E65369"/>
    <w:rsid w:val="00E6539B"/>
    <w:rsid w:val="00E653D2"/>
    <w:rsid w:val="00E6555A"/>
    <w:rsid w:val="00E656B4"/>
    <w:rsid w:val="00E65C09"/>
    <w:rsid w:val="00E65C83"/>
    <w:rsid w:val="00E65D38"/>
    <w:rsid w:val="00E660EE"/>
    <w:rsid w:val="00E66D5C"/>
    <w:rsid w:val="00E6758B"/>
    <w:rsid w:val="00E6761A"/>
    <w:rsid w:val="00E67A39"/>
    <w:rsid w:val="00E702C2"/>
    <w:rsid w:val="00E703C1"/>
    <w:rsid w:val="00E70872"/>
    <w:rsid w:val="00E709BF"/>
    <w:rsid w:val="00E70E9E"/>
    <w:rsid w:val="00E70EA1"/>
    <w:rsid w:val="00E7114A"/>
    <w:rsid w:val="00E71A81"/>
    <w:rsid w:val="00E71B3C"/>
    <w:rsid w:val="00E71CA2"/>
    <w:rsid w:val="00E71D19"/>
    <w:rsid w:val="00E7235F"/>
    <w:rsid w:val="00E72387"/>
    <w:rsid w:val="00E723B2"/>
    <w:rsid w:val="00E727B3"/>
    <w:rsid w:val="00E7280D"/>
    <w:rsid w:val="00E72CF6"/>
    <w:rsid w:val="00E7306A"/>
    <w:rsid w:val="00E730B1"/>
    <w:rsid w:val="00E73103"/>
    <w:rsid w:val="00E731EE"/>
    <w:rsid w:val="00E7330C"/>
    <w:rsid w:val="00E73A15"/>
    <w:rsid w:val="00E74240"/>
    <w:rsid w:val="00E74318"/>
    <w:rsid w:val="00E743C2"/>
    <w:rsid w:val="00E74414"/>
    <w:rsid w:val="00E74EF5"/>
    <w:rsid w:val="00E74FA3"/>
    <w:rsid w:val="00E753B3"/>
    <w:rsid w:val="00E75A0E"/>
    <w:rsid w:val="00E75A89"/>
    <w:rsid w:val="00E75AFC"/>
    <w:rsid w:val="00E75BC6"/>
    <w:rsid w:val="00E75DE4"/>
    <w:rsid w:val="00E75E84"/>
    <w:rsid w:val="00E75EC9"/>
    <w:rsid w:val="00E760C1"/>
    <w:rsid w:val="00E766C1"/>
    <w:rsid w:val="00E76A8D"/>
    <w:rsid w:val="00E7756D"/>
    <w:rsid w:val="00E775A7"/>
    <w:rsid w:val="00E80339"/>
    <w:rsid w:val="00E80554"/>
    <w:rsid w:val="00E80D6D"/>
    <w:rsid w:val="00E81305"/>
    <w:rsid w:val="00E81683"/>
    <w:rsid w:val="00E817B0"/>
    <w:rsid w:val="00E81A69"/>
    <w:rsid w:val="00E81F2C"/>
    <w:rsid w:val="00E822F4"/>
    <w:rsid w:val="00E82BE9"/>
    <w:rsid w:val="00E8319E"/>
    <w:rsid w:val="00E83BAC"/>
    <w:rsid w:val="00E83DAC"/>
    <w:rsid w:val="00E84B62"/>
    <w:rsid w:val="00E84C71"/>
    <w:rsid w:val="00E84EE6"/>
    <w:rsid w:val="00E853E9"/>
    <w:rsid w:val="00E8555C"/>
    <w:rsid w:val="00E85899"/>
    <w:rsid w:val="00E85A61"/>
    <w:rsid w:val="00E85DA8"/>
    <w:rsid w:val="00E85FCC"/>
    <w:rsid w:val="00E86802"/>
    <w:rsid w:val="00E86E94"/>
    <w:rsid w:val="00E870F7"/>
    <w:rsid w:val="00E873A5"/>
    <w:rsid w:val="00E9096C"/>
    <w:rsid w:val="00E90B7E"/>
    <w:rsid w:val="00E90BD5"/>
    <w:rsid w:val="00E90EC1"/>
    <w:rsid w:val="00E9106E"/>
    <w:rsid w:val="00E9134E"/>
    <w:rsid w:val="00E9174F"/>
    <w:rsid w:val="00E917EB"/>
    <w:rsid w:val="00E91921"/>
    <w:rsid w:val="00E92221"/>
    <w:rsid w:val="00E922A3"/>
    <w:rsid w:val="00E92429"/>
    <w:rsid w:val="00E93318"/>
    <w:rsid w:val="00E93432"/>
    <w:rsid w:val="00E93D6B"/>
    <w:rsid w:val="00E93F18"/>
    <w:rsid w:val="00E9439E"/>
    <w:rsid w:val="00E94875"/>
    <w:rsid w:val="00E94F2B"/>
    <w:rsid w:val="00E95002"/>
    <w:rsid w:val="00E95043"/>
    <w:rsid w:val="00E9533E"/>
    <w:rsid w:val="00E95799"/>
    <w:rsid w:val="00E95846"/>
    <w:rsid w:val="00E959CA"/>
    <w:rsid w:val="00E95AEC"/>
    <w:rsid w:val="00E967B0"/>
    <w:rsid w:val="00E968C7"/>
    <w:rsid w:val="00E972F3"/>
    <w:rsid w:val="00E973B5"/>
    <w:rsid w:val="00E97689"/>
    <w:rsid w:val="00E976E7"/>
    <w:rsid w:val="00E97BCC"/>
    <w:rsid w:val="00E97F33"/>
    <w:rsid w:val="00EA0025"/>
    <w:rsid w:val="00EA00A7"/>
    <w:rsid w:val="00EA012E"/>
    <w:rsid w:val="00EA086C"/>
    <w:rsid w:val="00EA0877"/>
    <w:rsid w:val="00EA092E"/>
    <w:rsid w:val="00EA0980"/>
    <w:rsid w:val="00EA0D47"/>
    <w:rsid w:val="00EA0D9D"/>
    <w:rsid w:val="00EA16E3"/>
    <w:rsid w:val="00EA1844"/>
    <w:rsid w:val="00EA194C"/>
    <w:rsid w:val="00EA1954"/>
    <w:rsid w:val="00EA1AE4"/>
    <w:rsid w:val="00EA2C8A"/>
    <w:rsid w:val="00EA2D5A"/>
    <w:rsid w:val="00EA2ED4"/>
    <w:rsid w:val="00EA2F88"/>
    <w:rsid w:val="00EA30F7"/>
    <w:rsid w:val="00EA31CA"/>
    <w:rsid w:val="00EA32D3"/>
    <w:rsid w:val="00EA364B"/>
    <w:rsid w:val="00EA3B09"/>
    <w:rsid w:val="00EA3B6B"/>
    <w:rsid w:val="00EA3E6C"/>
    <w:rsid w:val="00EA47C0"/>
    <w:rsid w:val="00EA522E"/>
    <w:rsid w:val="00EA569D"/>
    <w:rsid w:val="00EA5B5B"/>
    <w:rsid w:val="00EA5B6B"/>
    <w:rsid w:val="00EA5C96"/>
    <w:rsid w:val="00EA5CCE"/>
    <w:rsid w:val="00EA5EB5"/>
    <w:rsid w:val="00EA630E"/>
    <w:rsid w:val="00EA69C8"/>
    <w:rsid w:val="00EA6E0E"/>
    <w:rsid w:val="00EA6F8B"/>
    <w:rsid w:val="00EA7099"/>
    <w:rsid w:val="00EA7922"/>
    <w:rsid w:val="00EA7AE5"/>
    <w:rsid w:val="00EA7D27"/>
    <w:rsid w:val="00EB054D"/>
    <w:rsid w:val="00EB0892"/>
    <w:rsid w:val="00EB0CB0"/>
    <w:rsid w:val="00EB0D22"/>
    <w:rsid w:val="00EB0D3C"/>
    <w:rsid w:val="00EB0F48"/>
    <w:rsid w:val="00EB1209"/>
    <w:rsid w:val="00EB120F"/>
    <w:rsid w:val="00EB129F"/>
    <w:rsid w:val="00EB13B0"/>
    <w:rsid w:val="00EB18F4"/>
    <w:rsid w:val="00EB1D7C"/>
    <w:rsid w:val="00EB1F38"/>
    <w:rsid w:val="00EB2305"/>
    <w:rsid w:val="00EB24DF"/>
    <w:rsid w:val="00EB2E3E"/>
    <w:rsid w:val="00EB3372"/>
    <w:rsid w:val="00EB3795"/>
    <w:rsid w:val="00EB3A4F"/>
    <w:rsid w:val="00EB3D25"/>
    <w:rsid w:val="00EB3E47"/>
    <w:rsid w:val="00EB3F7F"/>
    <w:rsid w:val="00EB3F86"/>
    <w:rsid w:val="00EB3FF6"/>
    <w:rsid w:val="00EB43B7"/>
    <w:rsid w:val="00EB458B"/>
    <w:rsid w:val="00EB47D1"/>
    <w:rsid w:val="00EB4936"/>
    <w:rsid w:val="00EB5155"/>
    <w:rsid w:val="00EB51A7"/>
    <w:rsid w:val="00EB52BD"/>
    <w:rsid w:val="00EB52ED"/>
    <w:rsid w:val="00EB5AB5"/>
    <w:rsid w:val="00EB5D4D"/>
    <w:rsid w:val="00EB6BF4"/>
    <w:rsid w:val="00EB6EDD"/>
    <w:rsid w:val="00EB74F0"/>
    <w:rsid w:val="00EB752E"/>
    <w:rsid w:val="00EB76C0"/>
    <w:rsid w:val="00EB7720"/>
    <w:rsid w:val="00EB7A28"/>
    <w:rsid w:val="00EC0219"/>
    <w:rsid w:val="00EC0E88"/>
    <w:rsid w:val="00EC11F5"/>
    <w:rsid w:val="00EC1496"/>
    <w:rsid w:val="00EC14BA"/>
    <w:rsid w:val="00EC18A3"/>
    <w:rsid w:val="00EC1E2C"/>
    <w:rsid w:val="00EC23BD"/>
    <w:rsid w:val="00EC2684"/>
    <w:rsid w:val="00EC2746"/>
    <w:rsid w:val="00EC2890"/>
    <w:rsid w:val="00EC2A3C"/>
    <w:rsid w:val="00EC2D13"/>
    <w:rsid w:val="00EC3189"/>
    <w:rsid w:val="00EC321A"/>
    <w:rsid w:val="00EC3271"/>
    <w:rsid w:val="00EC34FD"/>
    <w:rsid w:val="00EC3970"/>
    <w:rsid w:val="00EC4DBC"/>
    <w:rsid w:val="00EC535B"/>
    <w:rsid w:val="00EC54CC"/>
    <w:rsid w:val="00EC58D2"/>
    <w:rsid w:val="00EC5943"/>
    <w:rsid w:val="00EC6490"/>
    <w:rsid w:val="00EC6491"/>
    <w:rsid w:val="00EC64B8"/>
    <w:rsid w:val="00EC65A0"/>
    <w:rsid w:val="00EC6644"/>
    <w:rsid w:val="00EC6729"/>
    <w:rsid w:val="00EC6C14"/>
    <w:rsid w:val="00EC6C36"/>
    <w:rsid w:val="00EC6DDA"/>
    <w:rsid w:val="00EC6E21"/>
    <w:rsid w:val="00EC7076"/>
    <w:rsid w:val="00EC7355"/>
    <w:rsid w:val="00EC7CE1"/>
    <w:rsid w:val="00ED023B"/>
    <w:rsid w:val="00ED086D"/>
    <w:rsid w:val="00ED0931"/>
    <w:rsid w:val="00ED0CE9"/>
    <w:rsid w:val="00ED13E0"/>
    <w:rsid w:val="00ED1401"/>
    <w:rsid w:val="00ED15A2"/>
    <w:rsid w:val="00ED15FE"/>
    <w:rsid w:val="00ED1A89"/>
    <w:rsid w:val="00ED1FA4"/>
    <w:rsid w:val="00ED21B8"/>
    <w:rsid w:val="00ED2AB9"/>
    <w:rsid w:val="00ED2B61"/>
    <w:rsid w:val="00ED3426"/>
    <w:rsid w:val="00ED365F"/>
    <w:rsid w:val="00ED3D34"/>
    <w:rsid w:val="00ED403C"/>
    <w:rsid w:val="00ED42E0"/>
    <w:rsid w:val="00ED43AA"/>
    <w:rsid w:val="00ED474A"/>
    <w:rsid w:val="00ED4925"/>
    <w:rsid w:val="00ED4DE0"/>
    <w:rsid w:val="00ED4E36"/>
    <w:rsid w:val="00ED54BC"/>
    <w:rsid w:val="00ED54E9"/>
    <w:rsid w:val="00ED5C0C"/>
    <w:rsid w:val="00ED5C95"/>
    <w:rsid w:val="00ED73A2"/>
    <w:rsid w:val="00ED79F1"/>
    <w:rsid w:val="00EE02D7"/>
    <w:rsid w:val="00EE0570"/>
    <w:rsid w:val="00EE05F8"/>
    <w:rsid w:val="00EE06D5"/>
    <w:rsid w:val="00EE0864"/>
    <w:rsid w:val="00EE10F6"/>
    <w:rsid w:val="00EE1404"/>
    <w:rsid w:val="00EE17EB"/>
    <w:rsid w:val="00EE1971"/>
    <w:rsid w:val="00EE1A21"/>
    <w:rsid w:val="00EE217B"/>
    <w:rsid w:val="00EE2624"/>
    <w:rsid w:val="00EE328A"/>
    <w:rsid w:val="00EE3666"/>
    <w:rsid w:val="00EE3A2C"/>
    <w:rsid w:val="00EE3B9B"/>
    <w:rsid w:val="00EE4371"/>
    <w:rsid w:val="00EE442C"/>
    <w:rsid w:val="00EE452B"/>
    <w:rsid w:val="00EE4A4F"/>
    <w:rsid w:val="00EE4D63"/>
    <w:rsid w:val="00EE5451"/>
    <w:rsid w:val="00EE5810"/>
    <w:rsid w:val="00EE5F6B"/>
    <w:rsid w:val="00EE61D4"/>
    <w:rsid w:val="00EE6A2D"/>
    <w:rsid w:val="00EE6BC7"/>
    <w:rsid w:val="00EE6D0D"/>
    <w:rsid w:val="00EE7511"/>
    <w:rsid w:val="00EE796C"/>
    <w:rsid w:val="00EF04B5"/>
    <w:rsid w:val="00EF069F"/>
    <w:rsid w:val="00EF0B87"/>
    <w:rsid w:val="00EF0D0A"/>
    <w:rsid w:val="00EF0D6D"/>
    <w:rsid w:val="00EF147C"/>
    <w:rsid w:val="00EF24FC"/>
    <w:rsid w:val="00EF26CF"/>
    <w:rsid w:val="00EF274F"/>
    <w:rsid w:val="00EF2A47"/>
    <w:rsid w:val="00EF2B88"/>
    <w:rsid w:val="00EF2D30"/>
    <w:rsid w:val="00EF342A"/>
    <w:rsid w:val="00EF3882"/>
    <w:rsid w:val="00EF3B5C"/>
    <w:rsid w:val="00EF3D38"/>
    <w:rsid w:val="00EF4C56"/>
    <w:rsid w:val="00EF551E"/>
    <w:rsid w:val="00EF5B2F"/>
    <w:rsid w:val="00EF5D0F"/>
    <w:rsid w:val="00EF5D4D"/>
    <w:rsid w:val="00EF6277"/>
    <w:rsid w:val="00EF650D"/>
    <w:rsid w:val="00EF6999"/>
    <w:rsid w:val="00EF6DDC"/>
    <w:rsid w:val="00EF72FB"/>
    <w:rsid w:val="00EF7446"/>
    <w:rsid w:val="00EF7986"/>
    <w:rsid w:val="00EF7D09"/>
    <w:rsid w:val="00F0075A"/>
    <w:rsid w:val="00F009FE"/>
    <w:rsid w:val="00F00DFA"/>
    <w:rsid w:val="00F01183"/>
    <w:rsid w:val="00F018EB"/>
    <w:rsid w:val="00F01A53"/>
    <w:rsid w:val="00F01ABD"/>
    <w:rsid w:val="00F01B01"/>
    <w:rsid w:val="00F01BAD"/>
    <w:rsid w:val="00F01CA7"/>
    <w:rsid w:val="00F01E37"/>
    <w:rsid w:val="00F02468"/>
    <w:rsid w:val="00F02713"/>
    <w:rsid w:val="00F027C8"/>
    <w:rsid w:val="00F02D85"/>
    <w:rsid w:val="00F0311F"/>
    <w:rsid w:val="00F03C81"/>
    <w:rsid w:val="00F045CC"/>
    <w:rsid w:val="00F046C9"/>
    <w:rsid w:val="00F0476C"/>
    <w:rsid w:val="00F047E1"/>
    <w:rsid w:val="00F04CF5"/>
    <w:rsid w:val="00F04F1A"/>
    <w:rsid w:val="00F0502B"/>
    <w:rsid w:val="00F05218"/>
    <w:rsid w:val="00F054A0"/>
    <w:rsid w:val="00F059D4"/>
    <w:rsid w:val="00F05B3F"/>
    <w:rsid w:val="00F05BC0"/>
    <w:rsid w:val="00F06023"/>
    <w:rsid w:val="00F06096"/>
    <w:rsid w:val="00F06343"/>
    <w:rsid w:val="00F06A77"/>
    <w:rsid w:val="00F06C71"/>
    <w:rsid w:val="00F071A6"/>
    <w:rsid w:val="00F07265"/>
    <w:rsid w:val="00F07696"/>
    <w:rsid w:val="00F07A22"/>
    <w:rsid w:val="00F07BEF"/>
    <w:rsid w:val="00F104AA"/>
    <w:rsid w:val="00F10B7F"/>
    <w:rsid w:val="00F10BDD"/>
    <w:rsid w:val="00F10C1E"/>
    <w:rsid w:val="00F10FB6"/>
    <w:rsid w:val="00F113CA"/>
    <w:rsid w:val="00F114A7"/>
    <w:rsid w:val="00F114BA"/>
    <w:rsid w:val="00F11957"/>
    <w:rsid w:val="00F11A4D"/>
    <w:rsid w:val="00F12151"/>
    <w:rsid w:val="00F12321"/>
    <w:rsid w:val="00F12AA0"/>
    <w:rsid w:val="00F12E34"/>
    <w:rsid w:val="00F13717"/>
    <w:rsid w:val="00F13F3F"/>
    <w:rsid w:val="00F141AB"/>
    <w:rsid w:val="00F14388"/>
    <w:rsid w:val="00F1469D"/>
    <w:rsid w:val="00F14A72"/>
    <w:rsid w:val="00F15303"/>
    <w:rsid w:val="00F156D2"/>
    <w:rsid w:val="00F158AD"/>
    <w:rsid w:val="00F15AA9"/>
    <w:rsid w:val="00F15AAA"/>
    <w:rsid w:val="00F15D55"/>
    <w:rsid w:val="00F165D4"/>
    <w:rsid w:val="00F16693"/>
    <w:rsid w:val="00F1676E"/>
    <w:rsid w:val="00F16860"/>
    <w:rsid w:val="00F16A96"/>
    <w:rsid w:val="00F1710C"/>
    <w:rsid w:val="00F17227"/>
    <w:rsid w:val="00F1774C"/>
    <w:rsid w:val="00F17852"/>
    <w:rsid w:val="00F208E2"/>
    <w:rsid w:val="00F20A83"/>
    <w:rsid w:val="00F20B86"/>
    <w:rsid w:val="00F20C2C"/>
    <w:rsid w:val="00F20E11"/>
    <w:rsid w:val="00F20F5E"/>
    <w:rsid w:val="00F21051"/>
    <w:rsid w:val="00F210FE"/>
    <w:rsid w:val="00F21719"/>
    <w:rsid w:val="00F2195A"/>
    <w:rsid w:val="00F22177"/>
    <w:rsid w:val="00F224AB"/>
    <w:rsid w:val="00F224DB"/>
    <w:rsid w:val="00F22650"/>
    <w:rsid w:val="00F22FF7"/>
    <w:rsid w:val="00F23845"/>
    <w:rsid w:val="00F246B7"/>
    <w:rsid w:val="00F247F3"/>
    <w:rsid w:val="00F24858"/>
    <w:rsid w:val="00F249A9"/>
    <w:rsid w:val="00F24A0E"/>
    <w:rsid w:val="00F24BC2"/>
    <w:rsid w:val="00F24C69"/>
    <w:rsid w:val="00F24F40"/>
    <w:rsid w:val="00F25276"/>
    <w:rsid w:val="00F25283"/>
    <w:rsid w:val="00F2580B"/>
    <w:rsid w:val="00F25812"/>
    <w:rsid w:val="00F25AD1"/>
    <w:rsid w:val="00F25C73"/>
    <w:rsid w:val="00F25C82"/>
    <w:rsid w:val="00F25DAD"/>
    <w:rsid w:val="00F25FA2"/>
    <w:rsid w:val="00F26350"/>
    <w:rsid w:val="00F26968"/>
    <w:rsid w:val="00F26BC5"/>
    <w:rsid w:val="00F26FA4"/>
    <w:rsid w:val="00F2730A"/>
    <w:rsid w:val="00F278D4"/>
    <w:rsid w:val="00F27FFC"/>
    <w:rsid w:val="00F30138"/>
    <w:rsid w:val="00F30396"/>
    <w:rsid w:val="00F30936"/>
    <w:rsid w:val="00F30A96"/>
    <w:rsid w:val="00F30D62"/>
    <w:rsid w:val="00F31122"/>
    <w:rsid w:val="00F31EF7"/>
    <w:rsid w:val="00F31FD2"/>
    <w:rsid w:val="00F32198"/>
    <w:rsid w:val="00F32750"/>
    <w:rsid w:val="00F328A4"/>
    <w:rsid w:val="00F32962"/>
    <w:rsid w:val="00F32B93"/>
    <w:rsid w:val="00F32B97"/>
    <w:rsid w:val="00F32EDF"/>
    <w:rsid w:val="00F32FD3"/>
    <w:rsid w:val="00F33132"/>
    <w:rsid w:val="00F33FC9"/>
    <w:rsid w:val="00F34244"/>
    <w:rsid w:val="00F34DE2"/>
    <w:rsid w:val="00F3598F"/>
    <w:rsid w:val="00F35B43"/>
    <w:rsid w:val="00F35CB0"/>
    <w:rsid w:val="00F36BCD"/>
    <w:rsid w:val="00F36C28"/>
    <w:rsid w:val="00F36E78"/>
    <w:rsid w:val="00F371B4"/>
    <w:rsid w:val="00F37772"/>
    <w:rsid w:val="00F37CB6"/>
    <w:rsid w:val="00F37CB8"/>
    <w:rsid w:val="00F409B3"/>
    <w:rsid w:val="00F40D50"/>
    <w:rsid w:val="00F41388"/>
    <w:rsid w:val="00F421B9"/>
    <w:rsid w:val="00F426B2"/>
    <w:rsid w:val="00F43A2E"/>
    <w:rsid w:val="00F44075"/>
    <w:rsid w:val="00F442ED"/>
    <w:rsid w:val="00F448DB"/>
    <w:rsid w:val="00F44A8F"/>
    <w:rsid w:val="00F44D10"/>
    <w:rsid w:val="00F44FB6"/>
    <w:rsid w:val="00F454B8"/>
    <w:rsid w:val="00F45564"/>
    <w:rsid w:val="00F461ED"/>
    <w:rsid w:val="00F465A5"/>
    <w:rsid w:val="00F46727"/>
    <w:rsid w:val="00F46783"/>
    <w:rsid w:val="00F4689E"/>
    <w:rsid w:val="00F46A6F"/>
    <w:rsid w:val="00F47368"/>
    <w:rsid w:val="00F474B3"/>
    <w:rsid w:val="00F47538"/>
    <w:rsid w:val="00F477A6"/>
    <w:rsid w:val="00F479C5"/>
    <w:rsid w:val="00F50052"/>
    <w:rsid w:val="00F5017B"/>
    <w:rsid w:val="00F50787"/>
    <w:rsid w:val="00F50941"/>
    <w:rsid w:val="00F50986"/>
    <w:rsid w:val="00F50A8A"/>
    <w:rsid w:val="00F50B36"/>
    <w:rsid w:val="00F50B70"/>
    <w:rsid w:val="00F50BC7"/>
    <w:rsid w:val="00F50C42"/>
    <w:rsid w:val="00F50D54"/>
    <w:rsid w:val="00F50EFE"/>
    <w:rsid w:val="00F51716"/>
    <w:rsid w:val="00F51AA4"/>
    <w:rsid w:val="00F523BA"/>
    <w:rsid w:val="00F52481"/>
    <w:rsid w:val="00F52E73"/>
    <w:rsid w:val="00F52F6A"/>
    <w:rsid w:val="00F52FF6"/>
    <w:rsid w:val="00F53086"/>
    <w:rsid w:val="00F5339B"/>
    <w:rsid w:val="00F53448"/>
    <w:rsid w:val="00F53593"/>
    <w:rsid w:val="00F537C0"/>
    <w:rsid w:val="00F537E4"/>
    <w:rsid w:val="00F539B5"/>
    <w:rsid w:val="00F53A5B"/>
    <w:rsid w:val="00F53DBD"/>
    <w:rsid w:val="00F53E0B"/>
    <w:rsid w:val="00F53EA5"/>
    <w:rsid w:val="00F53EB4"/>
    <w:rsid w:val="00F542A5"/>
    <w:rsid w:val="00F547F2"/>
    <w:rsid w:val="00F54D0B"/>
    <w:rsid w:val="00F5517B"/>
    <w:rsid w:val="00F5586D"/>
    <w:rsid w:val="00F55944"/>
    <w:rsid w:val="00F5595E"/>
    <w:rsid w:val="00F55A59"/>
    <w:rsid w:val="00F55ABA"/>
    <w:rsid w:val="00F55BB8"/>
    <w:rsid w:val="00F55E18"/>
    <w:rsid w:val="00F55F33"/>
    <w:rsid w:val="00F55FF0"/>
    <w:rsid w:val="00F56616"/>
    <w:rsid w:val="00F5666A"/>
    <w:rsid w:val="00F5679F"/>
    <w:rsid w:val="00F567BE"/>
    <w:rsid w:val="00F56B7A"/>
    <w:rsid w:val="00F56C72"/>
    <w:rsid w:val="00F56DED"/>
    <w:rsid w:val="00F56FFB"/>
    <w:rsid w:val="00F57771"/>
    <w:rsid w:val="00F60126"/>
    <w:rsid w:val="00F6063E"/>
    <w:rsid w:val="00F60A0E"/>
    <w:rsid w:val="00F61382"/>
    <w:rsid w:val="00F6185E"/>
    <w:rsid w:val="00F6192F"/>
    <w:rsid w:val="00F61FB9"/>
    <w:rsid w:val="00F6212E"/>
    <w:rsid w:val="00F6227A"/>
    <w:rsid w:val="00F625A2"/>
    <w:rsid w:val="00F62E75"/>
    <w:rsid w:val="00F6355F"/>
    <w:rsid w:val="00F635DA"/>
    <w:rsid w:val="00F63C9B"/>
    <w:rsid w:val="00F6467E"/>
    <w:rsid w:val="00F647EF"/>
    <w:rsid w:val="00F649BF"/>
    <w:rsid w:val="00F64CD8"/>
    <w:rsid w:val="00F650C0"/>
    <w:rsid w:val="00F655BD"/>
    <w:rsid w:val="00F65B42"/>
    <w:rsid w:val="00F65F08"/>
    <w:rsid w:val="00F65F72"/>
    <w:rsid w:val="00F662A8"/>
    <w:rsid w:val="00F66F76"/>
    <w:rsid w:val="00F66FE6"/>
    <w:rsid w:val="00F6723B"/>
    <w:rsid w:val="00F67BFC"/>
    <w:rsid w:val="00F67FEF"/>
    <w:rsid w:val="00F70143"/>
    <w:rsid w:val="00F702CE"/>
    <w:rsid w:val="00F70976"/>
    <w:rsid w:val="00F709E8"/>
    <w:rsid w:val="00F7101E"/>
    <w:rsid w:val="00F71161"/>
    <w:rsid w:val="00F71596"/>
    <w:rsid w:val="00F71E0D"/>
    <w:rsid w:val="00F71E91"/>
    <w:rsid w:val="00F71EE9"/>
    <w:rsid w:val="00F7243D"/>
    <w:rsid w:val="00F72786"/>
    <w:rsid w:val="00F72C78"/>
    <w:rsid w:val="00F73102"/>
    <w:rsid w:val="00F73430"/>
    <w:rsid w:val="00F73524"/>
    <w:rsid w:val="00F738BC"/>
    <w:rsid w:val="00F73B4F"/>
    <w:rsid w:val="00F741D1"/>
    <w:rsid w:val="00F747C6"/>
    <w:rsid w:val="00F74B6B"/>
    <w:rsid w:val="00F74BC2"/>
    <w:rsid w:val="00F74C5E"/>
    <w:rsid w:val="00F74EAD"/>
    <w:rsid w:val="00F75040"/>
    <w:rsid w:val="00F751E5"/>
    <w:rsid w:val="00F757DD"/>
    <w:rsid w:val="00F75DAF"/>
    <w:rsid w:val="00F76256"/>
    <w:rsid w:val="00F7647E"/>
    <w:rsid w:val="00F76741"/>
    <w:rsid w:val="00F768EA"/>
    <w:rsid w:val="00F76E80"/>
    <w:rsid w:val="00F776FD"/>
    <w:rsid w:val="00F77A7C"/>
    <w:rsid w:val="00F80D22"/>
    <w:rsid w:val="00F80F7D"/>
    <w:rsid w:val="00F8112D"/>
    <w:rsid w:val="00F81729"/>
    <w:rsid w:val="00F82035"/>
    <w:rsid w:val="00F8227A"/>
    <w:rsid w:val="00F823EA"/>
    <w:rsid w:val="00F82B68"/>
    <w:rsid w:val="00F82C64"/>
    <w:rsid w:val="00F82D7C"/>
    <w:rsid w:val="00F836CD"/>
    <w:rsid w:val="00F839E3"/>
    <w:rsid w:val="00F83DCA"/>
    <w:rsid w:val="00F843C6"/>
    <w:rsid w:val="00F843EB"/>
    <w:rsid w:val="00F84F76"/>
    <w:rsid w:val="00F8519C"/>
    <w:rsid w:val="00F85244"/>
    <w:rsid w:val="00F8552D"/>
    <w:rsid w:val="00F8581F"/>
    <w:rsid w:val="00F85832"/>
    <w:rsid w:val="00F8584F"/>
    <w:rsid w:val="00F85AC7"/>
    <w:rsid w:val="00F85B03"/>
    <w:rsid w:val="00F85B44"/>
    <w:rsid w:val="00F85E3F"/>
    <w:rsid w:val="00F85FD6"/>
    <w:rsid w:val="00F864DB"/>
    <w:rsid w:val="00F867BA"/>
    <w:rsid w:val="00F869A4"/>
    <w:rsid w:val="00F87197"/>
    <w:rsid w:val="00F87A22"/>
    <w:rsid w:val="00F87B82"/>
    <w:rsid w:val="00F87D3F"/>
    <w:rsid w:val="00F907B2"/>
    <w:rsid w:val="00F9228E"/>
    <w:rsid w:val="00F923C1"/>
    <w:rsid w:val="00F929C7"/>
    <w:rsid w:val="00F92EF7"/>
    <w:rsid w:val="00F932A9"/>
    <w:rsid w:val="00F9355F"/>
    <w:rsid w:val="00F93A5B"/>
    <w:rsid w:val="00F93BD4"/>
    <w:rsid w:val="00F941A8"/>
    <w:rsid w:val="00F95371"/>
    <w:rsid w:val="00F953A1"/>
    <w:rsid w:val="00F953A5"/>
    <w:rsid w:val="00F95582"/>
    <w:rsid w:val="00F95ABB"/>
    <w:rsid w:val="00F95B58"/>
    <w:rsid w:val="00F95C54"/>
    <w:rsid w:val="00F95F9B"/>
    <w:rsid w:val="00F963D7"/>
    <w:rsid w:val="00F96441"/>
    <w:rsid w:val="00F966E2"/>
    <w:rsid w:val="00F96BC7"/>
    <w:rsid w:val="00F96CE2"/>
    <w:rsid w:val="00F96F3F"/>
    <w:rsid w:val="00F972E0"/>
    <w:rsid w:val="00F97F03"/>
    <w:rsid w:val="00F97F92"/>
    <w:rsid w:val="00FA0050"/>
    <w:rsid w:val="00FA0F16"/>
    <w:rsid w:val="00FA13F1"/>
    <w:rsid w:val="00FA152E"/>
    <w:rsid w:val="00FA21FC"/>
    <w:rsid w:val="00FA2338"/>
    <w:rsid w:val="00FA23B3"/>
    <w:rsid w:val="00FA253B"/>
    <w:rsid w:val="00FA2568"/>
    <w:rsid w:val="00FA2EBD"/>
    <w:rsid w:val="00FA34C8"/>
    <w:rsid w:val="00FA3797"/>
    <w:rsid w:val="00FA3937"/>
    <w:rsid w:val="00FA3B89"/>
    <w:rsid w:val="00FA3E33"/>
    <w:rsid w:val="00FA45DC"/>
    <w:rsid w:val="00FA4883"/>
    <w:rsid w:val="00FA48DB"/>
    <w:rsid w:val="00FA4BE1"/>
    <w:rsid w:val="00FA51AC"/>
    <w:rsid w:val="00FA521E"/>
    <w:rsid w:val="00FA5501"/>
    <w:rsid w:val="00FA5C05"/>
    <w:rsid w:val="00FA5DE8"/>
    <w:rsid w:val="00FA6180"/>
    <w:rsid w:val="00FA62D5"/>
    <w:rsid w:val="00FA658E"/>
    <w:rsid w:val="00FA6810"/>
    <w:rsid w:val="00FA68AF"/>
    <w:rsid w:val="00FA6C9B"/>
    <w:rsid w:val="00FA6D66"/>
    <w:rsid w:val="00FA6F3C"/>
    <w:rsid w:val="00FA73FF"/>
    <w:rsid w:val="00FA75FC"/>
    <w:rsid w:val="00FA77F2"/>
    <w:rsid w:val="00FA7E5B"/>
    <w:rsid w:val="00FB0171"/>
    <w:rsid w:val="00FB0369"/>
    <w:rsid w:val="00FB0461"/>
    <w:rsid w:val="00FB0486"/>
    <w:rsid w:val="00FB085F"/>
    <w:rsid w:val="00FB0C9D"/>
    <w:rsid w:val="00FB10AB"/>
    <w:rsid w:val="00FB1574"/>
    <w:rsid w:val="00FB187E"/>
    <w:rsid w:val="00FB27B3"/>
    <w:rsid w:val="00FB2935"/>
    <w:rsid w:val="00FB2A11"/>
    <w:rsid w:val="00FB2F62"/>
    <w:rsid w:val="00FB33E8"/>
    <w:rsid w:val="00FB351B"/>
    <w:rsid w:val="00FB3B3B"/>
    <w:rsid w:val="00FB417A"/>
    <w:rsid w:val="00FB434F"/>
    <w:rsid w:val="00FB4855"/>
    <w:rsid w:val="00FB4930"/>
    <w:rsid w:val="00FB5014"/>
    <w:rsid w:val="00FB510A"/>
    <w:rsid w:val="00FB5378"/>
    <w:rsid w:val="00FB542B"/>
    <w:rsid w:val="00FB567B"/>
    <w:rsid w:val="00FB59F9"/>
    <w:rsid w:val="00FB5B6A"/>
    <w:rsid w:val="00FB5C89"/>
    <w:rsid w:val="00FB5DF9"/>
    <w:rsid w:val="00FB60B7"/>
    <w:rsid w:val="00FB6D2B"/>
    <w:rsid w:val="00FB6D96"/>
    <w:rsid w:val="00FB6F44"/>
    <w:rsid w:val="00FB70A7"/>
    <w:rsid w:val="00FB7723"/>
    <w:rsid w:val="00FB797F"/>
    <w:rsid w:val="00FC089E"/>
    <w:rsid w:val="00FC0E2E"/>
    <w:rsid w:val="00FC0F26"/>
    <w:rsid w:val="00FC110B"/>
    <w:rsid w:val="00FC1961"/>
    <w:rsid w:val="00FC1A96"/>
    <w:rsid w:val="00FC1C43"/>
    <w:rsid w:val="00FC260B"/>
    <w:rsid w:val="00FC2ADC"/>
    <w:rsid w:val="00FC3977"/>
    <w:rsid w:val="00FC3AD2"/>
    <w:rsid w:val="00FC3F42"/>
    <w:rsid w:val="00FC41BB"/>
    <w:rsid w:val="00FC4490"/>
    <w:rsid w:val="00FC45A1"/>
    <w:rsid w:val="00FC470E"/>
    <w:rsid w:val="00FC476F"/>
    <w:rsid w:val="00FC4887"/>
    <w:rsid w:val="00FC5535"/>
    <w:rsid w:val="00FC563E"/>
    <w:rsid w:val="00FC56C6"/>
    <w:rsid w:val="00FC5C41"/>
    <w:rsid w:val="00FC63DA"/>
    <w:rsid w:val="00FC670C"/>
    <w:rsid w:val="00FC6A68"/>
    <w:rsid w:val="00FC6D7D"/>
    <w:rsid w:val="00FC7378"/>
    <w:rsid w:val="00FD0C7A"/>
    <w:rsid w:val="00FD12D6"/>
    <w:rsid w:val="00FD1BD5"/>
    <w:rsid w:val="00FD1D85"/>
    <w:rsid w:val="00FD1E3F"/>
    <w:rsid w:val="00FD22CF"/>
    <w:rsid w:val="00FD2791"/>
    <w:rsid w:val="00FD2F69"/>
    <w:rsid w:val="00FD3099"/>
    <w:rsid w:val="00FD31FD"/>
    <w:rsid w:val="00FD325D"/>
    <w:rsid w:val="00FD32C0"/>
    <w:rsid w:val="00FD331F"/>
    <w:rsid w:val="00FD3402"/>
    <w:rsid w:val="00FD3897"/>
    <w:rsid w:val="00FD39A4"/>
    <w:rsid w:val="00FD4E20"/>
    <w:rsid w:val="00FD4EBD"/>
    <w:rsid w:val="00FD5510"/>
    <w:rsid w:val="00FD5A90"/>
    <w:rsid w:val="00FD5D7F"/>
    <w:rsid w:val="00FD5FA0"/>
    <w:rsid w:val="00FD5FEA"/>
    <w:rsid w:val="00FD6004"/>
    <w:rsid w:val="00FD61B4"/>
    <w:rsid w:val="00FD6829"/>
    <w:rsid w:val="00FD6E9B"/>
    <w:rsid w:val="00FD6FBE"/>
    <w:rsid w:val="00FD70A0"/>
    <w:rsid w:val="00FD70C5"/>
    <w:rsid w:val="00FD71C6"/>
    <w:rsid w:val="00FD725B"/>
    <w:rsid w:val="00FD79D3"/>
    <w:rsid w:val="00FD7D2D"/>
    <w:rsid w:val="00FD7E53"/>
    <w:rsid w:val="00FD7E94"/>
    <w:rsid w:val="00FD7F7C"/>
    <w:rsid w:val="00FE0639"/>
    <w:rsid w:val="00FE0BB5"/>
    <w:rsid w:val="00FE14E3"/>
    <w:rsid w:val="00FE160F"/>
    <w:rsid w:val="00FE1780"/>
    <w:rsid w:val="00FE1AED"/>
    <w:rsid w:val="00FE210B"/>
    <w:rsid w:val="00FE2666"/>
    <w:rsid w:val="00FE298D"/>
    <w:rsid w:val="00FE2C82"/>
    <w:rsid w:val="00FE32A1"/>
    <w:rsid w:val="00FE330F"/>
    <w:rsid w:val="00FE35F8"/>
    <w:rsid w:val="00FE36AA"/>
    <w:rsid w:val="00FE37CB"/>
    <w:rsid w:val="00FE3C18"/>
    <w:rsid w:val="00FE4103"/>
    <w:rsid w:val="00FE47B4"/>
    <w:rsid w:val="00FE4C0E"/>
    <w:rsid w:val="00FE4F28"/>
    <w:rsid w:val="00FE5205"/>
    <w:rsid w:val="00FE5244"/>
    <w:rsid w:val="00FE5668"/>
    <w:rsid w:val="00FE5C39"/>
    <w:rsid w:val="00FE65ED"/>
    <w:rsid w:val="00FE66DF"/>
    <w:rsid w:val="00FE6A79"/>
    <w:rsid w:val="00FE6BC9"/>
    <w:rsid w:val="00FE7011"/>
    <w:rsid w:val="00FE711F"/>
    <w:rsid w:val="00FE7381"/>
    <w:rsid w:val="00FE7484"/>
    <w:rsid w:val="00FE7CEE"/>
    <w:rsid w:val="00FE7EC4"/>
    <w:rsid w:val="00FF018C"/>
    <w:rsid w:val="00FF07AE"/>
    <w:rsid w:val="00FF0811"/>
    <w:rsid w:val="00FF0948"/>
    <w:rsid w:val="00FF0A91"/>
    <w:rsid w:val="00FF125D"/>
    <w:rsid w:val="00FF13EC"/>
    <w:rsid w:val="00FF156E"/>
    <w:rsid w:val="00FF16E6"/>
    <w:rsid w:val="00FF20AD"/>
    <w:rsid w:val="00FF2312"/>
    <w:rsid w:val="00FF2904"/>
    <w:rsid w:val="00FF2CF8"/>
    <w:rsid w:val="00FF3C9F"/>
    <w:rsid w:val="00FF41C4"/>
    <w:rsid w:val="00FF44DD"/>
    <w:rsid w:val="00FF45F4"/>
    <w:rsid w:val="00FF5C3F"/>
    <w:rsid w:val="00FF5C4A"/>
    <w:rsid w:val="00FF601F"/>
    <w:rsid w:val="00FF61FA"/>
    <w:rsid w:val="00FF6235"/>
    <w:rsid w:val="00FF62C2"/>
    <w:rsid w:val="00FF6421"/>
    <w:rsid w:val="00FF646B"/>
    <w:rsid w:val="00FF6B0F"/>
    <w:rsid w:val="00FF6E6B"/>
    <w:rsid w:val="00FF78A0"/>
    <w:rsid w:val="00FF79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FEECA"/>
  <w15:docId w15:val="{84C591F3-1ABA-4266-8013-2A3F7116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655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90655C"/>
    <w:rPr>
      <w:b/>
      <w:bCs/>
    </w:rPr>
  </w:style>
  <w:style w:type="paragraph" w:customStyle="1" w:styleId="m6125381731676739605m4761761809136130786msolistparagraph">
    <w:name w:val="m_6125381731676739605m4761761809136130786msolistparagraph"/>
    <w:basedOn w:val="Normal"/>
    <w:rsid w:val="0029178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6125381731676739605msolistparagraph">
    <w:name w:val="m_6125381731676739605msolistparagraph"/>
    <w:basedOn w:val="Normal"/>
    <w:rsid w:val="0029178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ontentsHeadingLevel1">
    <w:name w:val="Contents Heading Level 1"/>
    <w:basedOn w:val="Normal"/>
    <w:rsid w:val="00E07A84"/>
    <w:pPr>
      <w:spacing w:after="0" w:line="240" w:lineRule="auto"/>
    </w:pPr>
    <w:rPr>
      <w:rFonts w:ascii="Times New Roman" w:eastAsia="Times New Roman" w:hAnsi="Times New Roman" w:cs="Times New Roman"/>
      <w:b/>
      <w:sz w:val="24"/>
      <w:szCs w:val="20"/>
    </w:rPr>
  </w:style>
  <w:style w:type="paragraph" w:styleId="ListParagraph">
    <w:name w:val="List Paragraph"/>
    <w:basedOn w:val="Normal"/>
    <w:uiPriority w:val="34"/>
    <w:qFormat/>
    <w:rsid w:val="00E07A84"/>
    <w:pPr>
      <w:spacing w:before="120" w:after="120" w:line="240" w:lineRule="auto"/>
      <w:ind w:left="720"/>
      <w:contextualSpacing/>
    </w:pPr>
    <w:rPr>
      <w:rFonts w:ascii="Calibri" w:eastAsia="Times New Roman" w:hAnsi="Calibri" w:cs="Times New Roman"/>
      <w:sz w:val="20"/>
      <w:szCs w:val="24"/>
      <w:lang w:eastAsia="en-NZ"/>
    </w:rPr>
  </w:style>
  <w:style w:type="paragraph" w:customStyle="1" w:styleId="Answer">
    <w:name w:val="Answer"/>
    <w:link w:val="AnswerChar"/>
    <w:uiPriority w:val="2"/>
    <w:qFormat/>
    <w:rsid w:val="00E07A84"/>
    <w:pPr>
      <w:spacing w:before="120" w:after="60" w:line="240" w:lineRule="auto"/>
    </w:pPr>
    <w:rPr>
      <w:rFonts w:ascii="Calibri" w:eastAsia="Times New Roman" w:hAnsi="Calibri" w:cs="Times New Roman"/>
      <w:sz w:val="20"/>
      <w:szCs w:val="24"/>
      <w:lang w:eastAsia="en-NZ"/>
    </w:rPr>
  </w:style>
  <w:style w:type="character" w:customStyle="1" w:styleId="AnswerChar">
    <w:name w:val="Answer Char"/>
    <w:link w:val="Answer"/>
    <w:uiPriority w:val="2"/>
    <w:rsid w:val="00E07A84"/>
    <w:rPr>
      <w:rFonts w:ascii="Calibri" w:eastAsia="Times New Roman" w:hAnsi="Calibri" w:cs="Times New Roman"/>
      <w:sz w:val="20"/>
      <w:szCs w:val="24"/>
      <w:lang w:eastAsia="en-NZ"/>
    </w:rPr>
  </w:style>
  <w:style w:type="paragraph" w:customStyle="1" w:styleId="FormLabel">
    <w:name w:val="FormLabel"/>
    <w:basedOn w:val="Normal"/>
    <w:rsid w:val="003E5BAD"/>
    <w:pPr>
      <w:spacing w:before="120" w:after="120" w:line="240" w:lineRule="auto"/>
    </w:pPr>
    <w:rPr>
      <w:rFonts w:ascii="Calibri" w:eastAsia="Times New Roman" w:hAnsi="Calibri" w:cs="Times New Roman"/>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5527">
      <w:bodyDiv w:val="1"/>
      <w:marLeft w:val="0"/>
      <w:marRight w:val="0"/>
      <w:marTop w:val="0"/>
      <w:marBottom w:val="0"/>
      <w:divBdr>
        <w:top w:val="none" w:sz="0" w:space="0" w:color="auto"/>
        <w:left w:val="none" w:sz="0" w:space="0" w:color="auto"/>
        <w:bottom w:val="none" w:sz="0" w:space="0" w:color="auto"/>
        <w:right w:val="none" w:sz="0" w:space="0" w:color="auto"/>
      </w:divBdr>
    </w:div>
    <w:div w:id="1248155786">
      <w:bodyDiv w:val="1"/>
      <w:marLeft w:val="0"/>
      <w:marRight w:val="0"/>
      <w:marTop w:val="0"/>
      <w:marBottom w:val="0"/>
      <w:divBdr>
        <w:top w:val="none" w:sz="0" w:space="0" w:color="auto"/>
        <w:left w:val="none" w:sz="0" w:space="0" w:color="auto"/>
        <w:bottom w:val="none" w:sz="0" w:space="0" w:color="auto"/>
        <w:right w:val="none" w:sz="0" w:space="0" w:color="auto"/>
      </w:divBdr>
    </w:div>
    <w:div w:id="166936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3F664471</Template>
  <TotalTime>14</TotalTime>
  <Pages>1</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Judene</dc:creator>
  <cp:lastModifiedBy>Dennis Bush-King</cp:lastModifiedBy>
  <cp:revision>3</cp:revision>
  <dcterms:created xsi:type="dcterms:W3CDTF">2017-07-17T20:31:00Z</dcterms:created>
  <dcterms:modified xsi:type="dcterms:W3CDTF">2017-07-17T20:47:00Z</dcterms:modified>
</cp:coreProperties>
</file>